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CC" w:rsidRPr="007660D2" w:rsidRDefault="001216CC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КУРГАНСКАЯ ОБЛАСТЬ</w:t>
      </w:r>
    </w:p>
    <w:p w:rsidR="001216CC" w:rsidRPr="007660D2" w:rsidRDefault="001216CC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ВАРГАШИНСКИЙ РАЙОН</w:t>
      </w:r>
    </w:p>
    <w:p w:rsidR="001216CC" w:rsidRPr="007660D2" w:rsidRDefault="001216CC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ШАСТОВСКИЙ СЕЛЬСОВЕТ</w:t>
      </w:r>
    </w:p>
    <w:p w:rsidR="001216CC" w:rsidRPr="007660D2" w:rsidRDefault="001216CC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АДМИНИСТРАЦИЯ ШАСТОВСКОГО СЕЛЬСОВЕТА</w:t>
      </w:r>
    </w:p>
    <w:p w:rsidR="001216CC" w:rsidRDefault="001216CC" w:rsidP="007660D2">
      <w:pPr>
        <w:widowControl w:val="0"/>
        <w:jc w:val="center"/>
        <w:rPr>
          <w:b/>
          <w:bCs/>
          <w:sz w:val="26"/>
          <w:szCs w:val="26"/>
        </w:rPr>
      </w:pPr>
    </w:p>
    <w:p w:rsidR="001216CC" w:rsidRPr="007660D2" w:rsidRDefault="001216CC" w:rsidP="007660D2">
      <w:pPr>
        <w:widowControl w:val="0"/>
        <w:jc w:val="center"/>
        <w:rPr>
          <w:b/>
          <w:bCs/>
          <w:sz w:val="26"/>
          <w:szCs w:val="26"/>
        </w:rPr>
      </w:pPr>
    </w:p>
    <w:p w:rsidR="001216CC" w:rsidRPr="007660D2" w:rsidRDefault="001216CC" w:rsidP="007660D2">
      <w:pPr>
        <w:widowControl w:val="0"/>
        <w:spacing w:before="36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РАСПОРЯЖЕНИЕ</w:t>
      </w:r>
    </w:p>
    <w:p w:rsidR="001216CC" w:rsidRPr="003C2791" w:rsidRDefault="001216CC" w:rsidP="00FA256E">
      <w:pPr>
        <w:jc w:val="center"/>
        <w:rPr>
          <w:b/>
        </w:rPr>
      </w:pPr>
    </w:p>
    <w:p w:rsidR="001216CC" w:rsidRPr="003C2791" w:rsidRDefault="001216CC" w:rsidP="00FA256E">
      <w:pPr>
        <w:jc w:val="center"/>
        <w:rPr>
          <w:b/>
        </w:rPr>
      </w:pPr>
    </w:p>
    <w:p w:rsidR="001216CC" w:rsidRPr="003C2791" w:rsidRDefault="001216CC" w:rsidP="00FA256E">
      <w:pPr>
        <w:jc w:val="center"/>
        <w:rPr>
          <w:b/>
        </w:rPr>
      </w:pPr>
    </w:p>
    <w:p w:rsidR="001216CC" w:rsidRPr="003C2791" w:rsidRDefault="001216CC" w:rsidP="00FA256E">
      <w:pPr>
        <w:rPr>
          <w:b/>
        </w:rPr>
      </w:pPr>
      <w:r>
        <w:rPr>
          <w:b/>
        </w:rPr>
        <w:t>от</w:t>
      </w:r>
      <w:r w:rsidRPr="003C2791">
        <w:rPr>
          <w:b/>
        </w:rPr>
        <w:t xml:space="preserve"> </w:t>
      </w:r>
      <w:r>
        <w:rPr>
          <w:b/>
        </w:rPr>
        <w:t>13 декабря 2016 года № 74-р</w:t>
      </w:r>
    </w:p>
    <w:p w:rsidR="001216CC" w:rsidRPr="003C2791" w:rsidRDefault="001216CC" w:rsidP="00FA256E">
      <w:pPr>
        <w:rPr>
          <w:b/>
        </w:rPr>
      </w:pPr>
      <w:r>
        <w:rPr>
          <w:b/>
        </w:rPr>
        <w:t>с.Шастово</w:t>
      </w:r>
    </w:p>
    <w:p w:rsidR="001216CC" w:rsidRPr="003C2791" w:rsidRDefault="001216CC" w:rsidP="00FA256E">
      <w:pPr>
        <w:rPr>
          <w:b/>
        </w:rPr>
      </w:pPr>
    </w:p>
    <w:p w:rsidR="001216CC" w:rsidRDefault="001216CC" w:rsidP="00FA256E">
      <w:pPr>
        <w:rPr>
          <w:b/>
        </w:rPr>
      </w:pPr>
    </w:p>
    <w:p w:rsidR="001216CC" w:rsidRPr="003C2791" w:rsidRDefault="001216CC" w:rsidP="00FA256E">
      <w:pPr>
        <w:rPr>
          <w:b/>
        </w:rPr>
      </w:pPr>
    </w:p>
    <w:p w:rsidR="001216CC" w:rsidRPr="003C2791" w:rsidRDefault="001216CC" w:rsidP="00FA256E">
      <w:pPr>
        <w:pStyle w:val="NormalWeb"/>
        <w:spacing w:before="0" w:beforeAutospacing="0" w:after="0" w:afterAutospacing="0"/>
        <w:jc w:val="center"/>
        <w:outlineLvl w:val="1"/>
        <w:rPr>
          <w:b/>
        </w:rPr>
      </w:pPr>
      <w:r w:rsidRPr="003C2791">
        <w:rPr>
          <w:b/>
        </w:rPr>
        <w:t>Об  утверждении Порядка формирования, утверждения и ведения</w:t>
      </w:r>
    </w:p>
    <w:p w:rsidR="001216CC" w:rsidRPr="003C2791" w:rsidRDefault="001216CC" w:rsidP="00FA256E">
      <w:pPr>
        <w:pStyle w:val="NormalWeb"/>
        <w:spacing w:before="0" w:beforeAutospacing="0" w:after="0" w:afterAutospacing="0"/>
        <w:jc w:val="center"/>
        <w:outlineLvl w:val="1"/>
        <w:rPr>
          <w:b/>
        </w:rPr>
      </w:pPr>
      <w:r>
        <w:rPr>
          <w:b/>
        </w:rPr>
        <w:t>п</w:t>
      </w:r>
      <w:r w:rsidRPr="003C2791">
        <w:rPr>
          <w:b/>
        </w:rPr>
        <w:t>лана-графика закупок товаров, работ, услуг для обеспечения м</w:t>
      </w:r>
      <w:r>
        <w:rPr>
          <w:b/>
        </w:rPr>
        <w:t>униципальных  нужд  Администрации Шастовского сельсовета</w:t>
      </w:r>
    </w:p>
    <w:p w:rsidR="001216CC" w:rsidRPr="003C2791" w:rsidRDefault="001216CC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1216CC" w:rsidRPr="003C2791" w:rsidRDefault="001216CC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1216CC" w:rsidRPr="00F22FB2" w:rsidRDefault="001216CC" w:rsidP="00A639A4">
      <w:pPr>
        <w:autoSpaceDE w:val="0"/>
        <w:autoSpaceDN w:val="0"/>
        <w:adjustRightInd w:val="0"/>
        <w:ind w:firstLine="567"/>
        <w:jc w:val="both"/>
      </w:pPr>
      <w:r w:rsidRPr="003C2791">
        <w:t>Руководствуясь</w:t>
      </w:r>
      <w:r w:rsidRPr="003C2791">
        <w:rPr>
          <w:bCs/>
          <w:kern w:val="36"/>
        </w:rPr>
        <w:t xml:space="preserve"> частью 5 статьи 21 Федерального закона № 44-ФЗ</w:t>
      </w:r>
      <w:r>
        <w:rPr>
          <w:bCs/>
          <w:kern w:val="36"/>
        </w:rPr>
        <w:t>от 5 апреля 2013 года «О к</w:t>
      </w:r>
      <w:r w:rsidRPr="003C2791">
        <w:rPr>
          <w:bCs/>
          <w:kern w:val="36"/>
        </w:rPr>
        <w:t>онтрактной системе в сфере закупок товаров, работ, услуг для обеспечения государственных и муниципальных нужд»,</w:t>
      </w:r>
      <w:r>
        <w:rPr>
          <w:bCs/>
          <w:kern w:val="36"/>
        </w:rPr>
        <w:t xml:space="preserve"> 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Pr="003C2791">
        <w:t>Администраци</w:t>
      </w:r>
      <w:r>
        <w:t>я Шастовского сельсовета ОБЯЗЫВАЕТ</w:t>
      </w:r>
      <w:r w:rsidRPr="003C2791">
        <w:t>:</w:t>
      </w:r>
    </w:p>
    <w:p w:rsidR="001216CC" w:rsidRPr="003C2791" w:rsidRDefault="001216CC" w:rsidP="00FA256E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</w:rPr>
      </w:pPr>
    </w:p>
    <w:p w:rsidR="001216CC" w:rsidRDefault="001216CC" w:rsidP="00FA256E">
      <w:pPr>
        <w:autoSpaceDE w:val="0"/>
        <w:autoSpaceDN w:val="0"/>
        <w:adjustRightInd w:val="0"/>
        <w:ind w:firstLine="567"/>
        <w:contextualSpacing/>
        <w:jc w:val="both"/>
      </w:pPr>
      <w:r w:rsidRPr="003C2791">
        <w:rPr>
          <w:lang w:eastAsia="en-US"/>
        </w:rPr>
        <w:t xml:space="preserve">1.Утвердить Порядок  формирования, утверждения и ведения плана-графика закупок товаров, работ, услуг для обеспечения </w:t>
      </w:r>
      <w:r>
        <w:rPr>
          <w:lang w:eastAsia="en-US"/>
        </w:rPr>
        <w:t xml:space="preserve">муниципальных нужд Администрации </w:t>
      </w:r>
      <w:bookmarkStart w:id="0" w:name="_GoBack"/>
      <w:bookmarkEnd w:id="0"/>
      <w:r>
        <w:rPr>
          <w:lang w:eastAsia="en-US"/>
        </w:rPr>
        <w:t>Шастовского сельсовета</w:t>
      </w:r>
      <w:r>
        <w:t xml:space="preserve"> согласно приложению  к  настоящему распоряж</w:t>
      </w:r>
      <w:r w:rsidRPr="003C2791">
        <w:t>ению.</w:t>
      </w:r>
    </w:p>
    <w:p w:rsidR="001216CC" w:rsidRPr="00363D11" w:rsidRDefault="001216CC" w:rsidP="00363D11">
      <w:pPr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>
        <w:rPr>
          <w:lang w:eastAsia="en-US"/>
        </w:rPr>
        <w:t xml:space="preserve"> Настоящее распоряже</w:t>
      </w:r>
      <w:r w:rsidRPr="00514FFB">
        <w:rPr>
          <w:lang w:eastAsia="en-US"/>
        </w:rPr>
        <w:t>ние вступает в силу после  его официального опубликования.</w:t>
      </w:r>
    </w:p>
    <w:p w:rsidR="001216CC" w:rsidRPr="003C2791" w:rsidRDefault="001216CC" w:rsidP="00AF17E3">
      <w:pPr>
        <w:autoSpaceDE w:val="0"/>
        <w:autoSpaceDN w:val="0"/>
        <w:adjustRightInd w:val="0"/>
        <w:ind w:firstLine="567"/>
        <w:jc w:val="both"/>
      </w:pPr>
      <w:r>
        <w:t xml:space="preserve">3. </w:t>
      </w:r>
      <w:r w:rsidRPr="003C2791">
        <w:t>Контроль за</w:t>
      </w:r>
      <w:r>
        <w:t xml:space="preserve"> выполнением настоящего распоряж</w:t>
      </w:r>
      <w:r w:rsidRPr="003C2791">
        <w:t>ения</w:t>
      </w:r>
      <w:r>
        <w:t xml:space="preserve"> оставляю за собой</w:t>
      </w:r>
      <w:r w:rsidRPr="003C2791">
        <w:t>.</w:t>
      </w:r>
    </w:p>
    <w:p w:rsidR="001216CC" w:rsidRPr="003C2791" w:rsidRDefault="001216CC" w:rsidP="00FA256E">
      <w:pPr>
        <w:ind w:firstLine="720"/>
        <w:jc w:val="both"/>
      </w:pPr>
    </w:p>
    <w:p w:rsidR="001216CC" w:rsidRPr="003C2791" w:rsidRDefault="001216CC" w:rsidP="00FA256E">
      <w:pPr>
        <w:jc w:val="both"/>
      </w:pPr>
    </w:p>
    <w:p w:rsidR="001216CC" w:rsidRDefault="001216CC" w:rsidP="00FA256E">
      <w:pPr>
        <w:jc w:val="both"/>
      </w:pPr>
    </w:p>
    <w:p w:rsidR="001216CC" w:rsidRDefault="001216CC" w:rsidP="00FA256E">
      <w:pPr>
        <w:jc w:val="both"/>
      </w:pPr>
    </w:p>
    <w:p w:rsidR="001216CC" w:rsidRPr="003C2791" w:rsidRDefault="001216CC" w:rsidP="00FA256E">
      <w:pPr>
        <w:jc w:val="both"/>
      </w:pPr>
    </w:p>
    <w:p w:rsidR="001216CC" w:rsidRPr="003C2791" w:rsidRDefault="001216CC" w:rsidP="00FA256E">
      <w:pPr>
        <w:jc w:val="both"/>
      </w:pPr>
    </w:p>
    <w:p w:rsidR="001216CC" w:rsidRPr="003C2791" w:rsidRDefault="001216CC" w:rsidP="00FA256E">
      <w:r>
        <w:t>Глава Шастовского сельсовета                                                 Л.В.Речкина</w:t>
      </w:r>
    </w:p>
    <w:p w:rsidR="001216CC" w:rsidRPr="003C2791" w:rsidRDefault="001216CC" w:rsidP="00FA256E">
      <w:pPr>
        <w:tabs>
          <w:tab w:val="left" w:pos="0"/>
        </w:tabs>
        <w:spacing w:line="240" w:lineRule="atLeast"/>
        <w:ind w:firstLine="720"/>
        <w:jc w:val="both"/>
      </w:pPr>
    </w:p>
    <w:p w:rsidR="001216CC" w:rsidRPr="003C2791" w:rsidRDefault="001216CC" w:rsidP="00FA256E"/>
    <w:p w:rsidR="001216CC" w:rsidRPr="003C2791" w:rsidRDefault="001216CC" w:rsidP="00FA256E"/>
    <w:p w:rsidR="001216CC" w:rsidRPr="003C2791" w:rsidRDefault="001216CC" w:rsidP="00FA256E"/>
    <w:p w:rsidR="001216CC" w:rsidRDefault="001216CC" w:rsidP="00FA256E"/>
    <w:p w:rsidR="001216CC" w:rsidRDefault="001216CC" w:rsidP="00FA256E"/>
    <w:p w:rsidR="001216CC" w:rsidRDefault="001216CC" w:rsidP="00FA256E"/>
    <w:p w:rsidR="001216CC" w:rsidRPr="003C2791" w:rsidRDefault="001216CC" w:rsidP="00FA256E"/>
    <w:p w:rsidR="001216CC" w:rsidRPr="003C2791" w:rsidRDefault="001216CC" w:rsidP="00FA256E"/>
    <w:p w:rsidR="001216CC" w:rsidRDefault="001216CC" w:rsidP="00FA256E"/>
    <w:p w:rsidR="001216CC" w:rsidRPr="003C2791" w:rsidRDefault="001216CC" w:rsidP="00FA256E">
      <w:pPr>
        <w:tabs>
          <w:tab w:val="left" w:pos="0"/>
        </w:tabs>
        <w:spacing w:line="240" w:lineRule="atLeast"/>
        <w:ind w:firstLine="720"/>
        <w:jc w:val="right"/>
      </w:pPr>
      <w:r>
        <w:t>Приложение   к  распоряж</w:t>
      </w:r>
      <w:r w:rsidRPr="003C2791">
        <w:t>ению</w:t>
      </w:r>
    </w:p>
    <w:p w:rsidR="001216CC" w:rsidRPr="003C2791" w:rsidRDefault="001216CC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 Администрации </w:t>
      </w:r>
      <w:r>
        <w:t>Шастовского сельсовета</w:t>
      </w:r>
    </w:p>
    <w:p w:rsidR="001216CC" w:rsidRPr="003C2791" w:rsidRDefault="001216CC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от</w:t>
      </w:r>
      <w:r>
        <w:t xml:space="preserve"> 13 декабря 2016 года   № 74-р</w:t>
      </w:r>
    </w:p>
    <w:p w:rsidR="001216CC" w:rsidRPr="003C2791" w:rsidRDefault="001216CC" w:rsidP="00FA256E">
      <w:pPr>
        <w:pStyle w:val="NormalWeb"/>
        <w:spacing w:before="0" w:beforeAutospacing="0" w:after="0" w:afterAutospacing="0"/>
        <w:jc w:val="right"/>
        <w:outlineLvl w:val="1"/>
      </w:pPr>
      <w:r w:rsidRPr="003C2791">
        <w:t>«Об  утверждении Порядка формирования,</w:t>
      </w:r>
    </w:p>
    <w:p w:rsidR="001216CC" w:rsidRPr="003C2791" w:rsidRDefault="001216CC" w:rsidP="00FA256E">
      <w:pPr>
        <w:pStyle w:val="NormalWeb"/>
        <w:spacing w:before="0" w:beforeAutospacing="0" w:after="0" w:afterAutospacing="0"/>
        <w:jc w:val="right"/>
        <w:outlineLvl w:val="1"/>
      </w:pPr>
      <w:r w:rsidRPr="003C2791">
        <w:t xml:space="preserve"> утверждения и ведения плана-графика</w:t>
      </w:r>
    </w:p>
    <w:p w:rsidR="001216CC" w:rsidRPr="003C2791" w:rsidRDefault="001216CC" w:rsidP="00992ED0">
      <w:pPr>
        <w:pStyle w:val="NormalWeb"/>
        <w:spacing w:before="0" w:beforeAutospacing="0" w:after="0" w:afterAutospacing="0"/>
        <w:jc w:val="right"/>
        <w:outlineLvl w:val="1"/>
      </w:pPr>
      <w:r w:rsidRPr="003C2791">
        <w:t xml:space="preserve"> закупок товаров, работ, услуг </w:t>
      </w:r>
    </w:p>
    <w:p w:rsidR="001216CC" w:rsidRPr="003C2791" w:rsidRDefault="001216CC" w:rsidP="00FA256E">
      <w:pPr>
        <w:pStyle w:val="NormalWeb"/>
        <w:spacing w:before="0" w:beforeAutospacing="0" w:after="0" w:afterAutospacing="0"/>
        <w:jc w:val="right"/>
        <w:outlineLvl w:val="1"/>
      </w:pPr>
      <w:r w:rsidRPr="003C2791">
        <w:t>для обеспечения муниципальных  нужд</w:t>
      </w:r>
    </w:p>
    <w:p w:rsidR="001216CC" w:rsidRPr="003C2791" w:rsidRDefault="001216CC" w:rsidP="00FA256E">
      <w:pPr>
        <w:pStyle w:val="NormalWeb"/>
        <w:spacing w:before="0" w:beforeAutospacing="0" w:after="0" w:afterAutospacing="0"/>
        <w:jc w:val="right"/>
        <w:outlineLvl w:val="1"/>
      </w:pPr>
      <w:r>
        <w:t xml:space="preserve"> Администрации Шастовского сельсовета</w:t>
      </w:r>
      <w:r w:rsidRPr="003C2791">
        <w:t>»</w:t>
      </w:r>
    </w:p>
    <w:p w:rsidR="001216CC" w:rsidRPr="003C2791" w:rsidRDefault="001216CC" w:rsidP="00FA256E">
      <w:pPr>
        <w:jc w:val="right"/>
      </w:pPr>
    </w:p>
    <w:p w:rsidR="001216CC" w:rsidRPr="003C2791" w:rsidRDefault="001216CC" w:rsidP="00FA256E">
      <w:pPr>
        <w:jc w:val="right"/>
      </w:pPr>
    </w:p>
    <w:p w:rsidR="001216CC" w:rsidRPr="003C2791" w:rsidRDefault="001216CC" w:rsidP="00FA256E">
      <w:pPr>
        <w:jc w:val="right"/>
      </w:pPr>
    </w:p>
    <w:p w:rsidR="001216CC" w:rsidRPr="003C2791" w:rsidRDefault="001216CC" w:rsidP="00FA256E">
      <w:pPr>
        <w:jc w:val="right"/>
      </w:pPr>
    </w:p>
    <w:p w:rsidR="001216CC" w:rsidRPr="003C2791" w:rsidRDefault="001216CC" w:rsidP="00FA256E">
      <w:pPr>
        <w:jc w:val="right"/>
      </w:pPr>
    </w:p>
    <w:p w:rsidR="001216CC" w:rsidRPr="003C2791" w:rsidRDefault="001216CC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ПОРЯДОК </w:t>
      </w:r>
    </w:p>
    <w:p w:rsidR="001216CC" w:rsidRPr="003C2791" w:rsidRDefault="001216CC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ФОРМИРОВАНИЯ, УТВЕРЖДЕНИЯ И ВЕДЕНИЯ ПЛАНА-ГРАФИКА  ЗАКУПОК</w:t>
      </w:r>
    </w:p>
    <w:p w:rsidR="001216CC" w:rsidRPr="003C2791" w:rsidRDefault="001216CC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ТОВАРОВ, РАБОТ, УСЛУГ ДЛЯ ОБЕСПЕЧЕНИЯ </w:t>
      </w:r>
    </w:p>
    <w:p w:rsidR="001216CC" w:rsidRPr="003C2791" w:rsidRDefault="001216CC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МУНИЦИП</w:t>
      </w:r>
      <w:r>
        <w:rPr>
          <w:b/>
          <w:bCs/>
        </w:rPr>
        <w:t>АЛЬНЫХ НУЖД АДМИНИСТРАЦИИ ШАСТОВСКОГО СЕЛЬСОВЕТА</w:t>
      </w:r>
    </w:p>
    <w:p w:rsidR="001216CC" w:rsidRPr="00992ED0" w:rsidRDefault="001216CC" w:rsidP="00992ED0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1216CC" w:rsidRPr="00992ED0" w:rsidRDefault="001216CC" w:rsidP="00992ED0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1. Настоящий П</w:t>
      </w:r>
      <w:r w:rsidRPr="003C2791">
        <w:rPr>
          <w:lang w:eastAsia="en-US"/>
        </w:rPr>
        <w:t xml:space="preserve">орядок </w:t>
      </w:r>
      <w:r>
        <w:rPr>
          <w:bCs/>
          <w:kern w:val="36"/>
        </w:rPr>
        <w:t xml:space="preserve">формирования, утверждения и ведения плана-графика закупок товаров, работ, услуг для обеспечения муниципальных нужд Администрации </w:t>
      </w:r>
      <w:r>
        <w:t>Шастовского сельсовета (далее Порядок)</w:t>
      </w:r>
      <w:r w:rsidRPr="003C2791">
        <w:rPr>
          <w:lang w:eastAsia="en-US"/>
        </w:rPr>
        <w:t xml:space="preserve"> устанавливае</w:t>
      </w:r>
      <w:r w:rsidRPr="00992ED0">
        <w:rPr>
          <w:lang w:eastAsia="en-US"/>
        </w:rPr>
        <w:t>т требования к формированию, утверждению и ведению плана-графика закупок товаров, работ, услуг для обеспечения</w:t>
      </w:r>
      <w:r w:rsidRPr="003C2791">
        <w:rPr>
          <w:lang w:eastAsia="en-US"/>
        </w:rPr>
        <w:t xml:space="preserve"> м</w:t>
      </w:r>
      <w:r>
        <w:rPr>
          <w:lang w:eastAsia="en-US"/>
        </w:rPr>
        <w:t>униципальных  нужд АдминистрацииШастовского сельсовета</w:t>
      </w:r>
      <w:r w:rsidRPr="00992ED0">
        <w:rPr>
          <w:lang w:eastAsia="en-US"/>
        </w:rPr>
        <w:t xml:space="preserve"> (далее - закупки) в соответствии с Федеральным </w:t>
      </w:r>
      <w:hyperlink r:id="rId4" w:history="1">
        <w:r w:rsidRPr="00992ED0">
          <w:rPr>
            <w:color w:val="0000FF"/>
            <w:lang w:eastAsia="en-US"/>
          </w:rPr>
          <w:t>законом</w:t>
        </w:r>
      </w:hyperlink>
      <w:r w:rsidRPr="00992ED0">
        <w:rPr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нужд" (дал</w:t>
      </w:r>
      <w:r>
        <w:rPr>
          <w:lang w:eastAsia="en-US"/>
        </w:rPr>
        <w:t xml:space="preserve">ее - Федеральный закон) и </w:t>
      </w:r>
      <w:r>
        <w:rPr>
          <w:bCs/>
          <w:kern w:val="36"/>
        </w:rPr>
        <w:t>постановлением Правительства Российской Федерации от 5 июня 2015г.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услуг».</w:t>
      </w:r>
    </w:p>
    <w:p w:rsidR="001216CC" w:rsidRDefault="001216CC" w:rsidP="003E299C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992ED0">
        <w:rPr>
          <w:lang w:eastAsia="en-US"/>
        </w:rPr>
        <w:t xml:space="preserve">2. </w:t>
      </w:r>
      <w:bookmarkStart w:id="1" w:name="Par42"/>
      <w:bookmarkEnd w:id="1"/>
      <w:r>
        <w:rPr>
          <w:color w:val="00011B"/>
          <w:shd w:val="clear" w:color="auto" w:fill="FFFFFF"/>
        </w:rPr>
        <w:t xml:space="preserve">Планы-графики </w:t>
      </w:r>
      <w:r w:rsidRPr="008B2B2E">
        <w:rPr>
          <w:color w:val="00011B"/>
          <w:shd w:val="clear" w:color="auto" w:fill="FFFFFF"/>
        </w:rPr>
        <w:t>закупок товаров, работ, услуг для обеспечения муниципальных нужд ведутся в соответствии с требованиями к форме, утверждёнными постановлением Правительства Российской Федер</w:t>
      </w:r>
      <w:r>
        <w:rPr>
          <w:color w:val="00011B"/>
          <w:shd w:val="clear" w:color="auto" w:fill="FFFFFF"/>
        </w:rPr>
        <w:t xml:space="preserve">ации </w:t>
      </w:r>
      <w:r>
        <w:rPr>
          <w:bCs/>
          <w:kern w:val="36"/>
        </w:rPr>
        <w:t>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>
        <w:rPr>
          <w:lang w:eastAsia="en-US"/>
        </w:rPr>
        <w:t>.</w:t>
      </w:r>
    </w:p>
    <w:p w:rsidR="001216CC" w:rsidRPr="00992ED0" w:rsidRDefault="001216CC" w:rsidP="003E299C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t>3. Порядок формирования, утверждения и ведения планов-графиков закупок для обеспечения муниципальных нужд, в течение 3 рабочих дней со дня его утверждения подлежит размещению в единой информационной системе</w:t>
      </w:r>
    </w:p>
    <w:p w:rsidR="001216CC" w:rsidRDefault="001216CC" w:rsidP="00E874D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bookmarkStart w:id="2" w:name="Par43"/>
      <w:bookmarkEnd w:id="2"/>
      <w:r>
        <w:rPr>
          <w:lang w:eastAsia="en-US"/>
        </w:rPr>
        <w:t>4</w:t>
      </w:r>
      <w:r w:rsidRPr="00992ED0">
        <w:rPr>
          <w:lang w:eastAsia="en-US"/>
        </w:rPr>
        <w:t xml:space="preserve">. Планы-графики закупок утверждаются в течение 10 рабочих дней </w:t>
      </w:r>
      <w:r w:rsidRPr="00B922F5">
        <w:rPr>
          <w:color w:val="000000"/>
        </w:rPr>
        <w:t>со дня доведения объема прав в денежном выражении на принятие и (или) исполнение обязательств в соответствии с бюджетным законода</w:t>
      </w:r>
      <w:r>
        <w:rPr>
          <w:color w:val="000000"/>
        </w:rPr>
        <w:t>тельством Российской Федерации;</w:t>
      </w:r>
    </w:p>
    <w:p w:rsidR="001216CC" w:rsidRDefault="001216CC" w:rsidP="00E874D4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Pr="00B922F5">
        <w:rPr>
          <w:color w:val="000000"/>
        </w:rPr>
        <w:t>. План</w:t>
      </w:r>
      <w:r>
        <w:rPr>
          <w:color w:val="000000"/>
        </w:rPr>
        <w:t xml:space="preserve">ы-графики закупок формируются </w:t>
      </w:r>
      <w:r w:rsidRPr="00B922F5">
        <w:rPr>
          <w:color w:val="000000"/>
        </w:rPr>
        <w:t xml:space="preserve"> ежегодно на очередной финансовый год в соответствии с планом закупок не позднее 10 рабочих дней пос</w:t>
      </w:r>
      <w:r>
        <w:rPr>
          <w:color w:val="000000"/>
        </w:rPr>
        <w:t>ле принятия Шастовской сельской Думы</w:t>
      </w:r>
      <w:r w:rsidRPr="00B922F5">
        <w:rPr>
          <w:color w:val="000000"/>
        </w:rPr>
        <w:t xml:space="preserve"> решени</w:t>
      </w:r>
      <w:r>
        <w:rPr>
          <w:color w:val="000000"/>
        </w:rPr>
        <w:t>я о бюджете  Администрации Шастовского сельсовета: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 w:rsidRPr="00B922F5">
        <w:rPr>
          <w:color w:val="000000"/>
        </w:rPr>
        <w:t xml:space="preserve"> формируют планы-графики закупок после внесения проекта решения</w:t>
      </w:r>
      <w:r>
        <w:rPr>
          <w:color w:val="000000"/>
        </w:rPr>
        <w:t>Шастовской сельской Думы  о бюджете Администрации Шастовского сельсовета</w:t>
      </w:r>
      <w:r w:rsidRPr="00B922F5">
        <w:rPr>
          <w:color w:val="000000"/>
        </w:rPr>
        <w:t xml:space="preserve"> на</w:t>
      </w:r>
      <w:r>
        <w:rPr>
          <w:color w:val="000000"/>
        </w:rPr>
        <w:t xml:space="preserve"> рассмотрение Шастовской сельской Думы;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 w:rsidRPr="00B922F5">
        <w:rPr>
          <w:color w:val="000000"/>
        </w:rPr>
        <w:t xml:space="preserve"> утверждают сформированные планы-графики закупок, после их уточнения (при необходимости) и доведения объема прав в денежном выражении на принятие и (или) исполнение обязательств в соответствии с бюджетным законода</w:t>
      </w:r>
      <w:r>
        <w:rPr>
          <w:color w:val="000000"/>
        </w:rPr>
        <w:t>тельством Российской Федерации;</w:t>
      </w:r>
    </w:p>
    <w:p w:rsidR="001216CC" w:rsidRPr="00B97977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6. </w:t>
      </w:r>
      <w:r w:rsidRPr="00B97977">
        <w:rPr>
          <w:color w:val="000000"/>
          <w:shd w:val="clear" w:color="auto" w:fill="FFFFFF"/>
        </w:rPr>
        <w:t>Утвержденный заказчиком план-график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плана-графика, за исключением сведений, составляющих государственную тайну.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7</w:t>
      </w:r>
      <w:r w:rsidRPr="00B922F5">
        <w:rPr>
          <w:color w:val="000000"/>
        </w:rPr>
        <w:t>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с</w:t>
      </w:r>
      <w:r>
        <w:rPr>
          <w:color w:val="000000"/>
        </w:rPr>
        <w:t>татьей 111 Федерального закона.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Pr="00B922F5">
        <w:rPr>
          <w:color w:val="000000"/>
        </w:rPr>
        <w:t>. В случае если определение поставщиков (подрядчиков, исполнителей)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</w:t>
      </w:r>
      <w:r>
        <w:rPr>
          <w:color w:val="000000"/>
        </w:rPr>
        <w:t>ждением.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9</w:t>
      </w:r>
      <w:r w:rsidRPr="00B922F5">
        <w:rPr>
          <w:color w:val="000000"/>
        </w:rPr>
        <w:t>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</w:t>
      </w:r>
      <w:r>
        <w:rPr>
          <w:color w:val="000000"/>
        </w:rPr>
        <w:t>утвержден план-график закупок.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10</w:t>
      </w:r>
      <w:r w:rsidRPr="00B922F5">
        <w:rPr>
          <w:color w:val="000000"/>
        </w:rPr>
        <w:t xml:space="preserve">. В случае если период осуществления закупки, включаемой в план-график закупок </w:t>
      </w:r>
      <w:r>
        <w:rPr>
          <w:color w:val="000000"/>
        </w:rPr>
        <w:t>заказчика</w:t>
      </w:r>
      <w:r w:rsidRPr="00B922F5">
        <w:rPr>
          <w:color w:val="000000"/>
        </w:rPr>
        <w:t xml:space="preserve">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</w:t>
      </w:r>
      <w:r>
        <w:rPr>
          <w:color w:val="000000"/>
        </w:rPr>
        <w:t>весь срок исполнения контракта.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Pr="00B922F5">
        <w:rPr>
          <w:color w:val="000000"/>
        </w:rPr>
        <w:t>.</w:t>
      </w:r>
      <w:r>
        <w:rPr>
          <w:color w:val="000000"/>
        </w:rPr>
        <w:t>Заказчик ведё</w:t>
      </w:r>
      <w:r w:rsidRPr="00B922F5">
        <w:rPr>
          <w:color w:val="000000"/>
        </w:rPr>
        <w:t>т планы-графики закупок в соответствии с положениями Федерального закона</w:t>
      </w:r>
      <w:r>
        <w:rPr>
          <w:color w:val="000000"/>
        </w:rPr>
        <w:t xml:space="preserve">, </w:t>
      </w:r>
      <w:r>
        <w:rPr>
          <w:bCs/>
          <w:kern w:val="36"/>
        </w:rPr>
        <w:t>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Pr="00B922F5">
        <w:rPr>
          <w:color w:val="000000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</w:t>
      </w:r>
      <w:r>
        <w:rPr>
          <w:color w:val="000000"/>
        </w:rPr>
        <w:t>к, а также в следующих случаях: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Pr="00B922F5">
        <w:rPr>
          <w:color w:val="000000"/>
        </w:rPr>
        <w:t xml:space="preserve">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</w:t>
      </w:r>
      <w:r>
        <w:rPr>
          <w:color w:val="000000"/>
        </w:rPr>
        <w:t>акупок, становится невозможной;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б)</w:t>
      </w:r>
      <w:r w:rsidRPr="00B922F5">
        <w:rPr>
          <w:color w:val="000000"/>
        </w:rPr>
        <w:t xml:space="preserve">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</w:t>
      </w:r>
      <w:r>
        <w:rPr>
          <w:color w:val="000000"/>
        </w:rPr>
        <w:t>са, срока исполнения контракта;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в)</w:t>
      </w:r>
      <w:r w:rsidRPr="00B922F5">
        <w:rPr>
          <w:color w:val="000000"/>
        </w:rPr>
        <w:t xml:space="preserve"> отмена заказчиком закупки, предусмотренной план</w:t>
      </w:r>
      <w:r>
        <w:rPr>
          <w:color w:val="000000"/>
        </w:rPr>
        <w:t>ом-графиком закупок;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г)</w:t>
      </w:r>
      <w:r w:rsidRPr="00B922F5">
        <w:rPr>
          <w:color w:val="000000"/>
        </w:rPr>
        <w:t xml:space="preserve"> образовавшаяся экономия от использования в текущем финансовом году бюджетных ассигнований в соответствии с законода</w:t>
      </w:r>
      <w:r>
        <w:rPr>
          <w:color w:val="000000"/>
        </w:rPr>
        <w:t>тельством Российской Федерации;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д)</w:t>
      </w:r>
      <w:r w:rsidRPr="00B922F5">
        <w:rPr>
          <w:color w:val="000000"/>
        </w:rPr>
        <w:t xml:space="preserve"> выдача предписания органами контроля, определеннымистатьей 99 Федерального закона, в том числе об аннулировании процедуры определения поставщик</w:t>
      </w:r>
      <w:r>
        <w:rPr>
          <w:color w:val="000000"/>
        </w:rPr>
        <w:t>ов (подрядчиков, исполнителей);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е)</w:t>
      </w:r>
      <w:r w:rsidRPr="00B922F5">
        <w:rPr>
          <w:color w:val="000000"/>
        </w:rPr>
        <w:t xml:space="preserve"> реализация решения, принятого заказчиком по итогам обязательного об</w:t>
      </w:r>
      <w:r>
        <w:rPr>
          <w:color w:val="000000"/>
        </w:rPr>
        <w:t>щественного обсуждения закупки;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ж)</w:t>
      </w:r>
      <w:r w:rsidRPr="00B922F5">
        <w:rPr>
          <w:color w:val="000000"/>
        </w:rPr>
        <w:t xml:space="preserve"> возникновение обстоятельств, предвидеть которые на дату утверждения плана-г</w:t>
      </w:r>
      <w:r>
        <w:rPr>
          <w:color w:val="000000"/>
        </w:rPr>
        <w:t>рафика закупок было невозможно.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12</w:t>
      </w:r>
      <w:r w:rsidRPr="00B922F5">
        <w:rPr>
          <w:color w:val="000000"/>
        </w:rPr>
        <w:t>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 извещения об осуществлении закупки, направления приглашения принять участие в определении поставщика (подрядчика, исполнителя), за исключение</w:t>
      </w:r>
      <w:r>
        <w:rPr>
          <w:color w:val="000000"/>
        </w:rPr>
        <w:t>м случая, указанного в пункте 11</w:t>
      </w:r>
      <w:r w:rsidRPr="00B922F5">
        <w:rPr>
          <w:color w:val="000000"/>
        </w:rPr>
        <w:t xml:space="preserve">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13</w:t>
      </w:r>
      <w:r w:rsidRPr="00B922F5">
        <w:rPr>
          <w:color w:val="000000"/>
        </w:rPr>
        <w:t>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 28 части 1 статьи 93 Федерального закона - не позднее чем за один ден</w:t>
      </w:r>
      <w:r>
        <w:rPr>
          <w:color w:val="000000"/>
        </w:rPr>
        <w:t>ь до даты заключения контракта.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14</w:t>
      </w:r>
      <w:r w:rsidRPr="00B922F5">
        <w:rPr>
          <w:color w:val="000000"/>
        </w:rPr>
        <w:t>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</w:t>
      </w:r>
      <w:r>
        <w:rPr>
          <w:color w:val="000000"/>
        </w:rPr>
        <w:t>дерального закона, в том числе: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Pr="00B922F5">
        <w:rPr>
          <w:color w:val="000000"/>
        </w:rPr>
        <w:t xml:space="preserve">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r>
        <w:rPr>
          <w:color w:val="000000"/>
        </w:rPr>
        <w:t>статьей 22 Федерального закона;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б)</w:t>
      </w:r>
      <w:r w:rsidRPr="00B922F5">
        <w:rPr>
          <w:color w:val="000000"/>
        </w:rPr>
        <w:t xml:space="preserve"> 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</w:t>
      </w:r>
      <w:r>
        <w:rPr>
          <w:color w:val="000000"/>
        </w:rPr>
        <w:t xml:space="preserve"> статьи 31 Федерального закона.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15</w:t>
      </w:r>
      <w:r w:rsidRPr="00B922F5">
        <w:rPr>
          <w:color w:val="000000"/>
        </w:rPr>
        <w:t>. Включаемая в план-график закупок информация должна соответствовать показате</w:t>
      </w:r>
      <w:r>
        <w:rPr>
          <w:color w:val="000000"/>
        </w:rPr>
        <w:t>лям плана закупок, в том числе:</w:t>
      </w:r>
    </w:p>
    <w:p w:rsidR="001216CC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Pr="00B922F5">
        <w:rPr>
          <w:color w:val="000000"/>
        </w:rPr>
        <w:t xml:space="preserve"> включаемые в план-график закупок идентификационные коды закупок должны соответствовать идентификационному коду закуп</w:t>
      </w:r>
      <w:r>
        <w:rPr>
          <w:color w:val="000000"/>
        </w:rPr>
        <w:t>ки, включенному в план закупок;</w:t>
      </w:r>
    </w:p>
    <w:p w:rsidR="001216CC" w:rsidRPr="00B922F5" w:rsidRDefault="001216C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б)</w:t>
      </w:r>
      <w:r w:rsidRPr="00B922F5">
        <w:rPr>
          <w:color w:val="000000"/>
        </w:rPr>
        <w:t xml:space="preserve">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1216CC" w:rsidRPr="00B922F5" w:rsidRDefault="001216CC" w:rsidP="00B922F5">
      <w:pPr>
        <w:spacing w:after="200" w:line="276" w:lineRule="auto"/>
        <w:ind w:firstLine="567"/>
        <w:rPr>
          <w:lang w:eastAsia="en-US"/>
        </w:rPr>
      </w:pPr>
    </w:p>
    <w:p w:rsidR="001216CC" w:rsidRDefault="001216CC" w:rsidP="00992ED0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1216CC" w:rsidRPr="00992ED0" w:rsidRDefault="001216CC" w:rsidP="00992ED0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sectPr w:rsidR="001216CC" w:rsidRPr="00992ED0" w:rsidSect="003C27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CD1"/>
    <w:rsid w:val="0001581D"/>
    <w:rsid w:val="0002130B"/>
    <w:rsid w:val="0002218C"/>
    <w:rsid w:val="00057DD9"/>
    <w:rsid w:val="000B262E"/>
    <w:rsid w:val="001216CC"/>
    <w:rsid w:val="001219E1"/>
    <w:rsid w:val="00146953"/>
    <w:rsid w:val="00191AFF"/>
    <w:rsid w:val="00196497"/>
    <w:rsid w:val="002834B7"/>
    <w:rsid w:val="0029308D"/>
    <w:rsid w:val="002D5114"/>
    <w:rsid w:val="002F34C1"/>
    <w:rsid w:val="003613DB"/>
    <w:rsid w:val="00361675"/>
    <w:rsid w:val="00363D11"/>
    <w:rsid w:val="00363F71"/>
    <w:rsid w:val="003C2791"/>
    <w:rsid w:val="003E299C"/>
    <w:rsid w:val="00406C5F"/>
    <w:rsid w:val="00424CDF"/>
    <w:rsid w:val="00442287"/>
    <w:rsid w:val="004542E6"/>
    <w:rsid w:val="0049122A"/>
    <w:rsid w:val="004B0FC7"/>
    <w:rsid w:val="004F6308"/>
    <w:rsid w:val="00514FFB"/>
    <w:rsid w:val="00537E52"/>
    <w:rsid w:val="00556784"/>
    <w:rsid w:val="005B1AC2"/>
    <w:rsid w:val="00632234"/>
    <w:rsid w:val="006A1784"/>
    <w:rsid w:val="006C5DA8"/>
    <w:rsid w:val="006D3B23"/>
    <w:rsid w:val="006F4C98"/>
    <w:rsid w:val="006F5942"/>
    <w:rsid w:val="00720CF2"/>
    <w:rsid w:val="007660D2"/>
    <w:rsid w:val="007A371A"/>
    <w:rsid w:val="007B2A3C"/>
    <w:rsid w:val="007B51DF"/>
    <w:rsid w:val="007C2C0F"/>
    <w:rsid w:val="007D7452"/>
    <w:rsid w:val="007E2E6B"/>
    <w:rsid w:val="00804668"/>
    <w:rsid w:val="00841A93"/>
    <w:rsid w:val="00851367"/>
    <w:rsid w:val="008A738B"/>
    <w:rsid w:val="008B2B2E"/>
    <w:rsid w:val="008C0009"/>
    <w:rsid w:val="009002BE"/>
    <w:rsid w:val="00902D34"/>
    <w:rsid w:val="00904F83"/>
    <w:rsid w:val="0096024C"/>
    <w:rsid w:val="00962086"/>
    <w:rsid w:val="00983D9D"/>
    <w:rsid w:val="00992ED0"/>
    <w:rsid w:val="009B4CD1"/>
    <w:rsid w:val="009C1043"/>
    <w:rsid w:val="00A639A4"/>
    <w:rsid w:val="00A63D94"/>
    <w:rsid w:val="00AC54FC"/>
    <w:rsid w:val="00AD6C3F"/>
    <w:rsid w:val="00AF17E3"/>
    <w:rsid w:val="00AF199B"/>
    <w:rsid w:val="00AF2F66"/>
    <w:rsid w:val="00B22B49"/>
    <w:rsid w:val="00B712A7"/>
    <w:rsid w:val="00B922F5"/>
    <w:rsid w:val="00B97977"/>
    <w:rsid w:val="00C15EF3"/>
    <w:rsid w:val="00C24CF6"/>
    <w:rsid w:val="00C414FA"/>
    <w:rsid w:val="00C5010E"/>
    <w:rsid w:val="00C70784"/>
    <w:rsid w:val="00C850B7"/>
    <w:rsid w:val="00C93B7C"/>
    <w:rsid w:val="00CB5EA0"/>
    <w:rsid w:val="00CF6738"/>
    <w:rsid w:val="00D00270"/>
    <w:rsid w:val="00D06D24"/>
    <w:rsid w:val="00D20E36"/>
    <w:rsid w:val="00DA63AC"/>
    <w:rsid w:val="00DB52A9"/>
    <w:rsid w:val="00DC1A2C"/>
    <w:rsid w:val="00DD5327"/>
    <w:rsid w:val="00E72E4A"/>
    <w:rsid w:val="00E874D4"/>
    <w:rsid w:val="00E93A73"/>
    <w:rsid w:val="00ED5B88"/>
    <w:rsid w:val="00EF45F9"/>
    <w:rsid w:val="00EF5EF9"/>
    <w:rsid w:val="00F22FB2"/>
    <w:rsid w:val="00F3739C"/>
    <w:rsid w:val="00F37E78"/>
    <w:rsid w:val="00F63BDB"/>
    <w:rsid w:val="00F7351C"/>
    <w:rsid w:val="00FA256E"/>
    <w:rsid w:val="00FB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5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A256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93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DA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FBB84E4E4641BB1A67C1DDAD840376E0F73E4FECDDD95E58A6CD66B2228D2A69C0FCF1EC25E433HDB2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599</TotalTime>
  <Pages>4</Pages>
  <Words>1646</Words>
  <Characters>9384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user</cp:lastModifiedBy>
  <cp:revision>110</cp:revision>
  <cp:lastPrinted>2016-12-13T09:43:00Z</cp:lastPrinted>
  <dcterms:created xsi:type="dcterms:W3CDTF">2016-11-24T08:47:00Z</dcterms:created>
  <dcterms:modified xsi:type="dcterms:W3CDTF">2016-12-13T09:45:00Z</dcterms:modified>
</cp:coreProperties>
</file>