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8B7" w:rsidRPr="0085622C" w:rsidRDefault="00C828B7" w:rsidP="00316B3C">
      <w:pPr>
        <w:jc w:val="right"/>
        <w:rPr>
          <w:b/>
        </w:rPr>
      </w:pPr>
    </w:p>
    <w:p w:rsidR="00C828B7" w:rsidRPr="0085622C" w:rsidRDefault="00C828B7" w:rsidP="00657C1F">
      <w:pPr>
        <w:jc w:val="center"/>
        <w:rPr>
          <w:b/>
        </w:rPr>
      </w:pPr>
      <w:r w:rsidRPr="0085622C">
        <w:rPr>
          <w:b/>
        </w:rPr>
        <w:t>КУРГАНСКАЯ ОБЛАСТЬ</w:t>
      </w:r>
    </w:p>
    <w:p w:rsidR="00C828B7" w:rsidRDefault="00C828B7" w:rsidP="00657C1F">
      <w:pPr>
        <w:jc w:val="center"/>
        <w:rPr>
          <w:b/>
        </w:rPr>
      </w:pPr>
      <w:r w:rsidRPr="0085622C">
        <w:rPr>
          <w:b/>
        </w:rPr>
        <w:t>ВАРГАШИНСКИЙ РАЙОН</w:t>
      </w:r>
    </w:p>
    <w:p w:rsidR="00C828B7" w:rsidRPr="0085622C" w:rsidRDefault="00C828B7" w:rsidP="00657C1F">
      <w:pPr>
        <w:jc w:val="center"/>
        <w:rPr>
          <w:b/>
        </w:rPr>
      </w:pPr>
      <w:r>
        <w:rPr>
          <w:b/>
        </w:rPr>
        <w:t>ШАСТОВСКИЙ СЕЛЬСОВЕТ</w:t>
      </w:r>
    </w:p>
    <w:p w:rsidR="00C828B7" w:rsidRPr="0085622C" w:rsidRDefault="00C828B7" w:rsidP="00657C1F">
      <w:pPr>
        <w:jc w:val="center"/>
        <w:rPr>
          <w:b/>
        </w:rPr>
      </w:pPr>
      <w:r w:rsidRPr="0085622C">
        <w:rPr>
          <w:b/>
        </w:rPr>
        <w:t>АДМИНИСТРАЦИЯ ШАСТОВСКОГО СЕЛЬСОВЕТА</w:t>
      </w:r>
    </w:p>
    <w:p w:rsidR="00C828B7" w:rsidRPr="0085622C" w:rsidRDefault="00C828B7" w:rsidP="00460F47">
      <w:pPr>
        <w:jc w:val="center"/>
        <w:rPr>
          <w:b/>
          <w:sz w:val="28"/>
          <w:szCs w:val="28"/>
        </w:rPr>
      </w:pPr>
    </w:p>
    <w:p w:rsidR="00C828B7" w:rsidRPr="0085622C" w:rsidRDefault="00C828B7" w:rsidP="00460F47">
      <w:pPr>
        <w:jc w:val="center"/>
        <w:rPr>
          <w:b/>
          <w:sz w:val="28"/>
          <w:szCs w:val="28"/>
        </w:rPr>
      </w:pPr>
    </w:p>
    <w:p w:rsidR="00C828B7" w:rsidRPr="0085622C" w:rsidRDefault="00C828B7" w:rsidP="00460F47">
      <w:pPr>
        <w:jc w:val="center"/>
        <w:rPr>
          <w:b/>
          <w:sz w:val="28"/>
          <w:szCs w:val="28"/>
        </w:rPr>
      </w:pPr>
      <w:r w:rsidRPr="0085622C">
        <w:rPr>
          <w:b/>
          <w:sz w:val="28"/>
          <w:szCs w:val="28"/>
        </w:rPr>
        <w:t>ПОСТАНОВЛЕНИЕ</w:t>
      </w:r>
    </w:p>
    <w:p w:rsidR="00C828B7" w:rsidRPr="0085622C" w:rsidRDefault="00C828B7" w:rsidP="00460F47">
      <w:pPr>
        <w:jc w:val="center"/>
        <w:rPr>
          <w:b/>
          <w:sz w:val="28"/>
          <w:szCs w:val="28"/>
        </w:rPr>
      </w:pPr>
    </w:p>
    <w:p w:rsidR="00C828B7" w:rsidRPr="0085622C" w:rsidRDefault="00C828B7" w:rsidP="00460F47">
      <w:pPr>
        <w:jc w:val="center"/>
        <w:rPr>
          <w:b/>
          <w:sz w:val="28"/>
          <w:szCs w:val="28"/>
        </w:rPr>
      </w:pPr>
    </w:p>
    <w:p w:rsidR="00C828B7" w:rsidRPr="0085622C" w:rsidRDefault="00C828B7" w:rsidP="00657C1F">
      <w:pPr>
        <w:jc w:val="center"/>
      </w:pPr>
    </w:p>
    <w:p w:rsidR="00C828B7" w:rsidRPr="0085622C" w:rsidRDefault="00C828B7" w:rsidP="00657C1F">
      <w:pPr>
        <w:rPr>
          <w:b/>
        </w:rPr>
      </w:pPr>
      <w:r>
        <w:rPr>
          <w:b/>
        </w:rPr>
        <w:t>от 23 декабря</w:t>
      </w:r>
      <w:r>
        <w:t xml:space="preserve"> </w:t>
      </w:r>
      <w:r>
        <w:rPr>
          <w:b/>
        </w:rPr>
        <w:t>2016 года № 87</w:t>
      </w:r>
    </w:p>
    <w:p w:rsidR="00C828B7" w:rsidRDefault="00C828B7" w:rsidP="00657C1F">
      <w:pPr>
        <w:rPr>
          <w:b/>
        </w:rPr>
      </w:pPr>
      <w:r w:rsidRPr="0085622C">
        <w:rPr>
          <w:b/>
        </w:rPr>
        <w:t>с. Шастово</w:t>
      </w:r>
    </w:p>
    <w:p w:rsidR="00C828B7" w:rsidRPr="0085622C" w:rsidRDefault="00C828B7" w:rsidP="00657C1F">
      <w:pPr>
        <w:rPr>
          <w:b/>
        </w:rPr>
      </w:pPr>
    </w:p>
    <w:p w:rsidR="00C828B7" w:rsidRPr="00D75C6D" w:rsidRDefault="00C828B7" w:rsidP="00997AD3">
      <w:pPr>
        <w:ind w:right="-1"/>
        <w:jc w:val="center"/>
        <w:rPr>
          <w:b/>
        </w:rPr>
      </w:pPr>
      <w:r>
        <w:rPr>
          <w:b/>
        </w:rPr>
        <w:t>О внесении изменений в постановление Администрации Шастовского сельсовета от 9 сентября 2016 № 54 «</w:t>
      </w:r>
      <w:r w:rsidRPr="00D75C6D">
        <w:rPr>
          <w:b/>
        </w:rPr>
        <w:t xml:space="preserve">Об  утверждении муниципальной программы </w:t>
      </w:r>
      <w:r>
        <w:rPr>
          <w:b/>
        </w:rPr>
        <w:t xml:space="preserve">Шастовского </w:t>
      </w:r>
      <w:r w:rsidRPr="00D75C6D">
        <w:rPr>
          <w:b/>
        </w:rPr>
        <w:t xml:space="preserve">сельсовета «Развитие культуры </w:t>
      </w:r>
      <w:r>
        <w:rPr>
          <w:b/>
        </w:rPr>
        <w:t xml:space="preserve">Шастовского </w:t>
      </w:r>
      <w:r w:rsidRPr="00D75C6D">
        <w:rPr>
          <w:b/>
        </w:rPr>
        <w:t>сельсовета»</w:t>
      </w:r>
      <w:r>
        <w:rPr>
          <w:b/>
        </w:rPr>
        <w:t>»</w:t>
      </w:r>
    </w:p>
    <w:p w:rsidR="00C828B7" w:rsidRPr="0085622C" w:rsidRDefault="00C828B7" w:rsidP="00460F47">
      <w:pPr>
        <w:jc w:val="center"/>
      </w:pPr>
    </w:p>
    <w:p w:rsidR="00C828B7" w:rsidRPr="0085622C" w:rsidRDefault="00C828B7" w:rsidP="00460F47">
      <w:pPr>
        <w:jc w:val="center"/>
      </w:pPr>
    </w:p>
    <w:p w:rsidR="00C828B7" w:rsidRPr="0085622C" w:rsidRDefault="00C828B7" w:rsidP="00657C1F">
      <w:pPr>
        <w:ind w:right="-1" w:firstLine="540"/>
        <w:jc w:val="both"/>
        <w:rPr>
          <w:b/>
        </w:rPr>
      </w:pPr>
      <w:r w:rsidRPr="0085622C">
        <w:tab/>
        <w:t xml:space="preserve">  В соответствии с Федеральным законом от 6 октября 2003 года №131-ФЗ «Об общих принципах организации местного самоуправления в Российской Федерации, Уставом Шастовского сельсовета Варгашинского района Курганской области, постановлением Администрации Шастовского сельсовета от 27 сентября  2013 года № 3</w:t>
      </w:r>
      <w:r w:rsidRPr="0085622C">
        <w:rPr>
          <w:b/>
        </w:rPr>
        <w:t xml:space="preserve"> «</w:t>
      </w:r>
      <w:r w:rsidRPr="0085622C">
        <w:t>О муниципальных программах Шастовского сельсовета» Администрация Шастовского сельсовета ПОСТАНОВЛЯЕТ</w:t>
      </w:r>
      <w:r w:rsidRPr="0085622C">
        <w:rPr>
          <w:b/>
        </w:rPr>
        <w:t>:</w:t>
      </w:r>
    </w:p>
    <w:p w:rsidR="00C828B7" w:rsidRPr="0085622C" w:rsidRDefault="00C828B7" w:rsidP="00657C1F">
      <w:pPr>
        <w:ind w:right="-1" w:firstLine="540"/>
        <w:jc w:val="both"/>
        <w:rPr>
          <w:b/>
        </w:rPr>
      </w:pPr>
    </w:p>
    <w:p w:rsidR="00C828B7" w:rsidRPr="0085622C" w:rsidRDefault="00C828B7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>
        <w:t xml:space="preserve">Внести в приложение к постановлению Администрации </w:t>
      </w:r>
      <w:r w:rsidRPr="0085622C">
        <w:t xml:space="preserve">Шастовского </w:t>
      </w:r>
      <w:r>
        <w:t>сельсовета от 9 сентября 2016 года № 54 «Об у</w:t>
      </w:r>
      <w:r w:rsidRPr="00D75C6D">
        <w:t>твер</w:t>
      </w:r>
      <w:r>
        <w:t>ж</w:t>
      </w:r>
      <w:r w:rsidRPr="00D75C6D">
        <w:t>д</w:t>
      </w:r>
      <w:r>
        <w:t xml:space="preserve">ении </w:t>
      </w:r>
      <w:r w:rsidRPr="00D75C6D">
        <w:t>муниципальн</w:t>
      </w:r>
      <w:r>
        <w:t>ой</w:t>
      </w:r>
      <w:r w:rsidRPr="00D75C6D">
        <w:t xml:space="preserve"> программ</w:t>
      </w:r>
      <w:r>
        <w:t>ы</w:t>
      </w:r>
      <w:r w:rsidRPr="00D75C6D">
        <w:t xml:space="preserve"> </w:t>
      </w:r>
      <w:r w:rsidRPr="0085622C">
        <w:t xml:space="preserve">Шастовского </w:t>
      </w:r>
      <w:r w:rsidRPr="00D75C6D">
        <w:t xml:space="preserve">сельсовета </w:t>
      </w:r>
      <w:r w:rsidRPr="00D75C6D">
        <w:rPr>
          <w:b/>
        </w:rPr>
        <w:t xml:space="preserve"> </w:t>
      </w:r>
      <w:r w:rsidRPr="00D75C6D">
        <w:t>«</w:t>
      </w:r>
      <w:r w:rsidRPr="00D75C6D">
        <w:rPr>
          <w:bCs/>
        </w:rPr>
        <w:t xml:space="preserve">Развитие культуры </w:t>
      </w:r>
      <w:r w:rsidRPr="0085622C">
        <w:t xml:space="preserve">Шастовского </w:t>
      </w:r>
      <w:r w:rsidRPr="00D75C6D">
        <w:rPr>
          <w:bCs/>
        </w:rPr>
        <w:t>сельсовета</w:t>
      </w:r>
      <w:r w:rsidRPr="00D75C6D">
        <w:t>»</w:t>
      </w:r>
      <w:r>
        <w:t>»</w:t>
      </w:r>
      <w:r w:rsidRPr="00D75C6D">
        <w:t xml:space="preserve"> </w:t>
      </w:r>
      <w:r>
        <w:t xml:space="preserve">изменения, изложив его в редакции </w:t>
      </w:r>
      <w:r w:rsidRPr="00D75C6D">
        <w:t>согласно приложению к настоящему постановлению</w:t>
      </w:r>
      <w:r w:rsidRPr="0085622C">
        <w:t>.</w:t>
      </w:r>
    </w:p>
    <w:p w:rsidR="00C828B7" w:rsidRPr="0085622C" w:rsidRDefault="00C828B7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 w:rsidRPr="0085622C">
        <w:t>Настоящее постановление обнародовать в местах, определенных Уставом Шастовского сельсовета Варгашинского района Курганской области.</w:t>
      </w:r>
    </w:p>
    <w:p w:rsidR="00C828B7" w:rsidRPr="0085622C" w:rsidRDefault="00C828B7" w:rsidP="00657C1F">
      <w:pPr>
        <w:numPr>
          <w:ilvl w:val="0"/>
          <w:numId w:val="21"/>
        </w:numPr>
        <w:tabs>
          <w:tab w:val="clear" w:pos="720"/>
          <w:tab w:val="num" w:pos="360"/>
        </w:tabs>
        <w:ind w:left="0" w:right="-1" w:firstLine="360"/>
        <w:jc w:val="both"/>
      </w:pPr>
      <w:r w:rsidRPr="0085622C">
        <w:t>Контроль за выполнением настоящего постановления оставляю за собой.</w:t>
      </w:r>
    </w:p>
    <w:p w:rsidR="00C828B7" w:rsidRPr="0085622C" w:rsidRDefault="00C828B7" w:rsidP="00657C1F">
      <w:pPr>
        <w:ind w:right="-1" w:firstLine="540"/>
        <w:jc w:val="both"/>
        <w:rPr>
          <w:sz w:val="28"/>
          <w:szCs w:val="28"/>
        </w:rPr>
      </w:pPr>
    </w:p>
    <w:p w:rsidR="00C828B7" w:rsidRPr="0085622C" w:rsidRDefault="00C828B7" w:rsidP="00C410B7">
      <w:pPr>
        <w:jc w:val="both"/>
        <w:rPr>
          <w:bCs/>
          <w:sz w:val="28"/>
          <w:szCs w:val="28"/>
        </w:rPr>
      </w:pPr>
    </w:p>
    <w:p w:rsidR="00C828B7" w:rsidRPr="0085622C" w:rsidRDefault="00C828B7" w:rsidP="00460F47">
      <w:pPr>
        <w:ind w:left="1065"/>
        <w:jc w:val="both"/>
        <w:rPr>
          <w:bCs/>
          <w:sz w:val="28"/>
          <w:szCs w:val="28"/>
        </w:rPr>
      </w:pPr>
    </w:p>
    <w:p w:rsidR="00C828B7" w:rsidRPr="0085622C" w:rsidRDefault="00C828B7" w:rsidP="00460F47">
      <w:pPr>
        <w:ind w:left="1065"/>
        <w:jc w:val="both"/>
        <w:rPr>
          <w:bCs/>
          <w:sz w:val="28"/>
          <w:szCs w:val="28"/>
        </w:rPr>
      </w:pPr>
    </w:p>
    <w:p w:rsidR="00C828B7" w:rsidRPr="0085622C" w:rsidRDefault="00C828B7" w:rsidP="00460F47">
      <w:pPr>
        <w:ind w:left="705"/>
        <w:rPr>
          <w:sz w:val="28"/>
          <w:szCs w:val="28"/>
        </w:rPr>
      </w:pPr>
    </w:p>
    <w:p w:rsidR="00C828B7" w:rsidRPr="0085622C" w:rsidRDefault="00C828B7" w:rsidP="00657C1F">
      <w:pPr>
        <w:jc w:val="both"/>
      </w:pPr>
      <w:r w:rsidRPr="0085622C">
        <w:t>Глава Шастовского сельсовета                                                                Л.В.Речкина</w:t>
      </w:r>
    </w:p>
    <w:p w:rsidR="00C828B7" w:rsidRPr="0085622C" w:rsidRDefault="00C828B7" w:rsidP="00460F47">
      <w:pPr>
        <w:pStyle w:val="BodyTextIndent2"/>
        <w:ind w:left="0"/>
        <w:rPr>
          <w:sz w:val="28"/>
          <w:szCs w:val="28"/>
        </w:rPr>
      </w:pPr>
    </w:p>
    <w:p w:rsidR="00C828B7" w:rsidRPr="0085622C" w:rsidRDefault="00C828B7" w:rsidP="00460F47">
      <w:pPr>
        <w:pStyle w:val="BodyTextIndent2"/>
        <w:ind w:left="0"/>
        <w:rPr>
          <w:sz w:val="28"/>
          <w:szCs w:val="28"/>
        </w:rPr>
      </w:pPr>
    </w:p>
    <w:p w:rsidR="00C828B7" w:rsidRPr="0085622C" w:rsidRDefault="00C828B7" w:rsidP="00460F47">
      <w:pPr>
        <w:rPr>
          <w:sz w:val="28"/>
          <w:szCs w:val="28"/>
        </w:rPr>
      </w:pPr>
    </w:p>
    <w:p w:rsidR="00C828B7" w:rsidRPr="0085622C" w:rsidRDefault="00C828B7" w:rsidP="00460F47">
      <w:pPr>
        <w:rPr>
          <w:sz w:val="28"/>
          <w:szCs w:val="28"/>
        </w:rPr>
      </w:pPr>
    </w:p>
    <w:p w:rsidR="00C828B7" w:rsidRPr="0085622C" w:rsidRDefault="00C828B7" w:rsidP="00460F47">
      <w:pPr>
        <w:rPr>
          <w:sz w:val="28"/>
          <w:szCs w:val="28"/>
        </w:rPr>
      </w:pPr>
    </w:p>
    <w:p w:rsidR="00C828B7" w:rsidRPr="0085622C" w:rsidRDefault="00C828B7" w:rsidP="00460F47">
      <w:pPr>
        <w:rPr>
          <w:sz w:val="28"/>
          <w:szCs w:val="28"/>
        </w:rPr>
      </w:pPr>
    </w:p>
    <w:p w:rsidR="00C828B7" w:rsidRPr="0085622C" w:rsidRDefault="00C828B7" w:rsidP="00460F47">
      <w:pPr>
        <w:rPr>
          <w:sz w:val="28"/>
          <w:szCs w:val="28"/>
        </w:rPr>
      </w:pPr>
    </w:p>
    <w:p w:rsidR="00C828B7" w:rsidRPr="0085622C" w:rsidRDefault="00C828B7" w:rsidP="00460F47">
      <w:pPr>
        <w:rPr>
          <w:sz w:val="28"/>
          <w:szCs w:val="28"/>
        </w:rPr>
      </w:pPr>
    </w:p>
    <w:p w:rsidR="00C828B7" w:rsidRPr="0085622C" w:rsidRDefault="00C828B7" w:rsidP="00460F47">
      <w:pPr>
        <w:rPr>
          <w:sz w:val="28"/>
          <w:szCs w:val="28"/>
        </w:rPr>
      </w:pPr>
    </w:p>
    <w:p w:rsidR="00C828B7" w:rsidRPr="0085622C" w:rsidRDefault="00C828B7" w:rsidP="00460F47">
      <w:pPr>
        <w:rPr>
          <w:sz w:val="28"/>
          <w:szCs w:val="28"/>
        </w:rPr>
      </w:pPr>
    </w:p>
    <w:p w:rsidR="00C828B7" w:rsidRPr="00D75C6D" w:rsidRDefault="00C828B7" w:rsidP="00997AD3">
      <w:pPr>
        <w:ind w:left="4962"/>
        <w:jc w:val="both"/>
      </w:pPr>
      <w:r w:rsidRPr="00D75C6D">
        <w:t xml:space="preserve">Приложение к постановлению Администрации </w:t>
      </w:r>
      <w:r w:rsidRPr="0085622C">
        <w:t xml:space="preserve">Шастовского </w:t>
      </w:r>
      <w:r>
        <w:t>сельсовета от 23</w:t>
      </w:r>
      <w:r w:rsidRPr="00D75C6D">
        <w:t xml:space="preserve"> </w:t>
      </w:r>
      <w:r>
        <w:t xml:space="preserve">декабря </w:t>
      </w:r>
      <w:r w:rsidRPr="00D75C6D">
        <w:t>2016 года №</w:t>
      </w:r>
      <w:r>
        <w:t xml:space="preserve"> 87</w:t>
      </w:r>
      <w:r w:rsidRPr="00D75C6D">
        <w:t xml:space="preserve"> «</w:t>
      </w:r>
      <w:r>
        <w:t xml:space="preserve">О внесении изменений в постановление Администрации </w:t>
      </w:r>
      <w:r w:rsidRPr="0085622C">
        <w:t xml:space="preserve">Шастовского </w:t>
      </w:r>
      <w:r>
        <w:t>сельсовета от 9 сентября 2016 года № 54 «</w:t>
      </w:r>
      <w:r w:rsidRPr="00D75C6D">
        <w:t xml:space="preserve">Об утверждении муниципальной программы </w:t>
      </w:r>
      <w:r w:rsidRPr="0085622C">
        <w:t xml:space="preserve">Шастовского </w:t>
      </w:r>
      <w:r w:rsidRPr="00D75C6D">
        <w:t>сельсовета «</w:t>
      </w:r>
      <w:r w:rsidRPr="00D75C6D">
        <w:rPr>
          <w:bCs/>
        </w:rPr>
        <w:t xml:space="preserve">Развитие культуры </w:t>
      </w:r>
      <w:r w:rsidRPr="0085622C">
        <w:t xml:space="preserve">Шастовского </w:t>
      </w:r>
      <w:r w:rsidRPr="00D75C6D">
        <w:rPr>
          <w:bCs/>
        </w:rPr>
        <w:t>сельсовета</w:t>
      </w:r>
      <w:r w:rsidRPr="00D75C6D">
        <w:t>»</w:t>
      </w:r>
      <w:r>
        <w:t>»»</w:t>
      </w:r>
    </w:p>
    <w:p w:rsidR="00C828B7" w:rsidRPr="0085622C" w:rsidRDefault="00C828B7" w:rsidP="00460F47">
      <w:pPr>
        <w:rPr>
          <w:sz w:val="28"/>
          <w:szCs w:val="28"/>
        </w:rPr>
      </w:pPr>
    </w:p>
    <w:p w:rsidR="00C828B7" w:rsidRPr="0085622C" w:rsidRDefault="00C828B7" w:rsidP="00657C1F">
      <w:pPr>
        <w:ind w:left="4962"/>
        <w:jc w:val="both"/>
      </w:pPr>
      <w:r>
        <w:t>«</w:t>
      </w:r>
      <w:r w:rsidRPr="0085622C">
        <w:t xml:space="preserve">Приложение к постановлению Администрации Шастовского сельсовета от </w:t>
      </w:r>
      <w:r>
        <w:t>9</w:t>
      </w:r>
      <w:r w:rsidRPr="0085622C">
        <w:t xml:space="preserve"> </w:t>
      </w:r>
      <w:r>
        <w:t xml:space="preserve">сентября </w:t>
      </w:r>
      <w:r w:rsidRPr="0085622C">
        <w:t xml:space="preserve">2016 года № </w:t>
      </w:r>
      <w:r>
        <w:t>54</w:t>
      </w:r>
      <w:r w:rsidRPr="0085622C">
        <w:t xml:space="preserve"> «Об утверждении муниципальной программы Шастовского сельсовета «</w:t>
      </w:r>
      <w:r w:rsidRPr="0085622C">
        <w:rPr>
          <w:bCs/>
        </w:rPr>
        <w:t>Развитие культуры Шастовского сельсовета</w:t>
      </w:r>
      <w:r w:rsidRPr="0085622C">
        <w:t>»</w:t>
      </w:r>
    </w:p>
    <w:p w:rsidR="00C828B7" w:rsidRPr="0085622C" w:rsidRDefault="00C828B7" w:rsidP="00657C1F">
      <w:pPr>
        <w:ind w:left="4962"/>
        <w:jc w:val="both"/>
      </w:pPr>
    </w:p>
    <w:p w:rsidR="00C828B7" w:rsidRPr="0085622C" w:rsidRDefault="00C828B7" w:rsidP="004057A1">
      <w:pPr>
        <w:pStyle w:val="NoSpacing"/>
        <w:jc w:val="center"/>
        <w:rPr>
          <w:b/>
          <w:szCs w:val="28"/>
        </w:rPr>
      </w:pPr>
      <w:r w:rsidRPr="0085622C">
        <w:rPr>
          <w:b/>
          <w:szCs w:val="28"/>
        </w:rPr>
        <w:t xml:space="preserve">Муниципальная программа Шастовского сельсовета </w:t>
      </w:r>
    </w:p>
    <w:p w:rsidR="00C828B7" w:rsidRPr="0085622C" w:rsidRDefault="00C828B7" w:rsidP="000E4F87">
      <w:pPr>
        <w:pStyle w:val="NoSpacing"/>
        <w:jc w:val="center"/>
        <w:rPr>
          <w:b/>
        </w:rPr>
      </w:pPr>
      <w:r w:rsidRPr="0085622C">
        <w:rPr>
          <w:b/>
          <w:sz w:val="28"/>
          <w:szCs w:val="28"/>
        </w:rPr>
        <w:t xml:space="preserve"> </w:t>
      </w:r>
      <w:r w:rsidRPr="0085622C">
        <w:rPr>
          <w:b/>
        </w:rPr>
        <w:t xml:space="preserve">«Развитие культуры Шастовского сельсовета» </w:t>
      </w:r>
    </w:p>
    <w:p w:rsidR="00C828B7" w:rsidRPr="0085622C" w:rsidRDefault="00C828B7" w:rsidP="004057A1">
      <w:pPr>
        <w:pStyle w:val="NoSpacing"/>
        <w:jc w:val="center"/>
        <w:rPr>
          <w:b/>
          <w:szCs w:val="28"/>
        </w:rPr>
      </w:pPr>
    </w:p>
    <w:p w:rsidR="00C828B7" w:rsidRPr="0085622C" w:rsidRDefault="00C828B7" w:rsidP="004057A1">
      <w:pPr>
        <w:pStyle w:val="Standard"/>
        <w:jc w:val="center"/>
        <w:rPr>
          <w:rFonts w:eastAsia="Times New Roman" w:cs="Arial"/>
          <w:b/>
          <w:szCs w:val="28"/>
          <w:lang w:eastAsia="ru-RU" w:bidi="ar-SA"/>
        </w:rPr>
      </w:pPr>
      <w:r w:rsidRPr="0085622C">
        <w:rPr>
          <w:rFonts w:eastAsia="Times New Roman" w:cs="Arial"/>
          <w:b/>
          <w:szCs w:val="28"/>
          <w:lang w:eastAsia="ru-RU" w:bidi="ar-SA"/>
        </w:rPr>
        <w:t>ПАСПОРТ</w:t>
      </w:r>
    </w:p>
    <w:p w:rsidR="00C828B7" w:rsidRPr="0085622C" w:rsidRDefault="00C828B7" w:rsidP="004057A1">
      <w:pPr>
        <w:pStyle w:val="Standard"/>
        <w:jc w:val="center"/>
        <w:rPr>
          <w:rFonts w:eastAsia="Times New Roman" w:cs="Arial"/>
          <w:b/>
          <w:szCs w:val="28"/>
          <w:lang w:eastAsia="ru-RU" w:bidi="ar-SA"/>
        </w:rPr>
      </w:pPr>
      <w:r w:rsidRPr="0085622C">
        <w:rPr>
          <w:rFonts w:eastAsia="Times New Roman" w:cs="Arial"/>
          <w:b/>
          <w:szCs w:val="28"/>
          <w:lang w:eastAsia="ru-RU" w:bidi="ar-SA"/>
        </w:rPr>
        <w:t>муниципальной программы Шастовского сельсовета</w:t>
      </w:r>
    </w:p>
    <w:p w:rsidR="00C828B7" w:rsidRPr="0085622C" w:rsidRDefault="00C828B7" w:rsidP="000E4F87">
      <w:pPr>
        <w:pStyle w:val="NoSpacing"/>
        <w:jc w:val="center"/>
        <w:rPr>
          <w:b/>
        </w:rPr>
      </w:pPr>
      <w:r w:rsidRPr="0085622C">
        <w:rPr>
          <w:b/>
        </w:rPr>
        <w:t xml:space="preserve">«Развитие культуры Шастовского сельсовета» </w:t>
      </w:r>
    </w:p>
    <w:p w:rsidR="00C828B7" w:rsidRPr="0085622C" w:rsidRDefault="00C828B7" w:rsidP="000E4F87">
      <w:pPr>
        <w:pStyle w:val="NoSpacing"/>
        <w:jc w:val="center"/>
        <w:rPr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7229"/>
      </w:tblGrid>
      <w:tr w:rsidR="00C828B7" w:rsidRPr="0085622C" w:rsidTr="000B16A6">
        <w:trPr>
          <w:trHeight w:val="144"/>
        </w:trPr>
        <w:tc>
          <w:tcPr>
            <w:tcW w:w="3085" w:type="dxa"/>
          </w:tcPr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муниципальной</w:t>
            </w:r>
          </w:p>
          <w:p w:rsidR="00C828B7" w:rsidRPr="0085622C" w:rsidRDefault="00C828B7" w:rsidP="00146E99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</w:tcPr>
          <w:p w:rsidR="00C828B7" w:rsidRPr="0085622C" w:rsidRDefault="00C828B7" w:rsidP="00C410B7">
            <w:pPr>
              <w:pStyle w:val="NoSpacing"/>
              <w:rPr>
                <w:rFonts w:cs="Arial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Муниципальная программа Шастовского сельсовета  «Развитие культуры  Шастовского сельсовета»  (далее – Программа)</w:t>
            </w:r>
          </w:p>
        </w:tc>
      </w:tr>
      <w:tr w:rsidR="00C828B7" w:rsidRPr="0085622C" w:rsidTr="000B16A6">
        <w:trPr>
          <w:trHeight w:val="427"/>
        </w:trPr>
        <w:tc>
          <w:tcPr>
            <w:tcW w:w="3085" w:type="dxa"/>
          </w:tcPr>
          <w:p w:rsidR="00C828B7" w:rsidRPr="0085622C" w:rsidRDefault="00C828B7" w:rsidP="002E1FFC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Цель муниципальной программы</w:t>
            </w:r>
          </w:p>
        </w:tc>
        <w:tc>
          <w:tcPr>
            <w:tcW w:w="7229" w:type="dxa"/>
          </w:tcPr>
          <w:p w:rsidR="00C828B7" w:rsidRPr="0085622C" w:rsidRDefault="00C828B7" w:rsidP="00F82FD8">
            <w:pPr>
              <w:pStyle w:val="NoSpacing"/>
              <w:jc w:val="both"/>
              <w:rPr>
                <w:rFonts w:ascii="Times" w:hAnsi="Times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Осуществление расходов связанных с передачей части полномочий Шастовского сельсовета Варгашинскому району, сохранение и развитие культурно-досуговой и библиотечной деятельности учреждений, находящихся на территории Шастовского сельсовета</w:t>
            </w:r>
          </w:p>
        </w:tc>
      </w:tr>
      <w:tr w:rsidR="00C828B7" w:rsidRPr="0085622C" w:rsidTr="000B16A6">
        <w:trPr>
          <w:trHeight w:val="144"/>
        </w:trPr>
        <w:tc>
          <w:tcPr>
            <w:tcW w:w="3085" w:type="dxa"/>
          </w:tcPr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муниципальной программы</w:t>
            </w:r>
          </w:p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</w:tcPr>
          <w:p w:rsidR="00C828B7" w:rsidRPr="0085622C" w:rsidRDefault="00C828B7" w:rsidP="002E1FFC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передача части полномочий Шастовского </w:t>
            </w:r>
            <w:r w:rsidRPr="0085622C">
              <w:rPr>
                <w:color w:val="000000"/>
                <w:sz w:val="22"/>
                <w:szCs w:val="22"/>
              </w:rPr>
              <w:t>сельсовета Варгашинскому району;                                                                        -</w:t>
            </w:r>
            <w:r w:rsidRPr="0085622C">
              <w:rPr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85622C">
              <w:rPr>
                <w:color w:val="000000"/>
                <w:sz w:val="22"/>
                <w:szCs w:val="22"/>
              </w:rPr>
              <w:t xml:space="preserve">передачей части полномочий </w:t>
            </w:r>
            <w:r w:rsidRPr="0085622C">
              <w:rPr>
                <w:sz w:val="22"/>
                <w:szCs w:val="22"/>
              </w:rPr>
              <w:t xml:space="preserve">Шастовского </w:t>
            </w:r>
            <w:r w:rsidRPr="0085622C">
              <w:rPr>
                <w:color w:val="000000"/>
                <w:sz w:val="22"/>
                <w:szCs w:val="22"/>
              </w:rPr>
              <w:t xml:space="preserve">сельсовета Варгашинскому району. </w:t>
            </w:r>
          </w:p>
        </w:tc>
      </w:tr>
      <w:tr w:rsidR="00C828B7" w:rsidRPr="0085622C" w:rsidTr="000B16A6">
        <w:trPr>
          <w:trHeight w:val="144"/>
        </w:trPr>
        <w:tc>
          <w:tcPr>
            <w:tcW w:w="3085" w:type="dxa"/>
          </w:tcPr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Заказчик муниципальной</w:t>
            </w:r>
          </w:p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</w:tcPr>
          <w:p w:rsidR="00C828B7" w:rsidRPr="0085622C" w:rsidRDefault="00C828B7" w:rsidP="00FB3452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Администрация  Шастовского сельсовета</w:t>
            </w:r>
          </w:p>
        </w:tc>
      </w:tr>
      <w:tr w:rsidR="00C828B7" w:rsidRPr="0085622C" w:rsidTr="000B16A6">
        <w:trPr>
          <w:trHeight w:val="144"/>
        </w:trPr>
        <w:tc>
          <w:tcPr>
            <w:tcW w:w="3085" w:type="dxa"/>
          </w:tcPr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Исполнитель-координатор</w:t>
            </w:r>
          </w:p>
          <w:p w:rsidR="00C828B7" w:rsidRPr="0085622C" w:rsidRDefault="00C828B7" w:rsidP="004101CF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</w:tc>
        <w:tc>
          <w:tcPr>
            <w:tcW w:w="7229" w:type="dxa"/>
          </w:tcPr>
          <w:p w:rsidR="00C828B7" w:rsidRPr="0085622C" w:rsidRDefault="00C828B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Администрация  Шастовского сельсовета</w:t>
            </w:r>
          </w:p>
        </w:tc>
      </w:tr>
      <w:tr w:rsidR="00C828B7" w:rsidRPr="0085622C" w:rsidTr="000B16A6">
        <w:trPr>
          <w:trHeight w:val="144"/>
        </w:trPr>
        <w:tc>
          <w:tcPr>
            <w:tcW w:w="3085" w:type="dxa"/>
          </w:tcPr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Разработчик муниципальной</w:t>
            </w:r>
          </w:p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программы</w:t>
            </w:r>
          </w:p>
        </w:tc>
        <w:tc>
          <w:tcPr>
            <w:tcW w:w="7229" w:type="dxa"/>
          </w:tcPr>
          <w:p w:rsidR="00C828B7" w:rsidRPr="0085622C" w:rsidRDefault="00C828B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Администрация  Шастовского сельсовета</w:t>
            </w:r>
          </w:p>
        </w:tc>
      </w:tr>
      <w:tr w:rsidR="00C828B7" w:rsidRPr="0085622C" w:rsidTr="0028057F">
        <w:trPr>
          <w:trHeight w:val="693"/>
        </w:trPr>
        <w:tc>
          <w:tcPr>
            <w:tcW w:w="3085" w:type="dxa"/>
          </w:tcPr>
          <w:p w:rsidR="00C828B7" w:rsidRPr="0085622C" w:rsidRDefault="00C828B7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Исполнители муниципальной программы</w:t>
            </w:r>
          </w:p>
        </w:tc>
        <w:tc>
          <w:tcPr>
            <w:tcW w:w="7229" w:type="dxa"/>
          </w:tcPr>
          <w:p w:rsidR="00C828B7" w:rsidRPr="0085622C" w:rsidRDefault="00C828B7" w:rsidP="00A7292F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Администрация Шастовского сельсовета</w:t>
            </w:r>
          </w:p>
        </w:tc>
      </w:tr>
      <w:tr w:rsidR="00C828B7" w:rsidRPr="0085622C" w:rsidTr="000B16A6">
        <w:trPr>
          <w:trHeight w:val="560"/>
        </w:trPr>
        <w:tc>
          <w:tcPr>
            <w:tcW w:w="3085" w:type="dxa"/>
          </w:tcPr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</w:t>
            </w:r>
          </w:p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</w:tcPr>
          <w:p w:rsidR="00C828B7" w:rsidRPr="0085622C" w:rsidRDefault="00C828B7" w:rsidP="00403E9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 доля расходов  бюджета Шастовского сельсовета, формируемых в рамках муниципальных программ, в общем объеме расходов бюджета Шастовского сельсовета (%);</w:t>
            </w:r>
          </w:p>
          <w:p w:rsidR="00C828B7" w:rsidRPr="0085622C" w:rsidRDefault="00C828B7" w:rsidP="00403E9C">
            <w:pPr>
              <w:tabs>
                <w:tab w:val="left" w:pos="-675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Шастовского сельсовета (%)  </w:t>
            </w:r>
          </w:p>
        </w:tc>
      </w:tr>
      <w:tr w:rsidR="00C828B7" w:rsidRPr="0085622C" w:rsidTr="000B16A6">
        <w:trPr>
          <w:trHeight w:val="347"/>
        </w:trPr>
        <w:tc>
          <w:tcPr>
            <w:tcW w:w="3085" w:type="dxa"/>
          </w:tcPr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</w:t>
            </w:r>
          </w:p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</w:tcPr>
          <w:p w:rsidR="00C828B7" w:rsidRPr="0085622C" w:rsidRDefault="00C828B7" w:rsidP="00FB3452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Программа  реализуется в один этап. </w:t>
            </w:r>
          </w:p>
          <w:p w:rsidR="00C828B7" w:rsidRPr="0085622C" w:rsidRDefault="00C828B7" w:rsidP="00FB3452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Сроки реализации 2016-2018 гг.</w:t>
            </w:r>
          </w:p>
        </w:tc>
      </w:tr>
      <w:tr w:rsidR="00C828B7" w:rsidRPr="0085622C" w:rsidTr="000B16A6">
        <w:trPr>
          <w:trHeight w:val="659"/>
        </w:trPr>
        <w:tc>
          <w:tcPr>
            <w:tcW w:w="3085" w:type="dxa"/>
          </w:tcPr>
          <w:p w:rsidR="00C828B7" w:rsidRPr="0085622C" w:rsidRDefault="00C828B7" w:rsidP="00013CEE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Перечень подпрограмм</w:t>
            </w:r>
          </w:p>
        </w:tc>
        <w:tc>
          <w:tcPr>
            <w:tcW w:w="7229" w:type="dxa"/>
          </w:tcPr>
          <w:p w:rsidR="00C828B7" w:rsidRPr="0085622C" w:rsidRDefault="00C828B7" w:rsidP="00013CEE">
            <w:pPr>
              <w:pStyle w:val="Standard"/>
              <w:ind w:left="141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1. «Развитие библиотечного дела»</w:t>
            </w:r>
          </w:p>
          <w:p w:rsidR="00C828B7" w:rsidRPr="0085622C" w:rsidRDefault="00C828B7" w:rsidP="00A7292F">
            <w:pPr>
              <w:pStyle w:val="Standard"/>
              <w:ind w:left="141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2. «Развитие культурной деятельности»</w:t>
            </w:r>
          </w:p>
        </w:tc>
      </w:tr>
      <w:tr w:rsidR="00C828B7" w:rsidRPr="0085622C" w:rsidTr="000B16A6">
        <w:trPr>
          <w:trHeight w:val="273"/>
        </w:trPr>
        <w:tc>
          <w:tcPr>
            <w:tcW w:w="3085" w:type="dxa"/>
          </w:tcPr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</w:t>
            </w:r>
          </w:p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муниципальной программы</w:t>
            </w:r>
          </w:p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229" w:type="dxa"/>
          </w:tcPr>
          <w:p w:rsidR="00C828B7" w:rsidRPr="0085622C" w:rsidRDefault="00C828B7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Объем финансирования Программы составляет </w:t>
            </w:r>
            <w:r>
              <w:rPr>
                <w:sz w:val="22"/>
                <w:szCs w:val="22"/>
              </w:rPr>
              <w:t>2370,5</w:t>
            </w:r>
            <w:r w:rsidRPr="0085622C">
              <w:rPr>
                <w:sz w:val="22"/>
                <w:szCs w:val="22"/>
              </w:rPr>
              <w:t xml:space="preserve"> тысяч рублей, из них за счет средств бюджета Шастовского сельсовета  </w:t>
            </w:r>
            <w:r>
              <w:rPr>
                <w:sz w:val="22"/>
                <w:szCs w:val="22"/>
              </w:rPr>
              <w:t>239,9</w:t>
            </w:r>
            <w:r w:rsidRPr="0085622C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C828B7" w:rsidRPr="0085622C" w:rsidRDefault="00C828B7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2016 год – 184,7 тысяч рублей;</w:t>
            </w:r>
          </w:p>
          <w:p w:rsidR="00C828B7" w:rsidRPr="0085622C" w:rsidRDefault="00C828B7" w:rsidP="00582BA6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2017 год – </w:t>
            </w:r>
            <w:r>
              <w:rPr>
                <w:sz w:val="22"/>
                <w:szCs w:val="22"/>
              </w:rPr>
              <w:t>55,2</w:t>
            </w:r>
            <w:r w:rsidRPr="0085622C">
              <w:rPr>
                <w:sz w:val="22"/>
                <w:szCs w:val="22"/>
              </w:rPr>
              <w:t xml:space="preserve"> тысяч рублей;</w:t>
            </w:r>
          </w:p>
          <w:p w:rsidR="00C828B7" w:rsidRPr="0085622C" w:rsidRDefault="00C828B7" w:rsidP="00582BA6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2018 год – 0,0 тысяч рублей;</w:t>
            </w:r>
          </w:p>
          <w:p w:rsidR="00C828B7" w:rsidRPr="0085622C" w:rsidRDefault="00C828B7" w:rsidP="00A7292F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средства областного бюджета (по согласованию) – </w:t>
            </w:r>
            <w:r>
              <w:rPr>
                <w:sz w:val="22"/>
                <w:szCs w:val="22"/>
              </w:rPr>
              <w:t>2130,6</w:t>
            </w:r>
            <w:r w:rsidRPr="0085622C">
              <w:rPr>
                <w:sz w:val="22"/>
                <w:szCs w:val="22"/>
              </w:rPr>
              <w:t xml:space="preserve"> тысяча рублей,  в том числе по годам:</w:t>
            </w:r>
          </w:p>
          <w:p w:rsidR="00C828B7" w:rsidRPr="0085622C" w:rsidRDefault="00C828B7" w:rsidP="0041277A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2016 год – 994,7 тысяча рублей;</w:t>
            </w:r>
          </w:p>
          <w:p w:rsidR="00C828B7" w:rsidRPr="0085622C" w:rsidRDefault="00C828B7" w:rsidP="00582BA6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2017 год – </w:t>
            </w:r>
            <w:r>
              <w:rPr>
                <w:sz w:val="22"/>
                <w:szCs w:val="22"/>
              </w:rPr>
              <w:t>1135,9</w:t>
            </w:r>
            <w:r w:rsidRPr="0085622C">
              <w:rPr>
                <w:sz w:val="22"/>
                <w:szCs w:val="22"/>
              </w:rPr>
              <w:t xml:space="preserve"> тысяча рублей;</w:t>
            </w:r>
          </w:p>
          <w:p w:rsidR="00C828B7" w:rsidRPr="0085622C" w:rsidRDefault="00C828B7" w:rsidP="00582BA6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2018 год – 0,0 тысяча рублей.</w:t>
            </w:r>
          </w:p>
        </w:tc>
      </w:tr>
      <w:tr w:rsidR="00C828B7" w:rsidRPr="0085622C" w:rsidTr="000B16A6">
        <w:trPr>
          <w:trHeight w:val="634"/>
        </w:trPr>
        <w:tc>
          <w:tcPr>
            <w:tcW w:w="3085" w:type="dxa"/>
          </w:tcPr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</w:t>
            </w:r>
          </w:p>
          <w:p w:rsidR="00C828B7" w:rsidRPr="0085622C" w:rsidRDefault="00C828B7" w:rsidP="004057A1">
            <w:pPr>
              <w:pStyle w:val="Standard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7229" w:type="dxa"/>
          </w:tcPr>
          <w:p w:rsidR="00C828B7" w:rsidRPr="0085622C" w:rsidRDefault="00C828B7" w:rsidP="000B16A6">
            <w:pPr>
              <w:snapToGrid w:val="0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полномочий;</w:t>
            </w:r>
          </w:p>
        </w:tc>
      </w:tr>
    </w:tbl>
    <w:p w:rsidR="00C828B7" w:rsidRPr="0085622C" w:rsidRDefault="00C828B7" w:rsidP="004057A1">
      <w:pPr>
        <w:jc w:val="center"/>
      </w:pPr>
    </w:p>
    <w:p w:rsidR="00C828B7" w:rsidRPr="0085622C" w:rsidRDefault="00C828B7" w:rsidP="004057A1">
      <w:pPr>
        <w:jc w:val="center"/>
        <w:rPr>
          <w:vanish/>
          <w:color w:val="000000"/>
        </w:rPr>
      </w:pPr>
    </w:p>
    <w:p w:rsidR="00C828B7" w:rsidRPr="0085622C" w:rsidRDefault="00C828B7" w:rsidP="004057A1">
      <w:pPr>
        <w:jc w:val="center"/>
        <w:rPr>
          <w:color w:val="000000"/>
        </w:rPr>
      </w:pPr>
      <w:r w:rsidRPr="0085622C">
        <w:rPr>
          <w:b/>
          <w:color w:val="000000"/>
        </w:rPr>
        <w:t xml:space="preserve">Раздел I.  Характеристика проблемы, на решение которой направлена </w:t>
      </w:r>
    </w:p>
    <w:p w:rsidR="00C828B7" w:rsidRPr="0085622C" w:rsidRDefault="00C828B7" w:rsidP="004057A1">
      <w:pPr>
        <w:ind w:firstLine="709"/>
        <w:jc w:val="center"/>
        <w:rPr>
          <w:b/>
          <w:color w:val="000000"/>
        </w:rPr>
      </w:pPr>
      <w:r w:rsidRPr="0085622C">
        <w:rPr>
          <w:b/>
          <w:color w:val="000000"/>
        </w:rPr>
        <w:t>Программа</w:t>
      </w:r>
    </w:p>
    <w:p w:rsidR="00C828B7" w:rsidRPr="0085622C" w:rsidRDefault="00C828B7" w:rsidP="00B1704A">
      <w:pPr>
        <w:ind w:firstLine="709"/>
        <w:jc w:val="both"/>
      </w:pPr>
      <w:r w:rsidRPr="0085622C">
        <w:t>На сегодняшний день среди основных проблем современного общества важно выделить социальную разобщенность, безынициативность граждан, отсутствие устоявшихся ценностных ориентиров. В связи с этим разработанная Программа предусматривает активное вовлечение сельского населения  в  культурно-досуговую и просветительскую   деятельность, что способствует развитию творческого потенциала и организации досуга населения, а с другой стороны, служит средством продвижения общечеловеческих культурных ценностей и стремлению к здоровому образу жизни</w:t>
      </w:r>
    </w:p>
    <w:p w:rsidR="00C828B7" w:rsidRPr="0085622C" w:rsidRDefault="00C828B7" w:rsidP="00B1704A">
      <w:pPr>
        <w:ind w:firstLine="709"/>
        <w:jc w:val="both"/>
      </w:pPr>
      <w:r w:rsidRPr="0085622C">
        <w:t>Проблемой, определяющей необходимость разработки программы, является потребность в духовно-нравственном развитии населения Шастовского сельсовета и профилактике асоциальных явлений, обеспечивающие консолидацию общества и укрепление государственности с использованием потенциала культуры. В настоящее время культурная политика реализуется в сложных экономических и социальных условиях: высокое количество правонарушений, совершенных незанятым подрастающим поколением, снижение качественных показателей здоровья, отсутствие развитой культурно</w:t>
      </w:r>
      <w:r w:rsidRPr="0085622C">
        <w:softHyphen/>
        <w:t>-досуговой инфраструктуры для населения.</w:t>
      </w:r>
    </w:p>
    <w:p w:rsidR="00C828B7" w:rsidRPr="0085622C" w:rsidRDefault="00C828B7" w:rsidP="00332F6E">
      <w:pPr>
        <w:ind w:firstLine="708"/>
        <w:jc w:val="both"/>
      </w:pPr>
      <w:r w:rsidRPr="0085622C">
        <w:t>В Шастовском сельсовете на сегодняшний день не только сохранены сеть учреждений сферы культуры, но и созданы условия для их активности и реализации творческого потенциала. Но отсутствие качественных инструментов недопустимо снижает уровень многогранной просветительской деятельности.</w:t>
      </w:r>
    </w:p>
    <w:p w:rsidR="00C828B7" w:rsidRPr="0085622C" w:rsidRDefault="00C828B7" w:rsidP="00B1704A">
      <w:pPr>
        <w:ind w:firstLine="709"/>
        <w:jc w:val="both"/>
      </w:pPr>
      <w:r w:rsidRPr="0085622C">
        <w:t xml:space="preserve">Одной из основных задач государственной политики является создание условий для сохранения и улучшения физического и духовного здоровья граждан. </w:t>
      </w:r>
    </w:p>
    <w:p w:rsidR="00C828B7" w:rsidRPr="0085622C" w:rsidRDefault="00C828B7" w:rsidP="006861D4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В целях реализации 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Шастовского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C828B7" w:rsidRPr="0085622C" w:rsidRDefault="00C828B7" w:rsidP="0047506B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Передача полномочий производится в целях оперативного и эффективного осуществления вопросов местного значения для создания условий организации библиотечного обслуживания населения, комплектование и обеспечение сохранности библиотечных фондов библиотеки Шастовского сельсовета,</w:t>
      </w:r>
      <w:r w:rsidRPr="0085622C">
        <w:rPr>
          <w:bCs/>
          <w:color w:val="000000"/>
        </w:rPr>
        <w:t xml:space="preserve">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Pr="0085622C">
        <w:rPr>
          <w:color w:val="000000"/>
          <w:shd w:val="clear" w:color="auto" w:fill="FFFFFF"/>
        </w:rPr>
        <w:t xml:space="preserve"> Шастовского сельсовета.</w:t>
      </w:r>
    </w:p>
    <w:p w:rsidR="00C828B7" w:rsidRPr="0085622C" w:rsidRDefault="00C828B7" w:rsidP="006861D4">
      <w:pPr>
        <w:ind w:firstLine="709"/>
        <w:jc w:val="both"/>
      </w:pPr>
      <w:r w:rsidRPr="0085622C">
        <w:rPr>
          <w:color w:val="000000"/>
          <w:shd w:val="clear" w:color="auto" w:fill="FFFFFF"/>
        </w:rPr>
        <w:t>Для осуществления переданных полномочий в соответствии с Бюджетным кодексом Российской Федерации Шастовский сельсовет передает из своего бюджета бюджету Варгашинского района финансовые средства в виде межбюджетных трансфертов.</w:t>
      </w:r>
    </w:p>
    <w:p w:rsidR="00C828B7" w:rsidRPr="0085622C" w:rsidRDefault="00C828B7" w:rsidP="00B1704A">
      <w:pPr>
        <w:ind w:firstLine="709"/>
        <w:jc w:val="both"/>
      </w:pPr>
      <w:r w:rsidRPr="0085622C">
        <w:t>Главный результат Программы – отсутствие задолженности по расходам, связанным с передачей части полномочий Шастовского сельсовета Варгашинскому району, поддержка культурно-досуговой и библиотечной деятельности учреждений, находящихся на территории Администрации Шастовского сельсовета.</w:t>
      </w:r>
    </w:p>
    <w:p w:rsidR="00C828B7" w:rsidRPr="0085622C" w:rsidRDefault="00C828B7" w:rsidP="00FD4EC1">
      <w:pPr>
        <w:snapToGrid w:val="0"/>
        <w:ind w:right="-6" w:firstLine="426"/>
        <w:jc w:val="both"/>
      </w:pPr>
      <w:r w:rsidRPr="0085622C">
        <w:rPr>
          <w:rStyle w:val="Strong"/>
          <w:b w:val="0"/>
          <w:bCs/>
        </w:rPr>
        <w:t xml:space="preserve">   </w:t>
      </w:r>
    </w:p>
    <w:p w:rsidR="00C828B7" w:rsidRPr="0085622C" w:rsidRDefault="00C828B7" w:rsidP="004057A1">
      <w:pPr>
        <w:jc w:val="center"/>
        <w:rPr>
          <w:b/>
        </w:rPr>
      </w:pPr>
      <w:r w:rsidRPr="0085622C">
        <w:rPr>
          <w:b/>
        </w:rPr>
        <w:t>Раздел II.  Цели и задачи Программы</w:t>
      </w:r>
    </w:p>
    <w:p w:rsidR="00C828B7" w:rsidRPr="0085622C" w:rsidRDefault="00C828B7" w:rsidP="00690681">
      <w:pPr>
        <w:pStyle w:val="NoSpacing"/>
        <w:ind w:firstLine="708"/>
        <w:jc w:val="both"/>
        <w:rPr>
          <w:color w:val="000000"/>
        </w:rPr>
      </w:pPr>
    </w:p>
    <w:p w:rsidR="00C828B7" w:rsidRPr="0085622C" w:rsidRDefault="00C828B7" w:rsidP="00690681">
      <w:pPr>
        <w:pStyle w:val="NoSpacing"/>
        <w:ind w:firstLine="708"/>
        <w:jc w:val="both"/>
      </w:pPr>
      <w:r w:rsidRPr="0085622C">
        <w:rPr>
          <w:color w:val="000000"/>
        </w:rPr>
        <w:t xml:space="preserve">Основными целями Программы являются </w:t>
      </w:r>
      <w:r w:rsidRPr="0085622C">
        <w:t>осуществление расходов связанных с передачей части полномочий Шастовского сельсовета Варгашинскому району и значительное улучшение качества и доступности учреждений культуры.</w:t>
      </w:r>
    </w:p>
    <w:p w:rsidR="00C828B7" w:rsidRPr="0085622C" w:rsidRDefault="00C828B7" w:rsidP="00690681">
      <w:pPr>
        <w:pStyle w:val="NoSpacing"/>
        <w:ind w:firstLine="708"/>
        <w:jc w:val="both"/>
      </w:pPr>
      <w:r w:rsidRPr="0085622C">
        <w:t>Для достижения данной цели необходимо решить следующие основные задачи:</w:t>
      </w:r>
    </w:p>
    <w:p w:rsidR="00C828B7" w:rsidRPr="0085622C" w:rsidRDefault="00C828B7" w:rsidP="00604FAF">
      <w:pPr>
        <w:widowControl w:val="0"/>
        <w:rPr>
          <w:color w:val="000000"/>
        </w:rPr>
      </w:pPr>
      <w:r w:rsidRPr="0085622C">
        <w:t xml:space="preserve">- передача части полномочий Шастовского </w:t>
      </w:r>
      <w:r w:rsidRPr="0085622C">
        <w:rPr>
          <w:color w:val="000000"/>
        </w:rPr>
        <w:t xml:space="preserve">сельсовета Варгашинскому району;   </w:t>
      </w:r>
    </w:p>
    <w:p w:rsidR="00C828B7" w:rsidRPr="0085622C" w:rsidRDefault="00C828B7" w:rsidP="00604FAF">
      <w:pPr>
        <w:widowControl w:val="0"/>
        <w:rPr>
          <w:color w:val="000000"/>
        </w:rPr>
      </w:pPr>
      <w:r w:rsidRPr="0085622C">
        <w:rPr>
          <w:color w:val="000000"/>
        </w:rPr>
        <w:t>-</w:t>
      </w:r>
      <w:r w:rsidRPr="0085622C">
        <w:t xml:space="preserve"> недопущение возникновения просроченной кредиторской задолженности по расходам связанным с </w:t>
      </w:r>
      <w:r w:rsidRPr="0085622C">
        <w:rPr>
          <w:color w:val="000000"/>
        </w:rPr>
        <w:t xml:space="preserve">передачей части полномочий </w:t>
      </w:r>
      <w:r w:rsidRPr="0085622C">
        <w:t xml:space="preserve">Шастовского </w:t>
      </w:r>
      <w:r w:rsidRPr="0085622C">
        <w:rPr>
          <w:color w:val="000000"/>
        </w:rPr>
        <w:t xml:space="preserve">сельсовета Варгашинскому району. </w:t>
      </w:r>
    </w:p>
    <w:p w:rsidR="00C828B7" w:rsidRPr="0085622C" w:rsidRDefault="00C828B7" w:rsidP="00604FAF">
      <w:pPr>
        <w:widowControl w:val="0"/>
        <w:rPr>
          <w:color w:val="000000"/>
        </w:rPr>
      </w:pPr>
    </w:p>
    <w:p w:rsidR="00C828B7" w:rsidRPr="0085622C" w:rsidRDefault="00C828B7" w:rsidP="00604FAF">
      <w:pPr>
        <w:widowControl w:val="0"/>
        <w:jc w:val="center"/>
        <w:rPr>
          <w:b/>
        </w:rPr>
      </w:pPr>
      <w:r w:rsidRPr="0085622C">
        <w:rPr>
          <w:b/>
        </w:rPr>
        <w:t>Раздел III.   Сроки реализации Программы</w:t>
      </w:r>
    </w:p>
    <w:p w:rsidR="00C828B7" w:rsidRPr="0085622C" w:rsidRDefault="00C828B7" w:rsidP="004057A1">
      <w:pPr>
        <w:widowControl w:val="0"/>
        <w:jc w:val="center"/>
        <w:rPr>
          <w:b/>
        </w:rPr>
      </w:pPr>
    </w:p>
    <w:p w:rsidR="00C828B7" w:rsidRPr="0085622C" w:rsidRDefault="00C828B7" w:rsidP="004057A1">
      <w:pPr>
        <w:widowControl w:val="0"/>
        <w:ind w:firstLine="709"/>
        <w:jc w:val="both"/>
      </w:pPr>
      <w:r w:rsidRPr="0085622C">
        <w:t>Реализация мероприятий Программы рассчитана на 2016-2018 годы. Условием изменения или досрочного прекращения реализации Программы являются:</w:t>
      </w:r>
    </w:p>
    <w:p w:rsidR="00C828B7" w:rsidRPr="0085622C" w:rsidRDefault="00C828B7" w:rsidP="00460F47">
      <w:pPr>
        <w:pStyle w:val="ListParagraph"/>
        <w:numPr>
          <w:ilvl w:val="0"/>
          <w:numId w:val="4"/>
        </w:numPr>
        <w:ind w:left="1134"/>
      </w:pPr>
      <w:r w:rsidRPr="0085622C">
        <w:t>досрочная реализация мероприятий Программы;</w:t>
      </w:r>
    </w:p>
    <w:p w:rsidR="00C828B7" w:rsidRPr="0085622C" w:rsidRDefault="00C828B7" w:rsidP="00460F47">
      <w:pPr>
        <w:pStyle w:val="ListParagraph"/>
        <w:numPr>
          <w:ilvl w:val="0"/>
          <w:numId w:val="4"/>
        </w:numPr>
        <w:ind w:left="1134"/>
      </w:pPr>
      <w:r w:rsidRPr="0085622C">
        <w:t>снижение эффективности реализации Программы.</w:t>
      </w:r>
    </w:p>
    <w:p w:rsidR="00C828B7" w:rsidRPr="0085622C" w:rsidRDefault="00C828B7" w:rsidP="004057A1">
      <w:pPr>
        <w:pStyle w:val="NoSpacing"/>
        <w:ind w:firstLine="709"/>
        <w:jc w:val="both"/>
      </w:pPr>
      <w:r w:rsidRPr="0085622C">
        <w:t>Оценка эффективности  реализации Программы определяется в соответствии с  порядком проведения и критериями оценки эффективности реализации муниципальных программ Шастовского сельсовета, утвержденным  постановлением Администрации Шастовского сельсовета от 27 сентября  2013 года № 3</w:t>
      </w:r>
      <w:r w:rsidRPr="0085622C">
        <w:rPr>
          <w:b/>
        </w:rPr>
        <w:t xml:space="preserve"> </w:t>
      </w:r>
      <w:r w:rsidRPr="0085622C">
        <w:t>«О муниципальных программах  Шастовского сельсовета».</w:t>
      </w:r>
    </w:p>
    <w:p w:rsidR="00C828B7" w:rsidRPr="0085622C" w:rsidRDefault="00C828B7" w:rsidP="0023598B">
      <w:pPr>
        <w:widowControl w:val="0"/>
        <w:jc w:val="center"/>
        <w:rPr>
          <w:b/>
        </w:rPr>
      </w:pPr>
      <w:r w:rsidRPr="0085622C">
        <w:rPr>
          <w:b/>
        </w:rPr>
        <w:t xml:space="preserve">Раздел </w:t>
      </w:r>
      <w:r w:rsidRPr="0085622C">
        <w:rPr>
          <w:b/>
          <w:lang w:val="en-US"/>
        </w:rPr>
        <w:t>IV</w:t>
      </w:r>
      <w:r w:rsidRPr="0085622C">
        <w:rPr>
          <w:b/>
        </w:rPr>
        <w:t>. Подпрограммы  Программы</w:t>
      </w:r>
    </w:p>
    <w:p w:rsidR="00C828B7" w:rsidRPr="0085622C" w:rsidRDefault="00C828B7" w:rsidP="0023598B">
      <w:pPr>
        <w:widowControl w:val="0"/>
        <w:jc w:val="center"/>
        <w:rPr>
          <w:b/>
        </w:rPr>
      </w:pPr>
    </w:p>
    <w:p w:rsidR="00C828B7" w:rsidRPr="0085622C" w:rsidRDefault="00C828B7" w:rsidP="0023598B">
      <w:pPr>
        <w:widowControl w:val="0"/>
        <w:ind w:firstLine="708"/>
      </w:pPr>
      <w:r w:rsidRPr="0085622C">
        <w:t>Муниципальная Программа Шастовского сельсовета «Развитие культуры  Шастовского сельсовета» включает в себя 2 подпрограммы:</w:t>
      </w:r>
    </w:p>
    <w:p w:rsidR="00C828B7" w:rsidRPr="0085622C" w:rsidRDefault="00C828B7" w:rsidP="00FD4EC1">
      <w:pPr>
        <w:pStyle w:val="Standard"/>
        <w:numPr>
          <w:ilvl w:val="0"/>
          <w:numId w:val="26"/>
        </w:numPr>
      </w:pPr>
      <w:r w:rsidRPr="0085622C">
        <w:t>подпрограмма «Развитие библиотечного дела»</w:t>
      </w:r>
    </w:p>
    <w:p w:rsidR="00C828B7" w:rsidRPr="0085622C" w:rsidRDefault="00C828B7" w:rsidP="00FD4EC1">
      <w:pPr>
        <w:pStyle w:val="Standard"/>
        <w:numPr>
          <w:ilvl w:val="0"/>
          <w:numId w:val="26"/>
        </w:numPr>
      </w:pPr>
      <w:r w:rsidRPr="0085622C">
        <w:t xml:space="preserve">подпрограмма «Развитие культурной деятельности» </w:t>
      </w:r>
    </w:p>
    <w:p w:rsidR="00C828B7" w:rsidRPr="0085622C" w:rsidRDefault="00C828B7" w:rsidP="00FD4EC1">
      <w:pPr>
        <w:pStyle w:val="Standard"/>
        <w:ind w:left="1068" w:hanging="360"/>
      </w:pPr>
    </w:p>
    <w:p w:rsidR="00C828B7" w:rsidRPr="0085622C" w:rsidRDefault="00C828B7" w:rsidP="00C47357">
      <w:pPr>
        <w:pStyle w:val="Standard"/>
        <w:jc w:val="center"/>
        <w:rPr>
          <w:b/>
        </w:rPr>
      </w:pPr>
      <w:r w:rsidRPr="0085622C">
        <w:rPr>
          <w:b/>
        </w:rPr>
        <w:t>Глава 1. Подпрограмма</w:t>
      </w:r>
    </w:p>
    <w:p w:rsidR="00C828B7" w:rsidRPr="0085622C" w:rsidRDefault="00C828B7" w:rsidP="00C47357">
      <w:pPr>
        <w:pStyle w:val="Standard"/>
        <w:jc w:val="center"/>
        <w:rPr>
          <w:b/>
        </w:rPr>
      </w:pPr>
      <w:r w:rsidRPr="0085622C">
        <w:rPr>
          <w:b/>
        </w:rPr>
        <w:t xml:space="preserve">  «Развитие библиотечного дела»</w:t>
      </w:r>
    </w:p>
    <w:p w:rsidR="00C828B7" w:rsidRPr="0085622C" w:rsidRDefault="00C828B7" w:rsidP="00A72D1C">
      <w:pPr>
        <w:jc w:val="center"/>
        <w:rPr>
          <w:rFonts w:eastAsia="SimSun"/>
          <w:b/>
          <w:lang w:eastAsia="zh-CN" w:bidi="hi-IN"/>
        </w:rPr>
      </w:pPr>
      <w:r w:rsidRPr="0085622C">
        <w:rPr>
          <w:b/>
        </w:rPr>
        <w:t>муниципальной программы Шастовского сельсовета «Развитие культуры Шастовского сельсовета»</w:t>
      </w:r>
    </w:p>
    <w:p w:rsidR="00C828B7" w:rsidRPr="0085622C" w:rsidRDefault="00C828B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C828B7" w:rsidRPr="0085622C" w:rsidRDefault="00C828B7" w:rsidP="00C47357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85622C">
        <w:rPr>
          <w:rFonts w:eastAsia="Times New Roman" w:cs="Times New Roman"/>
          <w:b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89"/>
        <w:gridCol w:w="6725"/>
      </w:tblGrid>
      <w:tr w:rsidR="00C828B7" w:rsidRPr="0085622C" w:rsidTr="000B16A6">
        <w:trPr>
          <w:trHeight w:val="333"/>
        </w:trPr>
        <w:tc>
          <w:tcPr>
            <w:tcW w:w="3589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725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«Развитие библиотечного дела» (далее – Подпрограмма)</w:t>
            </w:r>
          </w:p>
        </w:tc>
      </w:tr>
      <w:tr w:rsidR="00C828B7" w:rsidRPr="0085622C" w:rsidTr="000B16A6">
        <w:tc>
          <w:tcPr>
            <w:tcW w:w="3589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 xml:space="preserve">Осуществление расходов связанных с передачей части  полномочий Шастовского </w:t>
            </w:r>
            <w:r w:rsidRPr="0085622C">
              <w:rPr>
                <w:color w:val="000000"/>
                <w:sz w:val="22"/>
                <w:szCs w:val="22"/>
              </w:rPr>
              <w:t>сельсовета Варгашинскому району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</w:t>
            </w:r>
          </w:p>
        </w:tc>
      </w:tr>
      <w:tr w:rsidR="00C828B7" w:rsidRPr="0085622C" w:rsidTr="000B16A6">
        <w:tc>
          <w:tcPr>
            <w:tcW w:w="3589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</w:tcPr>
          <w:p w:rsidR="00C828B7" w:rsidRPr="00243461" w:rsidRDefault="00C828B7" w:rsidP="00C47357">
            <w:pPr>
              <w:pStyle w:val="BodyTextIndent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243461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Шастовского </w:t>
            </w:r>
            <w:r w:rsidRPr="00243461">
              <w:rPr>
                <w:rFonts w:ascii="Times New Roman" w:hAnsi="Times New Roman"/>
                <w:color w:val="000000"/>
                <w:sz w:val="22"/>
                <w:szCs w:val="22"/>
              </w:rPr>
              <w:t>сельсовета Варгашинскому району</w:t>
            </w:r>
            <w:r w:rsidRPr="00243461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по организации библиотечного обслуживания населения, комплектования и обеспечения сохранности библиотечных фондов;</w:t>
            </w:r>
          </w:p>
          <w:p w:rsidR="00C828B7" w:rsidRPr="00243461" w:rsidRDefault="00C828B7" w:rsidP="00C47357">
            <w:pPr>
              <w:pStyle w:val="BodyTextIndent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24346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243461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2434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r w:rsidRPr="00243461">
              <w:rPr>
                <w:rFonts w:ascii="Times New Roman" w:hAnsi="Times New Roman"/>
                <w:sz w:val="22"/>
                <w:szCs w:val="22"/>
              </w:rPr>
              <w:t xml:space="preserve">Шастовского </w:t>
            </w:r>
            <w:r w:rsidRPr="002434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Варгашинскому району;   </w:t>
            </w:r>
          </w:p>
        </w:tc>
      </w:tr>
      <w:tr w:rsidR="00C828B7" w:rsidRPr="0085622C" w:rsidTr="000B16A6">
        <w:tc>
          <w:tcPr>
            <w:tcW w:w="3589" w:type="dxa"/>
          </w:tcPr>
          <w:p w:rsidR="00C828B7" w:rsidRPr="0085622C" w:rsidRDefault="00C828B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725" w:type="dxa"/>
          </w:tcPr>
          <w:p w:rsidR="00C828B7" w:rsidRPr="0085622C" w:rsidRDefault="00C828B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Pr="0085622C">
              <w:rPr>
                <w:sz w:val="22"/>
                <w:szCs w:val="22"/>
              </w:rPr>
              <w:t>Шастовского сельсовета</w:t>
            </w:r>
          </w:p>
        </w:tc>
      </w:tr>
      <w:tr w:rsidR="00C828B7" w:rsidRPr="0085622C" w:rsidTr="000B16A6">
        <w:tc>
          <w:tcPr>
            <w:tcW w:w="3589" w:type="dxa"/>
          </w:tcPr>
          <w:p w:rsidR="00C828B7" w:rsidRPr="0085622C" w:rsidRDefault="00C828B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Разработчик подпрограммы</w:t>
            </w:r>
          </w:p>
        </w:tc>
        <w:tc>
          <w:tcPr>
            <w:tcW w:w="6725" w:type="dxa"/>
          </w:tcPr>
          <w:p w:rsidR="00C828B7" w:rsidRPr="0085622C" w:rsidRDefault="00C828B7" w:rsidP="00C47357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Pr="0085622C">
              <w:rPr>
                <w:sz w:val="22"/>
                <w:szCs w:val="22"/>
              </w:rPr>
              <w:t>Шастовского сельсовета</w:t>
            </w:r>
          </w:p>
        </w:tc>
      </w:tr>
      <w:tr w:rsidR="00C828B7" w:rsidRPr="0085622C" w:rsidTr="000B16A6">
        <w:tc>
          <w:tcPr>
            <w:tcW w:w="3589" w:type="dxa"/>
            <w:vMerge w:val="restart"/>
          </w:tcPr>
          <w:p w:rsidR="00C828B7" w:rsidRPr="0085622C" w:rsidRDefault="00C828B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Исполнители</w:t>
            </w:r>
            <w:r w:rsidRPr="0085622C">
              <w:rPr>
                <w:sz w:val="22"/>
                <w:szCs w:val="22"/>
              </w:rPr>
              <w:t xml:space="preserve"> под</w:t>
            </w:r>
            <w:r w:rsidRPr="0085622C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725" w:type="dxa"/>
          </w:tcPr>
          <w:p w:rsidR="00C828B7" w:rsidRPr="0085622C" w:rsidRDefault="00C828B7" w:rsidP="00C47357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Администрация Шастовского сельсовета</w:t>
            </w:r>
          </w:p>
        </w:tc>
      </w:tr>
      <w:tr w:rsidR="00C828B7" w:rsidRPr="0085622C" w:rsidTr="000B16A6">
        <w:tc>
          <w:tcPr>
            <w:tcW w:w="3589" w:type="dxa"/>
            <w:vMerge/>
          </w:tcPr>
          <w:p w:rsidR="00C828B7" w:rsidRPr="0085622C" w:rsidRDefault="00C828B7" w:rsidP="00C47357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725" w:type="dxa"/>
          </w:tcPr>
          <w:p w:rsidR="00C828B7" w:rsidRPr="0085622C" w:rsidRDefault="00C828B7" w:rsidP="00C47357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Шастовская сельская Дума (по согласованию)</w:t>
            </w:r>
          </w:p>
        </w:tc>
      </w:tr>
      <w:tr w:rsidR="00C828B7" w:rsidRPr="0085622C" w:rsidTr="000B16A6">
        <w:trPr>
          <w:trHeight w:val="1379"/>
        </w:trPr>
        <w:tc>
          <w:tcPr>
            <w:tcW w:w="3589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</w:tcPr>
          <w:p w:rsidR="00C828B7" w:rsidRPr="0085622C" w:rsidRDefault="00C828B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 доля расходов  бюджета Шастовского сельсовета, формируемых в рамках муниципальных программ, в общем объеме расходов бюджета Шастовского сельсовета (%);</w:t>
            </w:r>
          </w:p>
          <w:p w:rsidR="00C828B7" w:rsidRPr="0085622C" w:rsidRDefault="00C828B7" w:rsidP="00C47357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Шастовского сельсовета (%)  </w:t>
            </w:r>
          </w:p>
        </w:tc>
      </w:tr>
      <w:tr w:rsidR="00C828B7" w:rsidRPr="0085622C" w:rsidTr="000B16A6">
        <w:tc>
          <w:tcPr>
            <w:tcW w:w="3589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725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Подпрограмма  реализуется в один  этап. Сроки реализации 2016-2018 гг.</w:t>
            </w:r>
          </w:p>
        </w:tc>
      </w:tr>
      <w:tr w:rsidR="00C828B7" w:rsidRPr="0085622C" w:rsidTr="000B16A6">
        <w:tc>
          <w:tcPr>
            <w:tcW w:w="3589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</w:tcPr>
          <w:p w:rsidR="00C828B7" w:rsidRPr="0085622C" w:rsidRDefault="00C828B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Объем финансирования Подпрограммы составляет </w:t>
            </w:r>
            <w:r>
              <w:rPr>
                <w:sz w:val="22"/>
                <w:szCs w:val="22"/>
              </w:rPr>
              <w:t>424,6</w:t>
            </w:r>
            <w:r w:rsidRPr="0085622C">
              <w:rPr>
                <w:sz w:val="22"/>
                <w:szCs w:val="22"/>
              </w:rPr>
              <w:t xml:space="preserve"> тысячи рублей, из них за счет средств бюджета Шастовского сельсовета  </w:t>
            </w:r>
            <w:r>
              <w:rPr>
                <w:sz w:val="22"/>
                <w:szCs w:val="22"/>
              </w:rPr>
              <w:t>26,0</w:t>
            </w:r>
            <w:r w:rsidRPr="0085622C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C828B7" w:rsidRPr="0085622C" w:rsidRDefault="00C828B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2016 год – 12,5 тысяч рублей;</w:t>
            </w:r>
          </w:p>
          <w:p w:rsidR="00C828B7" w:rsidRPr="0085622C" w:rsidRDefault="00C828B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2017 год – </w:t>
            </w:r>
            <w:r>
              <w:rPr>
                <w:sz w:val="22"/>
                <w:szCs w:val="22"/>
              </w:rPr>
              <w:t>13,5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C828B7" w:rsidRPr="0085622C" w:rsidRDefault="00C828B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2018 год – 0,0 тысяч рублей</w:t>
            </w:r>
          </w:p>
          <w:p w:rsidR="00C828B7" w:rsidRPr="0085622C" w:rsidRDefault="00C828B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средства областного бюджета (по согласованию) – </w:t>
            </w:r>
            <w:r>
              <w:rPr>
                <w:sz w:val="22"/>
                <w:szCs w:val="22"/>
              </w:rPr>
              <w:t>398,6</w:t>
            </w:r>
            <w:r w:rsidRPr="0085622C">
              <w:rPr>
                <w:sz w:val="22"/>
                <w:szCs w:val="22"/>
              </w:rPr>
              <w:t xml:space="preserve"> тысяч рублей,  в том числе по годам:</w:t>
            </w:r>
          </w:p>
          <w:p w:rsidR="00C828B7" w:rsidRPr="0085622C" w:rsidRDefault="00C828B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2016 год – 199,8 тысяч рублей;</w:t>
            </w:r>
          </w:p>
          <w:p w:rsidR="00C828B7" w:rsidRPr="0085622C" w:rsidRDefault="00C828B7" w:rsidP="00C47357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2017 год – </w:t>
            </w:r>
            <w:r>
              <w:rPr>
                <w:sz w:val="22"/>
                <w:szCs w:val="22"/>
              </w:rPr>
              <w:t>198,8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C828B7" w:rsidRPr="0085622C" w:rsidRDefault="00C828B7" w:rsidP="00C47357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2018 год – 0,0 тысяч рублей</w:t>
            </w:r>
          </w:p>
        </w:tc>
      </w:tr>
      <w:tr w:rsidR="00C828B7" w:rsidRPr="0085622C" w:rsidTr="000B16A6">
        <w:tc>
          <w:tcPr>
            <w:tcW w:w="3589" w:type="dxa"/>
          </w:tcPr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  <w:p w:rsidR="00C828B7" w:rsidRPr="0085622C" w:rsidRDefault="00C828B7" w:rsidP="00C47357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725" w:type="dxa"/>
          </w:tcPr>
          <w:p w:rsidR="00C828B7" w:rsidRPr="0085622C" w:rsidRDefault="00C828B7" w:rsidP="00C47357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rFonts w:eastAsia="SimSun" w:cs="Mangal"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85622C">
              <w:rPr>
                <w:sz w:val="22"/>
                <w:szCs w:val="22"/>
              </w:rPr>
              <w:t>отсутствие просроченной кредиторской задолженности по расходам, связанным с выполнением переданных полномочий;</w:t>
            </w:r>
            <w:r w:rsidRPr="0085622C">
              <w:rPr>
                <w:color w:val="000000"/>
                <w:sz w:val="22"/>
                <w:szCs w:val="22"/>
              </w:rPr>
              <w:t xml:space="preserve"> </w:t>
            </w:r>
          </w:p>
          <w:p w:rsidR="00C828B7" w:rsidRPr="0085622C" w:rsidRDefault="00C828B7" w:rsidP="006861D4">
            <w:pPr>
              <w:numPr>
                <w:ilvl w:val="0"/>
                <w:numId w:val="17"/>
              </w:numPr>
              <w:tabs>
                <w:tab w:val="left" w:pos="394"/>
              </w:tabs>
              <w:autoSpaceDN w:val="0"/>
              <w:snapToGrid w:val="0"/>
              <w:spacing w:line="276" w:lineRule="auto"/>
              <w:ind w:left="0" w:right="-6" w:firstLine="34"/>
              <w:jc w:val="both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увеличение эффективности использования финансовых средств</w:t>
            </w:r>
          </w:p>
        </w:tc>
      </w:tr>
    </w:tbl>
    <w:p w:rsidR="00C828B7" w:rsidRPr="0085622C" w:rsidRDefault="00C828B7" w:rsidP="00C47357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C828B7" w:rsidRPr="0085622C" w:rsidRDefault="00C828B7" w:rsidP="00BF141F">
      <w:pPr>
        <w:pStyle w:val="ListParagraph"/>
        <w:numPr>
          <w:ilvl w:val="1"/>
          <w:numId w:val="29"/>
        </w:numPr>
        <w:jc w:val="center"/>
        <w:rPr>
          <w:b/>
        </w:rPr>
      </w:pPr>
      <w:r w:rsidRPr="0085622C">
        <w:rPr>
          <w:b/>
        </w:rPr>
        <w:t>К</w:t>
      </w:r>
      <w:r w:rsidRPr="0085622C">
        <w:rPr>
          <w:rFonts w:cs="Arial"/>
          <w:b/>
        </w:rPr>
        <w:t xml:space="preserve">раткая характеристика </w:t>
      </w:r>
      <w:r w:rsidRPr="0085622C">
        <w:rPr>
          <w:b/>
        </w:rPr>
        <w:t>Подпрограммы</w:t>
      </w:r>
    </w:p>
    <w:p w:rsidR="00C828B7" w:rsidRPr="0085622C" w:rsidRDefault="00C828B7" w:rsidP="00BF141F">
      <w:pPr>
        <w:jc w:val="center"/>
        <w:rPr>
          <w:rFonts w:eastAsia="SimSun" w:cs="Mangal"/>
          <w:b/>
          <w:lang w:eastAsia="zh-CN" w:bidi="hi-IN"/>
        </w:rPr>
      </w:pPr>
    </w:p>
    <w:p w:rsidR="00C828B7" w:rsidRPr="0085622C" w:rsidRDefault="00C828B7" w:rsidP="00BF141F">
      <w:pPr>
        <w:widowControl w:val="0"/>
        <w:ind w:firstLine="709"/>
        <w:jc w:val="both"/>
      </w:pPr>
      <w:r w:rsidRPr="0085622C">
        <w:rPr>
          <w:color w:val="000000"/>
        </w:rPr>
        <w:t>Библиотечные услуги, предоставляемые населению, способствуют повышению интеллектуального уровня населения. Способствуют образованию, творческому и культурному развитию населения.</w:t>
      </w:r>
    </w:p>
    <w:p w:rsidR="00C828B7" w:rsidRPr="0085622C" w:rsidRDefault="00C828B7" w:rsidP="001008D8">
      <w:pPr>
        <w:pStyle w:val="BodyTextIndent"/>
        <w:spacing w:line="240" w:lineRule="auto"/>
        <w:ind w:firstLine="709"/>
      </w:pPr>
      <w:r w:rsidRPr="0085622C">
        <w:rPr>
          <w:rFonts w:ascii="Times New Roman" w:hAnsi="Times New Roman"/>
          <w:szCs w:val="24"/>
        </w:rPr>
        <w:t xml:space="preserve">Библиотечное обслуживание населения Шастовского сельсовета осуществляет Шастовская сельская библиотека. </w:t>
      </w:r>
      <w:r w:rsidRPr="0085622C">
        <w:rPr>
          <w:rFonts w:ascii="Times New Roman" w:hAnsi="Times New Roman"/>
        </w:rPr>
        <w:t>Она является муниципальным общедоступным информационным, культурно-просветительским учреждением. Основной деятельностью его является организация библиотечного обслуживания населения Шастовского сельсовета.       </w:t>
      </w:r>
      <w:r w:rsidRPr="0085622C">
        <w:rPr>
          <w:bCs/>
        </w:rPr>
        <w:t xml:space="preserve"> </w:t>
      </w:r>
      <w:r w:rsidRPr="0085622C">
        <w:rPr>
          <w:rFonts w:ascii="Times New Roman" w:hAnsi="Times New Roman"/>
        </w:rPr>
        <w:t>К сожалению, в библиотечной отрасли Шастовского сельсовета, в настоящее время существует ряд проблем, требующих решения.</w:t>
      </w:r>
    </w:p>
    <w:p w:rsidR="00C828B7" w:rsidRPr="0085622C" w:rsidRDefault="00C828B7" w:rsidP="00C47357">
      <w:pPr>
        <w:pStyle w:val="BodyTextIndent"/>
        <w:spacing w:line="240" w:lineRule="auto"/>
        <w:ind w:firstLine="709"/>
        <w:rPr>
          <w:rFonts w:ascii="Times New Roman" w:hAnsi="Times New Roman"/>
          <w:spacing w:val="-4"/>
          <w:szCs w:val="24"/>
        </w:rPr>
      </w:pPr>
      <w:r w:rsidRPr="0085622C">
        <w:rPr>
          <w:rFonts w:ascii="Times New Roman" w:hAnsi="Times New Roman"/>
          <w:szCs w:val="24"/>
        </w:rPr>
        <w:t xml:space="preserve">Самой острой проблемой является пополнение библиотечных фондов книгами, в том числе и на электронных носителях. </w:t>
      </w:r>
      <w:r w:rsidRPr="0085622C">
        <w:rPr>
          <w:rFonts w:ascii="Times New Roman" w:hAnsi="Times New Roman"/>
          <w:spacing w:val="-4"/>
          <w:szCs w:val="24"/>
        </w:rPr>
        <w:t>Почти полное отсутствие современных актуальных изданий, в которых имеется потребность у населения</w:t>
      </w:r>
      <w:r w:rsidRPr="0085622C">
        <w:rPr>
          <w:rFonts w:ascii="Times New Roman" w:hAnsi="Times New Roman"/>
          <w:szCs w:val="24"/>
        </w:rPr>
        <w:t xml:space="preserve">. </w:t>
      </w:r>
      <w:r w:rsidRPr="0085622C">
        <w:rPr>
          <w:rFonts w:ascii="Times New Roman" w:hAnsi="Times New Roman"/>
          <w:spacing w:val="-4"/>
          <w:szCs w:val="24"/>
        </w:rPr>
        <w:t>Также недостаточно обеспечиваются  библиотеки Шастовского сельсовета периодическими изданиями</w:t>
      </w:r>
      <w:r w:rsidRPr="0085622C">
        <w:rPr>
          <w:rFonts w:ascii="Times New Roman" w:hAnsi="Times New Roman"/>
          <w:szCs w:val="24"/>
        </w:rPr>
        <w:t>.</w:t>
      </w:r>
    </w:p>
    <w:p w:rsidR="00C828B7" w:rsidRPr="0085622C" w:rsidRDefault="00C828B7" w:rsidP="00C47357">
      <w:pPr>
        <w:pStyle w:val="BodyTextIndent"/>
        <w:spacing w:line="240" w:lineRule="auto"/>
        <w:ind w:firstLine="709"/>
        <w:rPr>
          <w:rFonts w:ascii="Times New Roman" w:hAnsi="Times New Roman"/>
          <w:szCs w:val="24"/>
        </w:rPr>
      </w:pPr>
      <w:r w:rsidRPr="0085622C">
        <w:rPr>
          <w:rFonts w:ascii="Times New Roman" w:hAnsi="Times New Roman"/>
          <w:spacing w:val="-4"/>
          <w:szCs w:val="24"/>
        </w:rPr>
        <w:t xml:space="preserve">В настоящее время остро стоит проблема обеспечения сохранности библиотечных фондов и имущества муниципальных библиотек Шастовского сельсовета. Для обеспечения безопасных условий для хранения фондов, имущества и  обслуживания пользователей </w:t>
      </w:r>
      <w:r w:rsidRPr="0085622C">
        <w:rPr>
          <w:rFonts w:ascii="Times New Roman" w:hAnsi="Times New Roman"/>
          <w:szCs w:val="24"/>
        </w:rPr>
        <w:t>библиотек  установка</w:t>
      </w:r>
      <w:r w:rsidRPr="0085622C">
        <w:rPr>
          <w:rFonts w:ascii="Times New Roman" w:hAnsi="Times New Roman"/>
          <w:spacing w:val="-4"/>
          <w:szCs w:val="24"/>
        </w:rPr>
        <w:t xml:space="preserve">  </w:t>
      </w:r>
      <w:r w:rsidRPr="0085622C">
        <w:rPr>
          <w:rFonts w:ascii="Times New Roman" w:hAnsi="Times New Roman"/>
          <w:szCs w:val="24"/>
        </w:rPr>
        <w:t>пожарно-охранной  сигнализации.</w:t>
      </w:r>
    </w:p>
    <w:p w:rsidR="00C828B7" w:rsidRPr="0085622C" w:rsidRDefault="00C828B7" w:rsidP="00C47357">
      <w:pPr>
        <w:pStyle w:val="BodyTextIndent"/>
        <w:spacing w:line="240" w:lineRule="auto"/>
        <w:ind w:firstLine="709"/>
        <w:rPr>
          <w:rFonts w:ascii="Times New Roman" w:hAnsi="Times New Roman"/>
          <w:color w:val="FF0000"/>
        </w:rPr>
      </w:pPr>
      <w:r w:rsidRPr="0085622C">
        <w:rPr>
          <w:rFonts w:ascii="Times New Roman" w:hAnsi="Times New Roman"/>
          <w:spacing w:val="-4"/>
          <w:szCs w:val="24"/>
        </w:rPr>
        <w:t xml:space="preserve">Отмечается крайне, недостаточное развитие такого важного направления, как укрепление материально-технической базы библиотеки. </w:t>
      </w:r>
      <w:r w:rsidRPr="0085622C">
        <w:rPr>
          <w:rFonts w:ascii="Times New Roman" w:hAnsi="Times New Roman"/>
        </w:rPr>
        <w:t>Помещение библиотеки не отвечает современным требованиям к обслуживанию читателей и к хранению фондов. Не созданы условия для библиотечного обслуживания жителей с ограниченными возможностями: отсутствуют пандусы при входе-выходе, специальные держатели, ограждения и т.д.</w:t>
      </w:r>
    </w:p>
    <w:p w:rsidR="00C828B7" w:rsidRPr="0085622C" w:rsidRDefault="00C828B7" w:rsidP="00C47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85622C">
        <w:rPr>
          <w:rFonts w:ascii="Times New Roman" w:hAnsi="Times New Roman" w:cs="Times New Roman"/>
          <w:sz w:val="24"/>
          <w:szCs w:val="24"/>
        </w:rPr>
        <w:t>Библиотека располагает устаревшим оборудованием, а зачастую его просто недостаточно, износ библиотечного оборудования составляет 70 процентов</w:t>
      </w:r>
      <w:r w:rsidRPr="0085622C">
        <w:rPr>
          <w:rFonts w:ascii="Times New Roman" w:hAnsi="Times New Roman" w:cs="Times New Roman"/>
          <w:spacing w:val="-4"/>
          <w:sz w:val="24"/>
          <w:szCs w:val="24"/>
        </w:rPr>
        <w:t xml:space="preserve">. Для улучшения библиотечным обслуживанием читателей-детей необходимо приобретение в библиотеку специализированной мебели. </w:t>
      </w:r>
    </w:p>
    <w:p w:rsidR="00C828B7" w:rsidRPr="0085622C" w:rsidRDefault="00C828B7" w:rsidP="002D181A">
      <w:pPr>
        <w:tabs>
          <w:tab w:val="left" w:pos="3552"/>
        </w:tabs>
        <w:ind w:right="-5" w:firstLine="709"/>
        <w:jc w:val="both"/>
      </w:pPr>
      <w:r w:rsidRPr="0085622C">
        <w:t xml:space="preserve">Отсутствует необходимый комплекс технических средств и программных продуктов для внедрения новых информационных технологий в деятельность библиотек. С февраля 2015 года сельская библиотека отключена от сети Интернет ввиду отсутствия финансовых средств, следовательно, существует </w:t>
      </w:r>
      <w:r w:rsidRPr="0085622C">
        <w:rPr>
          <w:bCs/>
        </w:rPr>
        <w:t>проблема ограниченности  пользователей к электронным информационным ресурсам</w:t>
      </w:r>
      <w:r w:rsidRPr="0085622C">
        <w:t xml:space="preserve">. </w:t>
      </w:r>
    </w:p>
    <w:p w:rsidR="00C828B7" w:rsidRPr="0085622C" w:rsidRDefault="00C828B7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В целях реализации Закона Курганской области от 25.12.2014 №108 «О закреплении за сельскими поселениями Курганской области вопросов местного значения городских поселений» и 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Шастовского сельсовета передает, а Администрация Варгашинского района принимает в свое ведение и осуществляет полномочия по решению вопросов местного значения.</w:t>
      </w:r>
    </w:p>
    <w:p w:rsidR="00C828B7" w:rsidRPr="0085622C" w:rsidRDefault="00C828B7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Передача полномочий производится в целях оперативного и эффективного осуществления вопросов местного значения для создания условий организации библиотечного обслуживания населения, комплектование и обеспечение сохранности библиотечных фондов библиотеки Шастовского сельсовета.</w:t>
      </w:r>
    </w:p>
    <w:p w:rsidR="00C828B7" w:rsidRPr="0085622C" w:rsidRDefault="00C828B7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Для осуществления переданных полномочий в соответствии с Бюджетным кодексом Российской Федерации Шастовский сельсовет передает из своего бюджета бюджету Варгашинского района финансовые средства в виде межбюджетных трансфертов.</w:t>
      </w:r>
    </w:p>
    <w:p w:rsidR="00C828B7" w:rsidRPr="0085622C" w:rsidRDefault="00C828B7" w:rsidP="002D181A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Реализация мероприятий Подпрограммы будет направлена на решение вышеуказанных проблем.</w:t>
      </w:r>
    </w:p>
    <w:p w:rsidR="00C828B7" w:rsidRPr="0085622C" w:rsidRDefault="00C828B7" w:rsidP="002B11FE">
      <w:pPr>
        <w:ind w:firstLine="709"/>
        <w:jc w:val="both"/>
        <w:rPr>
          <w:color w:val="FF0000"/>
        </w:rPr>
      </w:pPr>
      <w:r w:rsidRPr="0085622C">
        <w:t>Ожидаемыми результатами Подпрограммы являются отсутствие задолженности по расходам, связанным с передачей части полномочий Шастовского сельсовета Варгашинскому району, значительное улучшение качества и доступности библиотечных услуг.</w:t>
      </w:r>
      <w:r w:rsidRPr="0085622C">
        <w:rPr>
          <w:color w:val="FF0000"/>
        </w:rPr>
        <w:t xml:space="preserve"> </w:t>
      </w:r>
      <w:r w:rsidRPr="0085622C">
        <w:rPr>
          <w:color w:val="000000"/>
        </w:rPr>
        <w:t>Создание эффективной системы библиотечного обслуживания, способной обеспечить гражданам максимально быстрый, полный и свободный доступ к информации, реализация их конституционных прав на свободный доступ к информации и знаниям, а также сохранение национального культурного наследия, хранящегося в библиотеках.</w:t>
      </w:r>
    </w:p>
    <w:p w:rsidR="00C828B7" w:rsidRPr="0085622C" w:rsidRDefault="00C828B7" w:rsidP="00C47357">
      <w:pPr>
        <w:snapToGrid w:val="0"/>
        <w:ind w:right="-6" w:firstLine="709"/>
        <w:jc w:val="both"/>
      </w:pPr>
    </w:p>
    <w:p w:rsidR="00C828B7" w:rsidRPr="0085622C" w:rsidRDefault="00C828B7" w:rsidP="00C47357">
      <w:pPr>
        <w:jc w:val="center"/>
        <w:rPr>
          <w:b/>
        </w:rPr>
      </w:pPr>
      <w:r w:rsidRPr="0085622C">
        <w:rPr>
          <w:b/>
        </w:rPr>
        <w:t>1.2.  Цели и задачи Подпрограммы</w:t>
      </w:r>
    </w:p>
    <w:p w:rsidR="00C828B7" w:rsidRPr="0085622C" w:rsidRDefault="00C828B7" w:rsidP="00C47357">
      <w:pPr>
        <w:jc w:val="center"/>
        <w:rPr>
          <w:b/>
        </w:rPr>
      </w:pPr>
    </w:p>
    <w:p w:rsidR="00C828B7" w:rsidRPr="0085622C" w:rsidRDefault="00C828B7" w:rsidP="00C47357">
      <w:pPr>
        <w:pStyle w:val="NoSpacing"/>
        <w:ind w:firstLine="708"/>
        <w:jc w:val="both"/>
      </w:pPr>
      <w:r w:rsidRPr="0085622C">
        <w:rPr>
          <w:color w:val="000000"/>
        </w:rPr>
        <w:t xml:space="preserve">Основными целями Подпрограммы являются </w:t>
      </w:r>
      <w:r w:rsidRPr="0085622C">
        <w:t xml:space="preserve">осуществление расходов связанных с передачей части полномочий Шастовского сельсовета Варгашинскому району </w:t>
      </w:r>
      <w:r w:rsidRPr="0085622C">
        <w:rPr>
          <w:rFonts w:eastAsia="SimSun"/>
          <w:bCs/>
          <w:color w:val="000000"/>
          <w:kern w:val="3"/>
          <w:lang w:eastAsia="zh-CN" w:bidi="hi-IN"/>
        </w:rPr>
        <w:t>по организации библиотечного обслуживания населения, комплектования и обеспечения сохранности библиотечных фондов</w:t>
      </w:r>
      <w:r w:rsidRPr="0085622C">
        <w:t xml:space="preserve"> </w:t>
      </w:r>
    </w:p>
    <w:p w:rsidR="00C828B7" w:rsidRPr="0085622C" w:rsidRDefault="00C828B7" w:rsidP="00C47357">
      <w:pPr>
        <w:pStyle w:val="NoSpacing"/>
        <w:ind w:firstLine="708"/>
        <w:jc w:val="both"/>
      </w:pPr>
      <w:r w:rsidRPr="0085622C">
        <w:t>Для достижения данной цели необходимо решить следующие основные задачи:</w:t>
      </w:r>
    </w:p>
    <w:p w:rsidR="00C828B7" w:rsidRPr="0085622C" w:rsidRDefault="00C828B7" w:rsidP="00C47357">
      <w:pPr>
        <w:widowControl w:val="0"/>
        <w:rPr>
          <w:color w:val="000000"/>
        </w:rPr>
      </w:pPr>
      <w:r w:rsidRPr="0085622C">
        <w:t xml:space="preserve">- передача части полномочий Шастовского </w:t>
      </w:r>
      <w:r w:rsidRPr="0085622C">
        <w:rPr>
          <w:color w:val="000000"/>
        </w:rPr>
        <w:t xml:space="preserve">сельсовета Варгашинскому району;   </w:t>
      </w:r>
    </w:p>
    <w:p w:rsidR="00C828B7" w:rsidRPr="0085622C" w:rsidRDefault="00C828B7" w:rsidP="00C47357">
      <w:pPr>
        <w:widowControl w:val="0"/>
        <w:rPr>
          <w:color w:val="000000"/>
        </w:rPr>
      </w:pPr>
      <w:r w:rsidRPr="0085622C">
        <w:rPr>
          <w:color w:val="000000"/>
        </w:rPr>
        <w:t>-</w:t>
      </w:r>
      <w:r w:rsidRPr="0085622C">
        <w:t xml:space="preserve"> недопущение возникновения просроченной кредиторской задолженности по расходам связанным с </w:t>
      </w:r>
      <w:r w:rsidRPr="0085622C">
        <w:rPr>
          <w:color w:val="000000"/>
        </w:rPr>
        <w:t xml:space="preserve">передачей части полномочий </w:t>
      </w:r>
      <w:r w:rsidRPr="0085622C">
        <w:t xml:space="preserve">Шастовского </w:t>
      </w:r>
      <w:r w:rsidRPr="0085622C">
        <w:rPr>
          <w:color w:val="000000"/>
        </w:rPr>
        <w:t xml:space="preserve">сельсовета Варгашинскому району. </w:t>
      </w:r>
    </w:p>
    <w:p w:rsidR="00C828B7" w:rsidRPr="0085622C" w:rsidRDefault="00C828B7" w:rsidP="00C47357">
      <w:pPr>
        <w:jc w:val="center"/>
        <w:rPr>
          <w:b/>
        </w:rPr>
      </w:pPr>
    </w:p>
    <w:p w:rsidR="00C828B7" w:rsidRPr="0085622C" w:rsidRDefault="00C828B7" w:rsidP="00C47357">
      <w:pPr>
        <w:widowControl w:val="0"/>
        <w:jc w:val="center"/>
        <w:rPr>
          <w:b/>
        </w:rPr>
      </w:pPr>
      <w:r w:rsidRPr="0085622C">
        <w:rPr>
          <w:b/>
        </w:rPr>
        <w:t>1.3.   Сроки реализации Подпрограммы</w:t>
      </w:r>
    </w:p>
    <w:p w:rsidR="00C828B7" w:rsidRPr="0085622C" w:rsidRDefault="00C828B7" w:rsidP="00C47357">
      <w:pPr>
        <w:widowControl w:val="0"/>
        <w:jc w:val="center"/>
        <w:rPr>
          <w:b/>
        </w:rPr>
      </w:pPr>
    </w:p>
    <w:p w:rsidR="00C828B7" w:rsidRPr="0085622C" w:rsidRDefault="00C828B7" w:rsidP="00C47357">
      <w:pPr>
        <w:widowControl w:val="0"/>
        <w:ind w:firstLine="709"/>
        <w:jc w:val="both"/>
      </w:pPr>
      <w:r w:rsidRPr="0085622C">
        <w:t>Настоящая Программа рассчитана на три года: с 2016 года по 2018 год включительно. Условием изменения или досрочного прекращения реализации Подпрограммы являются:</w:t>
      </w:r>
    </w:p>
    <w:p w:rsidR="00C828B7" w:rsidRPr="0085622C" w:rsidRDefault="00C828B7" w:rsidP="00C47357">
      <w:pPr>
        <w:pStyle w:val="ListParagraph"/>
        <w:numPr>
          <w:ilvl w:val="0"/>
          <w:numId w:val="23"/>
        </w:numPr>
        <w:ind w:hanging="589"/>
      </w:pPr>
      <w:r w:rsidRPr="0085622C">
        <w:t>досрочная реализация мероприятий Подпрограммы;</w:t>
      </w:r>
    </w:p>
    <w:p w:rsidR="00C828B7" w:rsidRPr="0085622C" w:rsidRDefault="00C828B7" w:rsidP="00C47357">
      <w:pPr>
        <w:pStyle w:val="ListParagraph"/>
        <w:numPr>
          <w:ilvl w:val="0"/>
          <w:numId w:val="23"/>
        </w:numPr>
        <w:ind w:left="851" w:firstLine="0"/>
      </w:pPr>
      <w:r w:rsidRPr="0085622C">
        <w:t>снижение эффективности реализации Подпрограммы.</w:t>
      </w:r>
    </w:p>
    <w:p w:rsidR="00C828B7" w:rsidRPr="0085622C" w:rsidRDefault="00C828B7" w:rsidP="00C47357">
      <w:pPr>
        <w:pStyle w:val="NoSpacing"/>
        <w:ind w:firstLine="709"/>
        <w:jc w:val="both"/>
      </w:pPr>
      <w:r w:rsidRPr="0085622C">
        <w:t>Оценка эффективности  реализации Подпрограммы определяется в соответствии с  порядком проведения и критериями оценки эффективности реализации муниципальных программ Шастовского сельсовета, утвержденным  постановлением Администрации Шастовского сельсовета от 27 сентября  2013 года № 3</w:t>
      </w:r>
      <w:r w:rsidRPr="0085622C">
        <w:rPr>
          <w:b/>
        </w:rPr>
        <w:t xml:space="preserve"> </w:t>
      </w:r>
      <w:r w:rsidRPr="0085622C">
        <w:t>«О муниципальных программах  Шастовского сельсовета».</w:t>
      </w:r>
    </w:p>
    <w:p w:rsidR="00C828B7" w:rsidRPr="0085622C" w:rsidRDefault="00C828B7" w:rsidP="00C47357">
      <w:pPr>
        <w:rPr>
          <w:b/>
          <w:bCs/>
          <w:color w:val="000000"/>
          <w:szCs w:val="28"/>
        </w:rPr>
      </w:pPr>
    </w:p>
    <w:p w:rsidR="00C828B7" w:rsidRPr="0085622C" w:rsidRDefault="00C828B7" w:rsidP="00A72D1C">
      <w:pPr>
        <w:pStyle w:val="Standard"/>
        <w:jc w:val="center"/>
        <w:rPr>
          <w:b/>
        </w:rPr>
      </w:pPr>
      <w:r w:rsidRPr="0085622C">
        <w:rPr>
          <w:b/>
          <w:bCs/>
          <w:color w:val="000000"/>
          <w:szCs w:val="28"/>
        </w:rPr>
        <w:t>Глава 2.</w:t>
      </w:r>
      <w:r w:rsidRPr="0085622C">
        <w:rPr>
          <w:rFonts w:eastAsia="Times New Roman" w:cs="Times New Roman"/>
          <w:b/>
          <w:lang w:eastAsia="ru-RU" w:bidi="ar-SA"/>
        </w:rPr>
        <w:t xml:space="preserve"> </w:t>
      </w:r>
      <w:r w:rsidRPr="0085622C">
        <w:rPr>
          <w:b/>
        </w:rPr>
        <w:t>Подпрограмма</w:t>
      </w:r>
    </w:p>
    <w:p w:rsidR="00C828B7" w:rsidRPr="0085622C" w:rsidRDefault="00C828B7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  <w:r w:rsidRPr="0085622C">
        <w:rPr>
          <w:b/>
        </w:rPr>
        <w:t xml:space="preserve">  «Развитие культурной деятельности»</w:t>
      </w:r>
    </w:p>
    <w:p w:rsidR="00C828B7" w:rsidRPr="0085622C" w:rsidRDefault="00C828B7" w:rsidP="00A72D1C">
      <w:pPr>
        <w:jc w:val="center"/>
        <w:rPr>
          <w:rFonts w:eastAsia="SimSun"/>
          <w:b/>
          <w:lang w:eastAsia="zh-CN" w:bidi="hi-IN"/>
        </w:rPr>
      </w:pPr>
      <w:r w:rsidRPr="0085622C">
        <w:rPr>
          <w:b/>
        </w:rPr>
        <w:t>муниципальной программы Шастовского сельсовета «Развитие культуры Шастовского сельсовета»</w:t>
      </w:r>
    </w:p>
    <w:p w:rsidR="00C828B7" w:rsidRPr="0085622C" w:rsidRDefault="00C828B7" w:rsidP="00A72D1C">
      <w:pPr>
        <w:pStyle w:val="Standard"/>
        <w:jc w:val="center"/>
        <w:rPr>
          <w:rFonts w:eastAsia="Times New Roman" w:cs="Times New Roman"/>
          <w:b/>
          <w:lang w:eastAsia="ru-RU" w:bidi="ar-SA"/>
        </w:rPr>
      </w:pPr>
    </w:p>
    <w:p w:rsidR="00C828B7" w:rsidRPr="0085622C" w:rsidRDefault="00C828B7" w:rsidP="00A72D1C">
      <w:pPr>
        <w:pStyle w:val="Standard"/>
        <w:jc w:val="center"/>
        <w:rPr>
          <w:rFonts w:eastAsia="Times New Roman" w:cs="Arial"/>
          <w:b/>
          <w:lang w:eastAsia="ru-RU" w:bidi="ar-SA"/>
        </w:rPr>
      </w:pPr>
      <w:r w:rsidRPr="0085622C">
        <w:rPr>
          <w:rFonts w:eastAsia="Times New Roman" w:cs="Arial"/>
          <w:b/>
          <w:lang w:eastAsia="ru-RU" w:bidi="ar-SA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40"/>
        <w:gridCol w:w="6682"/>
      </w:tblGrid>
      <w:tr w:rsidR="00C828B7" w:rsidRPr="0085622C" w:rsidTr="000B16A6">
        <w:trPr>
          <w:trHeight w:val="333"/>
        </w:trPr>
        <w:tc>
          <w:tcPr>
            <w:tcW w:w="3740" w:type="dxa"/>
          </w:tcPr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Наименование  подпрограммы</w:t>
            </w:r>
          </w:p>
        </w:tc>
        <w:tc>
          <w:tcPr>
            <w:tcW w:w="6682" w:type="dxa"/>
          </w:tcPr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«Развитие культурной деятельности» (далее – Подпрограмма)</w:t>
            </w:r>
          </w:p>
        </w:tc>
      </w:tr>
      <w:tr w:rsidR="00C828B7" w:rsidRPr="0085622C" w:rsidTr="000B16A6">
        <w:tc>
          <w:tcPr>
            <w:tcW w:w="3740" w:type="dxa"/>
          </w:tcPr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Цель подпрограммы</w:t>
            </w:r>
          </w:p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</w:tcPr>
          <w:p w:rsidR="00C828B7" w:rsidRPr="0085622C" w:rsidRDefault="00C828B7" w:rsidP="002733B9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 xml:space="preserve">Осуществление расходов связанных с передачей части  полномочий Шастовского </w:t>
            </w:r>
            <w:r w:rsidRPr="0085622C">
              <w:rPr>
                <w:color w:val="000000"/>
                <w:sz w:val="22"/>
                <w:szCs w:val="22"/>
              </w:rPr>
              <w:t>сельсовета Варгашинскому району</w:t>
            </w:r>
            <w:r w:rsidRPr="0085622C">
              <w:rPr>
                <w:bCs/>
                <w:color w:val="000000"/>
                <w:sz w:val="22"/>
                <w:szCs w:val="22"/>
              </w:rPr>
              <w:t xml:space="preserve"> 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      </w:r>
          </w:p>
        </w:tc>
      </w:tr>
      <w:tr w:rsidR="00C828B7" w:rsidRPr="0085622C" w:rsidTr="000B16A6">
        <w:tc>
          <w:tcPr>
            <w:tcW w:w="3740" w:type="dxa"/>
          </w:tcPr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Задачи подпрограммы</w:t>
            </w:r>
          </w:p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</w:tcPr>
          <w:p w:rsidR="00C828B7" w:rsidRPr="00243461" w:rsidRDefault="00C828B7" w:rsidP="00A72D1C">
            <w:pPr>
              <w:pStyle w:val="BodyTextIndent"/>
              <w:numPr>
                <w:ilvl w:val="0"/>
                <w:numId w:val="15"/>
              </w:numPr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243461">
              <w:rPr>
                <w:rFonts w:ascii="Times New Roman" w:hAnsi="Times New Roman"/>
                <w:sz w:val="22"/>
                <w:szCs w:val="22"/>
              </w:rPr>
              <w:t xml:space="preserve">передача части полномочий Шастовского </w:t>
            </w:r>
            <w:r w:rsidRPr="00243461">
              <w:rPr>
                <w:rFonts w:ascii="Times New Roman" w:hAnsi="Times New Roman"/>
                <w:color w:val="000000"/>
                <w:sz w:val="22"/>
                <w:szCs w:val="22"/>
              </w:rPr>
              <w:t>сельсовета Варгашинскому району</w:t>
            </w:r>
            <w:r w:rsidRPr="00243461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243461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      </w:r>
            <w:r w:rsidRPr="00243461">
              <w:rPr>
                <w:rFonts w:ascii="Times New Roman" w:eastAsia="SimSun" w:hAnsi="Times New Roma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;</w:t>
            </w:r>
          </w:p>
          <w:p w:rsidR="00C828B7" w:rsidRPr="00243461" w:rsidRDefault="00C828B7" w:rsidP="00A72D1C">
            <w:pPr>
              <w:pStyle w:val="BodyTextIndent"/>
              <w:tabs>
                <w:tab w:val="left" w:pos="423"/>
              </w:tabs>
              <w:spacing w:line="240" w:lineRule="auto"/>
              <w:ind w:left="34" w:firstLine="0"/>
              <w:jc w:val="left"/>
              <w:rPr>
                <w:rFonts w:ascii="Times New Roman" w:eastAsia="SimSun" w:hAnsi="Times New Roman"/>
                <w:b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243461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  <w:r w:rsidRPr="00243461">
              <w:rPr>
                <w:rFonts w:ascii="Times New Roman" w:hAnsi="Times New Roman"/>
                <w:sz w:val="22"/>
                <w:szCs w:val="22"/>
              </w:rPr>
              <w:t xml:space="preserve"> недопущение возникновения просроченной кредиторской задолженности по расходам связанным с </w:t>
            </w:r>
            <w:r w:rsidRPr="002434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передачей части полномочий </w:t>
            </w:r>
            <w:r w:rsidRPr="00243461">
              <w:rPr>
                <w:rFonts w:ascii="Times New Roman" w:hAnsi="Times New Roman"/>
                <w:sz w:val="22"/>
                <w:szCs w:val="22"/>
              </w:rPr>
              <w:t xml:space="preserve">Шастовского </w:t>
            </w:r>
            <w:r w:rsidRPr="002434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сельсовета Варгашинскому району;   </w:t>
            </w:r>
          </w:p>
        </w:tc>
      </w:tr>
      <w:tr w:rsidR="00C828B7" w:rsidRPr="0085622C" w:rsidTr="000B16A6">
        <w:tc>
          <w:tcPr>
            <w:tcW w:w="3740" w:type="dxa"/>
          </w:tcPr>
          <w:p w:rsidR="00C828B7" w:rsidRPr="0085622C" w:rsidRDefault="00C828B7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Заказчик подпрограммы</w:t>
            </w:r>
          </w:p>
        </w:tc>
        <w:tc>
          <w:tcPr>
            <w:tcW w:w="6682" w:type="dxa"/>
          </w:tcPr>
          <w:p w:rsidR="00C828B7" w:rsidRPr="0085622C" w:rsidRDefault="00C828B7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Pr="0085622C">
              <w:rPr>
                <w:sz w:val="22"/>
                <w:szCs w:val="22"/>
              </w:rPr>
              <w:t>Шастовского сельсовета</w:t>
            </w:r>
          </w:p>
        </w:tc>
      </w:tr>
      <w:tr w:rsidR="00C828B7" w:rsidRPr="0085622C" w:rsidTr="000B16A6">
        <w:tc>
          <w:tcPr>
            <w:tcW w:w="3740" w:type="dxa"/>
          </w:tcPr>
          <w:p w:rsidR="00C828B7" w:rsidRPr="0085622C" w:rsidRDefault="00C828B7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Разработчик </w:t>
            </w:r>
          </w:p>
          <w:p w:rsidR="00C828B7" w:rsidRPr="0085622C" w:rsidRDefault="00C828B7" w:rsidP="00A72D1C">
            <w:pPr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подпрограммы</w:t>
            </w:r>
          </w:p>
        </w:tc>
        <w:tc>
          <w:tcPr>
            <w:tcW w:w="6682" w:type="dxa"/>
          </w:tcPr>
          <w:p w:rsidR="00C828B7" w:rsidRPr="0085622C" w:rsidRDefault="00C828B7" w:rsidP="00A72D1C">
            <w:pPr>
              <w:snapToGrid w:val="0"/>
              <w:ind w:left="11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 xml:space="preserve">Администрация </w:t>
            </w:r>
            <w:r w:rsidRPr="0085622C">
              <w:rPr>
                <w:sz w:val="22"/>
                <w:szCs w:val="22"/>
              </w:rPr>
              <w:t>Шастовского сельсовета</w:t>
            </w:r>
          </w:p>
        </w:tc>
      </w:tr>
      <w:tr w:rsidR="00C828B7" w:rsidRPr="0085622C" w:rsidTr="000B16A6">
        <w:tc>
          <w:tcPr>
            <w:tcW w:w="3740" w:type="dxa"/>
            <w:vMerge w:val="restart"/>
          </w:tcPr>
          <w:p w:rsidR="00C828B7" w:rsidRPr="0085622C" w:rsidRDefault="00C828B7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85622C">
              <w:rPr>
                <w:sz w:val="22"/>
                <w:szCs w:val="22"/>
                <w:lang w:eastAsia="ar-SA"/>
              </w:rPr>
              <w:t>Исполнители</w:t>
            </w:r>
            <w:r w:rsidRPr="0085622C">
              <w:rPr>
                <w:sz w:val="22"/>
                <w:szCs w:val="22"/>
              </w:rPr>
              <w:t xml:space="preserve"> под</w:t>
            </w:r>
            <w:r w:rsidRPr="0085622C">
              <w:rPr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6682" w:type="dxa"/>
          </w:tcPr>
          <w:p w:rsidR="00C828B7" w:rsidRPr="0085622C" w:rsidRDefault="00C828B7" w:rsidP="00A72D1C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Администрация Шастовского сельсовета</w:t>
            </w:r>
          </w:p>
        </w:tc>
      </w:tr>
      <w:tr w:rsidR="00C828B7" w:rsidRPr="0085622C" w:rsidTr="000B16A6">
        <w:tc>
          <w:tcPr>
            <w:tcW w:w="3740" w:type="dxa"/>
            <w:vMerge/>
          </w:tcPr>
          <w:p w:rsidR="00C828B7" w:rsidRPr="0085622C" w:rsidRDefault="00C828B7" w:rsidP="00A72D1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6682" w:type="dxa"/>
          </w:tcPr>
          <w:p w:rsidR="00C828B7" w:rsidRPr="0085622C" w:rsidRDefault="00C828B7" w:rsidP="00A72D1C">
            <w:pPr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Шастовская сельская Дума (по согласованию)</w:t>
            </w:r>
          </w:p>
        </w:tc>
      </w:tr>
      <w:tr w:rsidR="00C828B7" w:rsidRPr="0085622C" w:rsidTr="000B16A6">
        <w:trPr>
          <w:trHeight w:val="1379"/>
        </w:trPr>
        <w:tc>
          <w:tcPr>
            <w:tcW w:w="3740" w:type="dxa"/>
          </w:tcPr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Целевые индикаторы подпрограммы</w:t>
            </w:r>
          </w:p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</w:tcPr>
          <w:p w:rsidR="00C828B7" w:rsidRPr="0085622C" w:rsidRDefault="00C828B7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  доля расходов  бюджета Шастовского сельсовета, формируемых в рамках муниципальных программ, в общем объеме расходов бюджета Шастовского сельсовета (%);</w:t>
            </w:r>
          </w:p>
          <w:p w:rsidR="00C828B7" w:rsidRPr="0085622C" w:rsidRDefault="00C828B7" w:rsidP="00A72D1C">
            <w:pPr>
              <w:tabs>
                <w:tab w:val="left" w:pos="-675"/>
                <w:tab w:val="left" w:pos="453"/>
              </w:tabs>
              <w:autoSpaceDN w:val="0"/>
              <w:snapToGrid w:val="0"/>
              <w:spacing w:line="276" w:lineRule="auto"/>
              <w:ind w:left="34" w:right="-6"/>
              <w:jc w:val="both"/>
              <w:rPr>
                <w:rFonts w:cs="Arial"/>
                <w:kern w:val="3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- доля просроченной кредиторской задолженности к общему объему расходов бюджета Шастовского сельсовета (%)  </w:t>
            </w:r>
          </w:p>
        </w:tc>
      </w:tr>
      <w:tr w:rsidR="00C828B7" w:rsidRPr="0085622C" w:rsidTr="000B16A6">
        <w:tc>
          <w:tcPr>
            <w:tcW w:w="3740" w:type="dxa"/>
          </w:tcPr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Сроки и этапы реализации подпрограммы</w:t>
            </w:r>
          </w:p>
        </w:tc>
        <w:tc>
          <w:tcPr>
            <w:tcW w:w="6682" w:type="dxa"/>
          </w:tcPr>
          <w:p w:rsidR="00C828B7" w:rsidRPr="0085622C" w:rsidRDefault="00C828B7" w:rsidP="00B23A44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sz w:val="22"/>
                <w:szCs w:val="22"/>
              </w:rPr>
              <w:t>Подпрограмма  реализуется в один  этап. Сроки реализации 2016-2018 гг.</w:t>
            </w:r>
          </w:p>
        </w:tc>
      </w:tr>
      <w:tr w:rsidR="00C828B7" w:rsidRPr="0085622C" w:rsidTr="000B16A6">
        <w:tc>
          <w:tcPr>
            <w:tcW w:w="3740" w:type="dxa"/>
          </w:tcPr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Финансовое обеспечение подпрограммы</w:t>
            </w:r>
          </w:p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6682" w:type="dxa"/>
          </w:tcPr>
          <w:p w:rsidR="00C828B7" w:rsidRPr="0085622C" w:rsidRDefault="00C828B7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Объем финансирования Подпрограммы составляет </w:t>
            </w:r>
            <w:r>
              <w:rPr>
                <w:sz w:val="22"/>
                <w:szCs w:val="22"/>
              </w:rPr>
              <w:t>1945,9</w:t>
            </w:r>
            <w:r w:rsidRPr="0085622C">
              <w:rPr>
                <w:sz w:val="22"/>
                <w:szCs w:val="22"/>
              </w:rPr>
              <w:t xml:space="preserve"> тысячи рублей, из них за счет средств бюджета Шастовского сельсовета  </w:t>
            </w:r>
            <w:r>
              <w:rPr>
                <w:sz w:val="22"/>
                <w:szCs w:val="22"/>
              </w:rPr>
              <w:t>213,9</w:t>
            </w:r>
            <w:r w:rsidRPr="0085622C">
              <w:rPr>
                <w:sz w:val="22"/>
                <w:szCs w:val="22"/>
              </w:rPr>
              <w:t xml:space="preserve"> тысяч рублей, в том числе по годам:</w:t>
            </w:r>
          </w:p>
          <w:p w:rsidR="00C828B7" w:rsidRPr="0085622C" w:rsidRDefault="00C828B7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2016 год – 172,2 тысяч рублей;</w:t>
            </w:r>
          </w:p>
          <w:p w:rsidR="00C828B7" w:rsidRPr="0085622C" w:rsidRDefault="00C828B7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2017 год – </w:t>
            </w:r>
            <w:r>
              <w:rPr>
                <w:sz w:val="22"/>
                <w:szCs w:val="22"/>
              </w:rPr>
              <w:t>41,7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C828B7" w:rsidRPr="0085622C" w:rsidRDefault="00C828B7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2018 год – 0,0 тысяч рублей</w:t>
            </w:r>
          </w:p>
          <w:p w:rsidR="00C828B7" w:rsidRPr="0085622C" w:rsidRDefault="00C828B7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средства областного бюджета (по согласованию) – </w:t>
            </w:r>
            <w:r>
              <w:rPr>
                <w:sz w:val="22"/>
                <w:szCs w:val="22"/>
              </w:rPr>
              <w:t>1732,0</w:t>
            </w:r>
          </w:p>
          <w:p w:rsidR="00C828B7" w:rsidRPr="0085622C" w:rsidRDefault="00C828B7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 тысяч рублей,  в том числе по годам:</w:t>
            </w:r>
          </w:p>
          <w:p w:rsidR="00C828B7" w:rsidRPr="0085622C" w:rsidRDefault="00C828B7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2016 год – 794,9 тысяч рублей;</w:t>
            </w:r>
          </w:p>
          <w:p w:rsidR="00C828B7" w:rsidRPr="0085622C" w:rsidRDefault="00C828B7" w:rsidP="00A72D1C">
            <w:pPr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 xml:space="preserve">2017 год – </w:t>
            </w:r>
            <w:r>
              <w:rPr>
                <w:sz w:val="22"/>
                <w:szCs w:val="22"/>
              </w:rPr>
              <w:t>937,1</w:t>
            </w:r>
            <w:r w:rsidRPr="0085622C">
              <w:rPr>
                <w:sz w:val="22"/>
                <w:szCs w:val="22"/>
              </w:rPr>
              <w:t xml:space="preserve">  тысяч рублей;</w:t>
            </w:r>
          </w:p>
          <w:p w:rsidR="00C828B7" w:rsidRPr="0085622C" w:rsidRDefault="00C828B7" w:rsidP="000560BF">
            <w:pPr>
              <w:widowControl w:val="0"/>
              <w:suppressAutoHyphens/>
              <w:autoSpaceDN w:val="0"/>
              <w:spacing w:line="276" w:lineRule="auto"/>
              <w:jc w:val="both"/>
              <w:rPr>
                <w:rFonts w:cs="Arial"/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2018 год – 0,0 тысяч рублей</w:t>
            </w:r>
          </w:p>
        </w:tc>
      </w:tr>
      <w:tr w:rsidR="00C828B7" w:rsidRPr="0085622C" w:rsidTr="000B16A6">
        <w:tc>
          <w:tcPr>
            <w:tcW w:w="3740" w:type="dxa"/>
          </w:tcPr>
          <w:p w:rsidR="00C828B7" w:rsidRPr="0085622C" w:rsidRDefault="00C828B7" w:rsidP="00A72D1C">
            <w:pPr>
              <w:pStyle w:val="Standard"/>
              <w:spacing w:line="276" w:lineRule="auto"/>
              <w:jc w:val="both"/>
              <w:rPr>
                <w:rFonts w:eastAsia="Times New Roman" w:cs="Arial"/>
                <w:sz w:val="22"/>
                <w:szCs w:val="22"/>
                <w:lang w:eastAsia="ru-RU" w:bidi="ar-SA"/>
              </w:rPr>
            </w:pPr>
            <w:r w:rsidRPr="0085622C">
              <w:rPr>
                <w:rFonts w:eastAsia="Times New Roman" w:cs="Arial"/>
                <w:sz w:val="22"/>
                <w:szCs w:val="22"/>
                <w:lang w:eastAsia="ru-RU" w:bidi="ar-SA"/>
              </w:rPr>
              <w:t>Ожидаемые конечные результаты подпрограммы</w:t>
            </w:r>
          </w:p>
        </w:tc>
        <w:tc>
          <w:tcPr>
            <w:tcW w:w="6682" w:type="dxa"/>
          </w:tcPr>
          <w:p w:rsidR="00C828B7" w:rsidRPr="0085622C" w:rsidRDefault="00C828B7" w:rsidP="000B16A6">
            <w:pPr>
              <w:snapToGrid w:val="0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- отсутствие просроченной кредиторской задолженности по расходам, связанным с выполнением переданных полномочий.</w:t>
            </w:r>
          </w:p>
        </w:tc>
      </w:tr>
    </w:tbl>
    <w:p w:rsidR="00C828B7" w:rsidRPr="0085622C" w:rsidRDefault="00C828B7" w:rsidP="00A72D1C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C828B7" w:rsidRPr="0085622C" w:rsidRDefault="00C828B7" w:rsidP="00A72D1C">
      <w:pPr>
        <w:jc w:val="center"/>
        <w:rPr>
          <w:b/>
        </w:rPr>
      </w:pPr>
      <w:r w:rsidRPr="0085622C">
        <w:rPr>
          <w:b/>
        </w:rPr>
        <w:t>2.1.  К</w:t>
      </w:r>
      <w:r w:rsidRPr="0085622C">
        <w:rPr>
          <w:rFonts w:cs="Arial"/>
          <w:b/>
        </w:rPr>
        <w:t xml:space="preserve">раткая характеристика </w:t>
      </w:r>
      <w:r w:rsidRPr="0085622C">
        <w:rPr>
          <w:b/>
        </w:rPr>
        <w:t>Подпрограммы</w:t>
      </w:r>
    </w:p>
    <w:p w:rsidR="00C828B7" w:rsidRPr="0085622C" w:rsidRDefault="00C828B7" w:rsidP="00322B03">
      <w:pPr>
        <w:rPr>
          <w:rFonts w:eastAsia="SimSun" w:cs="Mangal"/>
          <w:b/>
          <w:lang w:eastAsia="zh-CN" w:bidi="hi-IN"/>
        </w:rPr>
      </w:pPr>
    </w:p>
    <w:p w:rsidR="00C828B7" w:rsidRPr="0085622C" w:rsidRDefault="00C828B7" w:rsidP="00316B3C">
      <w:pPr>
        <w:ind w:firstLine="709"/>
        <w:jc w:val="both"/>
        <w:rPr>
          <w:color w:val="000000"/>
        </w:rPr>
      </w:pPr>
      <w:r w:rsidRPr="0085622C">
        <w:rPr>
          <w:color w:val="000000"/>
        </w:rPr>
        <w:t xml:space="preserve">Учреждения культуры выполняют важнейшие социальные и коммуникативные функции, являются одним из базовых элементов культурной, образовательной и информационной инфраструктуры района, вносят весомый вклад в его социально-экономическое развитие. Услуги, предоставляемые населению, способствуют повышению образования, творческому и культурному развитию населения. </w:t>
      </w:r>
    </w:p>
    <w:p w:rsidR="00C828B7" w:rsidRPr="0085622C" w:rsidRDefault="00C828B7" w:rsidP="00316B3C">
      <w:pPr>
        <w:ind w:firstLine="709"/>
        <w:jc w:val="both"/>
        <w:rPr>
          <w:rFonts w:eastAsia="SimSun" w:cs="Mangal"/>
          <w:lang w:eastAsia="zh-CN" w:bidi="hi-IN"/>
        </w:rPr>
      </w:pPr>
      <w:r w:rsidRPr="0085622C">
        <w:rPr>
          <w:rFonts w:eastAsia="SimSun" w:cs="Mangal"/>
          <w:lang w:eastAsia="zh-CN" w:bidi="hi-IN"/>
        </w:rPr>
        <w:t>Деятельность Шастовского СДК  направлена на формирование и удовлетворении потребности населения Шастовского сельсовета в интеллектуальном и духовном росте, самопознании и образовании, на приобщение к национальной культуре, а также, что немаловажно, содействует интеграции в социокультурную среду лиц с ограниченными возможностями здоровья.</w:t>
      </w:r>
    </w:p>
    <w:p w:rsidR="00C828B7" w:rsidRPr="0085622C" w:rsidRDefault="00C828B7" w:rsidP="00316B3C">
      <w:pPr>
        <w:ind w:firstLine="709"/>
        <w:jc w:val="both"/>
        <w:rPr>
          <w:rFonts w:eastAsia="SimSun" w:cs="Mangal"/>
          <w:lang w:eastAsia="zh-CN" w:bidi="hi-IN"/>
        </w:rPr>
      </w:pPr>
      <w:r w:rsidRPr="0085622C">
        <w:rPr>
          <w:rFonts w:eastAsia="SimSun" w:cs="Mangal"/>
          <w:lang w:eastAsia="zh-CN" w:bidi="hi-IN"/>
        </w:rPr>
        <w:t>Анализ деятельности учреждения культуры выявил, что причинами трудностей в обеспечении творческого и культурного развития личности и участия населения в культурной жизни Шастовского сельсовета являются устаревшая материально-техническая база учреждения, ее недостаточное обеспечение специализированным оборудованием, необходимым для осуществления профильной деятельности учреждения, недостаточная приспособленность учреждения для его посещения и предоставления услуг различным категориям лиц с ограниченными возможностями здоровья, а также эксплуатация здания, требующего  капитального ремонта.</w:t>
      </w:r>
    </w:p>
    <w:p w:rsidR="00C828B7" w:rsidRPr="0085622C" w:rsidRDefault="00C828B7" w:rsidP="00316B3C">
      <w:pPr>
        <w:ind w:firstLine="708"/>
        <w:jc w:val="both"/>
      </w:pPr>
      <w:r w:rsidRPr="0085622C">
        <w:t>Осуществление мероприятий, направленных на модернизацию культуры, требует согласованного использования финансовых и материальных ресурсов, что обуславливает необходимость использования программно-целевого метода.</w:t>
      </w:r>
    </w:p>
    <w:p w:rsidR="00C828B7" w:rsidRPr="0085622C" w:rsidRDefault="00C828B7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В целях реализации Закона Курганской области от 25.12.2014 №108 «О закреплении за сельскими поселениями Курганской области вопросов местного значения городских поселений» и Федерального закона от 06.10.2003 г. «Об общих принципах организации местного самоуправления в Российской Федерации», в соответствии с частью 4 статьи 15, администрация Шастовского сельсовета передает, а администрация района принимает в свое ведение и осуществляет полномочия по решению вопросов местного значения.</w:t>
      </w:r>
    </w:p>
    <w:p w:rsidR="00C828B7" w:rsidRPr="0085622C" w:rsidRDefault="00C828B7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 xml:space="preserve">Передача полномочий производится в целях оперативного и эффективного осуществления вопросов местного значения </w:t>
      </w:r>
      <w:r w:rsidRPr="0085622C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</w:t>
      </w:r>
      <w:r w:rsidRPr="0085622C">
        <w:rPr>
          <w:color w:val="000000"/>
          <w:shd w:val="clear" w:color="auto" w:fill="FFFFFF"/>
        </w:rPr>
        <w:t xml:space="preserve"> Шастовского сельсовета.</w:t>
      </w:r>
    </w:p>
    <w:p w:rsidR="00C828B7" w:rsidRPr="0085622C" w:rsidRDefault="00C828B7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Для осуществления переданных полномочий в соответствии с Бюджетным кодексом Российской Федерации Шастовский сельсовет передает из своего бюджета бюджету Варгашинского района финансовые средства в виде межбюджетных трансфертов.</w:t>
      </w:r>
    </w:p>
    <w:p w:rsidR="00C828B7" w:rsidRPr="0085622C" w:rsidRDefault="00C828B7" w:rsidP="00462D3D">
      <w:pPr>
        <w:tabs>
          <w:tab w:val="left" w:pos="3552"/>
        </w:tabs>
        <w:ind w:right="-5" w:firstLine="709"/>
        <w:jc w:val="both"/>
        <w:rPr>
          <w:color w:val="000000"/>
          <w:shd w:val="clear" w:color="auto" w:fill="FFFFFF"/>
        </w:rPr>
      </w:pPr>
      <w:r w:rsidRPr="0085622C">
        <w:rPr>
          <w:color w:val="000000"/>
          <w:shd w:val="clear" w:color="auto" w:fill="FFFFFF"/>
        </w:rPr>
        <w:t>Реализация мероприятий Подпрограммы будет направлена на решение вышеуказанных проблем.</w:t>
      </w:r>
    </w:p>
    <w:p w:rsidR="00C828B7" w:rsidRPr="0085622C" w:rsidRDefault="00C828B7" w:rsidP="00C74F59">
      <w:pPr>
        <w:ind w:firstLine="708"/>
        <w:jc w:val="both"/>
      </w:pPr>
      <w:r w:rsidRPr="0085622C">
        <w:t>Ожидаемыми результатами Подпрограммы являются отсутствие задолженности по расходам, связанным с передачей части полномочий Шастовского сельсовета Варгашинскому району, создание условий для обеспечения творческого и культурного развития личности.</w:t>
      </w:r>
    </w:p>
    <w:p w:rsidR="00C828B7" w:rsidRPr="0085622C" w:rsidRDefault="00C828B7" w:rsidP="00322B03">
      <w:pPr>
        <w:rPr>
          <w:rFonts w:eastAsia="SimSun" w:cs="Mangal"/>
          <w:lang w:eastAsia="zh-CN" w:bidi="hi-IN"/>
        </w:rPr>
      </w:pPr>
    </w:p>
    <w:p w:rsidR="00C828B7" w:rsidRPr="0085622C" w:rsidRDefault="00C828B7" w:rsidP="00A72D1C">
      <w:pPr>
        <w:jc w:val="center"/>
        <w:rPr>
          <w:b/>
        </w:rPr>
      </w:pPr>
      <w:r w:rsidRPr="0085622C">
        <w:rPr>
          <w:b/>
        </w:rPr>
        <w:t>2.2.  Цели и задачи Подпрограммы</w:t>
      </w:r>
    </w:p>
    <w:p w:rsidR="00C828B7" w:rsidRPr="0085622C" w:rsidRDefault="00C828B7" w:rsidP="00A72D1C">
      <w:pPr>
        <w:jc w:val="center"/>
        <w:rPr>
          <w:b/>
          <w:bCs/>
          <w:color w:val="000000"/>
          <w:szCs w:val="28"/>
        </w:rPr>
      </w:pPr>
    </w:p>
    <w:p w:rsidR="00C828B7" w:rsidRPr="0085622C" w:rsidRDefault="00C828B7" w:rsidP="007670AF">
      <w:pPr>
        <w:pStyle w:val="NoSpacing"/>
        <w:ind w:firstLine="708"/>
        <w:jc w:val="both"/>
        <w:rPr>
          <w:bCs/>
          <w:color w:val="000000"/>
        </w:rPr>
      </w:pPr>
      <w:r w:rsidRPr="0085622C">
        <w:rPr>
          <w:color w:val="000000"/>
        </w:rPr>
        <w:t xml:space="preserve">Основными целями Подпрограммы является </w:t>
      </w:r>
      <w:r w:rsidRPr="0085622C">
        <w:t xml:space="preserve">осуществление расходов, связанных с передачей части полномочий Шастовского сельсовета Варгашинскому району </w:t>
      </w:r>
      <w:r w:rsidRPr="0085622C">
        <w:rPr>
          <w:bCs/>
          <w:color w:val="000000"/>
        </w:rPr>
        <w:t>для создания условий по организации досуга и обеспечения жителей поселения услугами организаций культуры, 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</w:r>
    </w:p>
    <w:p w:rsidR="00C828B7" w:rsidRPr="0085622C" w:rsidRDefault="00C828B7" w:rsidP="007670AF">
      <w:pPr>
        <w:pStyle w:val="NoSpacing"/>
        <w:ind w:firstLine="708"/>
        <w:jc w:val="both"/>
      </w:pPr>
      <w:r w:rsidRPr="0085622C">
        <w:t>Для достижения данной цели необходимо решить следующие основные задачи:</w:t>
      </w:r>
    </w:p>
    <w:p w:rsidR="00C828B7" w:rsidRPr="0085622C" w:rsidRDefault="00C828B7" w:rsidP="007670AF">
      <w:pPr>
        <w:widowControl w:val="0"/>
        <w:rPr>
          <w:color w:val="000000"/>
        </w:rPr>
      </w:pPr>
      <w:r w:rsidRPr="0085622C">
        <w:t xml:space="preserve">- передача части полномочий Шастовского </w:t>
      </w:r>
      <w:r w:rsidRPr="0085622C">
        <w:rPr>
          <w:color w:val="000000"/>
        </w:rPr>
        <w:t xml:space="preserve">сельсовета Варгашинскому району;   </w:t>
      </w:r>
    </w:p>
    <w:p w:rsidR="00C828B7" w:rsidRPr="0085622C" w:rsidRDefault="00C828B7" w:rsidP="007670AF">
      <w:pPr>
        <w:rPr>
          <w:color w:val="000000"/>
        </w:rPr>
      </w:pPr>
      <w:r w:rsidRPr="0085622C">
        <w:rPr>
          <w:color w:val="000000"/>
        </w:rPr>
        <w:t>-</w:t>
      </w:r>
      <w:r w:rsidRPr="0085622C">
        <w:t xml:space="preserve"> недопущение возникновения просроченной кредиторской задолженности по расходам связанным с </w:t>
      </w:r>
      <w:r w:rsidRPr="0085622C">
        <w:rPr>
          <w:color w:val="000000"/>
        </w:rPr>
        <w:t xml:space="preserve">передачей части полномочий </w:t>
      </w:r>
      <w:r w:rsidRPr="0085622C">
        <w:t xml:space="preserve">Шастовского </w:t>
      </w:r>
      <w:r w:rsidRPr="0085622C">
        <w:rPr>
          <w:color w:val="000000"/>
        </w:rPr>
        <w:t>сельсовета Варгашинскому району.</w:t>
      </w:r>
    </w:p>
    <w:p w:rsidR="00C828B7" w:rsidRPr="0085622C" w:rsidRDefault="00C828B7" w:rsidP="007670AF">
      <w:pPr>
        <w:rPr>
          <w:bCs/>
          <w:color w:val="000000"/>
          <w:szCs w:val="28"/>
        </w:rPr>
      </w:pPr>
    </w:p>
    <w:p w:rsidR="00C828B7" w:rsidRPr="0085622C" w:rsidRDefault="00C828B7" w:rsidP="00A72D1C">
      <w:pPr>
        <w:widowControl w:val="0"/>
        <w:jc w:val="center"/>
        <w:rPr>
          <w:b/>
        </w:rPr>
      </w:pPr>
      <w:r w:rsidRPr="0085622C">
        <w:rPr>
          <w:b/>
        </w:rPr>
        <w:t>2.3.   Сроки реализации Подпрограммы</w:t>
      </w:r>
    </w:p>
    <w:p w:rsidR="00C828B7" w:rsidRPr="0085622C" w:rsidRDefault="00C828B7" w:rsidP="00A72D1C">
      <w:pPr>
        <w:widowControl w:val="0"/>
        <w:jc w:val="center"/>
        <w:rPr>
          <w:b/>
        </w:rPr>
      </w:pPr>
    </w:p>
    <w:p w:rsidR="00C828B7" w:rsidRPr="0085622C" w:rsidRDefault="00C828B7" w:rsidP="00A72D1C">
      <w:pPr>
        <w:widowControl w:val="0"/>
        <w:ind w:firstLine="709"/>
        <w:jc w:val="both"/>
      </w:pPr>
      <w:r w:rsidRPr="0085622C">
        <w:t>Настоящая Подпрограмма рассчитана на три года: с 2016 года по 2018 год включительно. Условием изменения или досрочного прекращения реализации Подпрограммы являются:</w:t>
      </w:r>
    </w:p>
    <w:p w:rsidR="00C828B7" w:rsidRPr="0085622C" w:rsidRDefault="00C828B7" w:rsidP="00A72D1C">
      <w:pPr>
        <w:pStyle w:val="ListParagraph"/>
        <w:numPr>
          <w:ilvl w:val="0"/>
          <w:numId w:val="28"/>
        </w:numPr>
      </w:pPr>
      <w:r w:rsidRPr="0085622C">
        <w:t>досрочная реализация мероприятий Подпрограммы;</w:t>
      </w:r>
    </w:p>
    <w:p w:rsidR="00C828B7" w:rsidRPr="0085622C" w:rsidRDefault="00C828B7" w:rsidP="00A72D1C">
      <w:pPr>
        <w:pStyle w:val="ListParagraph"/>
        <w:numPr>
          <w:ilvl w:val="0"/>
          <w:numId w:val="28"/>
        </w:numPr>
        <w:ind w:left="851" w:firstLine="0"/>
      </w:pPr>
      <w:r w:rsidRPr="0085622C">
        <w:t>снижение эффективности реализации Подпрограммы.</w:t>
      </w:r>
    </w:p>
    <w:p w:rsidR="00C828B7" w:rsidRPr="0085622C" w:rsidRDefault="00C828B7" w:rsidP="00A72D1C">
      <w:pPr>
        <w:pStyle w:val="NoSpacing"/>
        <w:ind w:firstLine="709"/>
        <w:jc w:val="both"/>
      </w:pPr>
      <w:r w:rsidRPr="0085622C">
        <w:t>Оценка эффективности  реализации Подпрограммы определяется в соответствии с  порядком проведения и критериями оценки эффективности реализации муниципальных программ Шастовского сельсовета, утвержденным  постановлением Администрации Шастовского сельсовета от 27 сентября  2013 года № 3</w:t>
      </w:r>
      <w:r w:rsidRPr="0085622C">
        <w:rPr>
          <w:b/>
        </w:rPr>
        <w:t xml:space="preserve"> </w:t>
      </w:r>
      <w:r w:rsidRPr="0085622C">
        <w:t>«О муниципальных программах  Шастовского сельсовета».</w:t>
      </w:r>
    </w:p>
    <w:p w:rsidR="00C828B7" w:rsidRPr="0085622C" w:rsidRDefault="00C828B7" w:rsidP="00A72D1C">
      <w:pPr>
        <w:pStyle w:val="Standard"/>
        <w:ind w:firstLine="708"/>
        <w:jc w:val="center"/>
      </w:pPr>
    </w:p>
    <w:p w:rsidR="00C828B7" w:rsidRPr="0085622C" w:rsidRDefault="00C828B7" w:rsidP="004057A1">
      <w:pPr>
        <w:widowControl w:val="0"/>
        <w:jc w:val="center"/>
        <w:rPr>
          <w:b/>
        </w:rPr>
      </w:pPr>
      <w:r w:rsidRPr="0085622C">
        <w:rPr>
          <w:b/>
        </w:rPr>
        <w:t>Раздел V.   Технико-экономическое обоснование Программы</w:t>
      </w:r>
    </w:p>
    <w:p w:rsidR="00C828B7" w:rsidRPr="0085622C" w:rsidRDefault="00C828B7" w:rsidP="004057A1">
      <w:pPr>
        <w:ind w:firstLine="709"/>
        <w:jc w:val="both"/>
        <w:rPr>
          <w:b/>
        </w:rPr>
      </w:pPr>
    </w:p>
    <w:p w:rsidR="00C828B7" w:rsidRPr="0085622C" w:rsidRDefault="00C828B7" w:rsidP="008D017B">
      <w:pPr>
        <w:pStyle w:val="Standard"/>
        <w:ind w:left="141" w:firstLine="567"/>
      </w:pPr>
      <w:r w:rsidRPr="0085622C">
        <w:t>Источниками финансирования Программы являются бюджет Шастовского сельсовета и средства областного бюджета (по согласованию). Объем финансирования Программы за счет средств бюджета Шастовского сельсовета уточняется в соответствии с решением Шастовской сельской Думы о бюджете на соответствующий финансовый год.</w:t>
      </w:r>
    </w:p>
    <w:p w:rsidR="00C828B7" w:rsidRPr="0085622C" w:rsidRDefault="00C828B7" w:rsidP="008D017B">
      <w:pPr>
        <w:pStyle w:val="Standard"/>
        <w:ind w:left="141" w:firstLine="567"/>
      </w:pPr>
      <w:r w:rsidRPr="0085622C">
        <w:t>Средства планируется направить на осуществление расходов связанных с передачей части полномочий Шастовского сельсовета Варгашинскому району.</w:t>
      </w:r>
    </w:p>
    <w:p w:rsidR="00C828B7" w:rsidRPr="0085622C" w:rsidRDefault="00C828B7" w:rsidP="004057A1">
      <w:pPr>
        <w:ind w:firstLine="709"/>
        <w:jc w:val="both"/>
        <w:rPr>
          <w:b/>
        </w:rPr>
      </w:pPr>
    </w:p>
    <w:p w:rsidR="00C828B7" w:rsidRPr="0085622C" w:rsidRDefault="00C828B7" w:rsidP="004057A1">
      <w:pPr>
        <w:widowControl w:val="0"/>
        <w:jc w:val="center"/>
        <w:rPr>
          <w:b/>
        </w:rPr>
      </w:pPr>
      <w:r w:rsidRPr="0085622C">
        <w:rPr>
          <w:b/>
        </w:rPr>
        <w:t>Раздел V</w:t>
      </w:r>
      <w:r w:rsidRPr="0085622C">
        <w:rPr>
          <w:b/>
          <w:lang w:val="en-US"/>
        </w:rPr>
        <w:t>I</w:t>
      </w:r>
      <w:r w:rsidRPr="0085622C">
        <w:rPr>
          <w:b/>
        </w:rPr>
        <w:t>.   Сведения о распределении объемов  финансирования Программы по источникам и годам</w:t>
      </w:r>
    </w:p>
    <w:p w:rsidR="00C828B7" w:rsidRPr="0085622C" w:rsidRDefault="00C828B7" w:rsidP="00596A2F">
      <w:r w:rsidRPr="0085622C">
        <w:t xml:space="preserve">Общий объем финансирования Программы составляет  </w:t>
      </w:r>
      <w:r>
        <w:t>2370,5</w:t>
      </w:r>
      <w:r w:rsidRPr="0085622C">
        <w:t xml:space="preserve">  тыс. рублей, из них за счет средств бюджета Шастовского сельсовета </w:t>
      </w:r>
      <w:r>
        <w:t>239,9</w:t>
      </w:r>
      <w:r w:rsidRPr="0085622C">
        <w:t xml:space="preserve"> тысяч рублей, в том числе по годам:</w:t>
      </w:r>
    </w:p>
    <w:p w:rsidR="00C828B7" w:rsidRPr="0085622C" w:rsidRDefault="00C828B7" w:rsidP="00596A2F"/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2213"/>
        <w:gridCol w:w="2675"/>
        <w:gridCol w:w="2781"/>
      </w:tblGrid>
      <w:tr w:rsidR="00C828B7" w:rsidRPr="0085622C" w:rsidTr="003C7F8F">
        <w:trPr>
          <w:trHeight w:val="849"/>
        </w:trPr>
        <w:tc>
          <w:tcPr>
            <w:tcW w:w="1560" w:type="dxa"/>
          </w:tcPr>
          <w:p w:rsidR="00C828B7" w:rsidRPr="0085622C" w:rsidRDefault="00C828B7" w:rsidP="009D701A">
            <w:pPr>
              <w:jc w:val="both"/>
            </w:pPr>
            <w:r w:rsidRPr="0085622C">
              <w:t>Годы</w:t>
            </w:r>
          </w:p>
        </w:tc>
        <w:tc>
          <w:tcPr>
            <w:tcW w:w="2213" w:type="dxa"/>
          </w:tcPr>
          <w:p w:rsidR="00C828B7" w:rsidRPr="0085622C" w:rsidRDefault="00C828B7" w:rsidP="009D701A">
            <w:pPr>
              <w:jc w:val="center"/>
            </w:pPr>
            <w:r w:rsidRPr="0085622C">
              <w:t>Всего</w:t>
            </w:r>
          </w:p>
        </w:tc>
        <w:tc>
          <w:tcPr>
            <w:tcW w:w="2675" w:type="dxa"/>
          </w:tcPr>
          <w:p w:rsidR="00C828B7" w:rsidRPr="0085622C" w:rsidRDefault="00C828B7" w:rsidP="009D701A">
            <w:pPr>
              <w:jc w:val="center"/>
            </w:pPr>
            <w:r w:rsidRPr="0085622C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C828B7" w:rsidRPr="0085622C" w:rsidRDefault="00C828B7" w:rsidP="009D701A">
            <w:pPr>
              <w:jc w:val="center"/>
            </w:pPr>
            <w:r w:rsidRPr="0085622C">
              <w:t>подпрограмма «Развитие культурной деятельности»</w:t>
            </w:r>
          </w:p>
        </w:tc>
      </w:tr>
      <w:tr w:rsidR="00C828B7" w:rsidRPr="0085622C" w:rsidTr="003C7F8F">
        <w:trPr>
          <w:trHeight w:val="252"/>
        </w:trPr>
        <w:tc>
          <w:tcPr>
            <w:tcW w:w="1560" w:type="dxa"/>
          </w:tcPr>
          <w:p w:rsidR="00C828B7" w:rsidRPr="0085622C" w:rsidRDefault="00C828B7" w:rsidP="009D701A">
            <w:pPr>
              <w:jc w:val="both"/>
            </w:pPr>
            <w:r w:rsidRPr="0085622C">
              <w:t>2016год</w:t>
            </w:r>
          </w:p>
        </w:tc>
        <w:tc>
          <w:tcPr>
            <w:tcW w:w="2213" w:type="dxa"/>
          </w:tcPr>
          <w:p w:rsidR="00C828B7" w:rsidRPr="0085622C" w:rsidRDefault="00C828B7" w:rsidP="00B67F6C">
            <w:pPr>
              <w:jc w:val="center"/>
            </w:pPr>
            <w:r w:rsidRPr="0085622C">
              <w:t>184,7 тыс. рублей;</w:t>
            </w:r>
          </w:p>
        </w:tc>
        <w:tc>
          <w:tcPr>
            <w:tcW w:w="2675" w:type="dxa"/>
          </w:tcPr>
          <w:p w:rsidR="00C828B7" w:rsidRPr="0085622C" w:rsidRDefault="00C828B7" w:rsidP="00B67F6C">
            <w:pPr>
              <w:jc w:val="center"/>
            </w:pPr>
            <w:r w:rsidRPr="0085622C">
              <w:t>12,5 тыс. рублей;</w:t>
            </w:r>
          </w:p>
        </w:tc>
        <w:tc>
          <w:tcPr>
            <w:tcW w:w="2781" w:type="dxa"/>
          </w:tcPr>
          <w:p w:rsidR="00C828B7" w:rsidRPr="0085622C" w:rsidRDefault="00C828B7" w:rsidP="0083561D">
            <w:pPr>
              <w:jc w:val="center"/>
            </w:pPr>
            <w:r w:rsidRPr="0085622C">
              <w:t>172,2 тыс. рублей;</w:t>
            </w:r>
          </w:p>
        </w:tc>
      </w:tr>
      <w:tr w:rsidR="00C828B7" w:rsidRPr="0085622C" w:rsidTr="003C7F8F">
        <w:trPr>
          <w:trHeight w:val="252"/>
        </w:trPr>
        <w:tc>
          <w:tcPr>
            <w:tcW w:w="1560" w:type="dxa"/>
          </w:tcPr>
          <w:p w:rsidR="00C828B7" w:rsidRPr="0085622C" w:rsidRDefault="00C828B7" w:rsidP="009D701A">
            <w:pPr>
              <w:jc w:val="both"/>
            </w:pPr>
            <w:r w:rsidRPr="0085622C">
              <w:t>2017год</w:t>
            </w:r>
          </w:p>
        </w:tc>
        <w:tc>
          <w:tcPr>
            <w:tcW w:w="2213" w:type="dxa"/>
          </w:tcPr>
          <w:p w:rsidR="00C828B7" w:rsidRPr="0085622C" w:rsidRDefault="00C828B7" w:rsidP="00955184">
            <w:pPr>
              <w:jc w:val="center"/>
            </w:pPr>
            <w:r>
              <w:t>55,2</w:t>
            </w:r>
            <w:r w:rsidRPr="0085622C">
              <w:t xml:space="preserve"> тыс. рублей;</w:t>
            </w:r>
          </w:p>
        </w:tc>
        <w:tc>
          <w:tcPr>
            <w:tcW w:w="2675" w:type="dxa"/>
          </w:tcPr>
          <w:p w:rsidR="00C828B7" w:rsidRPr="0085622C" w:rsidRDefault="00C828B7" w:rsidP="00B67F6C">
            <w:pPr>
              <w:jc w:val="center"/>
            </w:pPr>
            <w:r>
              <w:t>13,5</w:t>
            </w:r>
            <w:r w:rsidRPr="0085622C">
              <w:t xml:space="preserve"> тыс. рублей;</w:t>
            </w:r>
          </w:p>
        </w:tc>
        <w:tc>
          <w:tcPr>
            <w:tcW w:w="2781" w:type="dxa"/>
          </w:tcPr>
          <w:p w:rsidR="00C828B7" w:rsidRPr="0085622C" w:rsidRDefault="00C828B7" w:rsidP="009D701A">
            <w:pPr>
              <w:jc w:val="center"/>
            </w:pPr>
            <w:r>
              <w:t>41,7</w:t>
            </w:r>
            <w:r w:rsidRPr="0085622C">
              <w:t xml:space="preserve"> тыс. рублей;</w:t>
            </w:r>
          </w:p>
        </w:tc>
      </w:tr>
      <w:tr w:rsidR="00C828B7" w:rsidRPr="0085622C" w:rsidTr="003C7F8F">
        <w:trPr>
          <w:trHeight w:val="252"/>
        </w:trPr>
        <w:tc>
          <w:tcPr>
            <w:tcW w:w="1560" w:type="dxa"/>
          </w:tcPr>
          <w:p w:rsidR="00C828B7" w:rsidRPr="0085622C" w:rsidRDefault="00C828B7" w:rsidP="009D701A">
            <w:pPr>
              <w:jc w:val="both"/>
            </w:pPr>
            <w:r w:rsidRPr="0085622C">
              <w:t>2018 год</w:t>
            </w:r>
          </w:p>
        </w:tc>
        <w:tc>
          <w:tcPr>
            <w:tcW w:w="2213" w:type="dxa"/>
          </w:tcPr>
          <w:p w:rsidR="00C828B7" w:rsidRPr="0085622C" w:rsidRDefault="00C828B7" w:rsidP="00955184">
            <w:pPr>
              <w:jc w:val="center"/>
            </w:pPr>
            <w:r w:rsidRPr="0085622C">
              <w:t>0,0 тыс. рублей.</w:t>
            </w:r>
          </w:p>
        </w:tc>
        <w:tc>
          <w:tcPr>
            <w:tcW w:w="2675" w:type="dxa"/>
          </w:tcPr>
          <w:p w:rsidR="00C828B7" w:rsidRPr="0085622C" w:rsidRDefault="00C828B7" w:rsidP="00B67F6C">
            <w:pPr>
              <w:jc w:val="center"/>
            </w:pPr>
            <w:r w:rsidRPr="0085622C">
              <w:t>0,0 тыс. рублей.</w:t>
            </w:r>
          </w:p>
        </w:tc>
        <w:tc>
          <w:tcPr>
            <w:tcW w:w="2781" w:type="dxa"/>
          </w:tcPr>
          <w:p w:rsidR="00C828B7" w:rsidRPr="0085622C" w:rsidRDefault="00C828B7" w:rsidP="009D701A">
            <w:pPr>
              <w:jc w:val="center"/>
            </w:pPr>
            <w:r w:rsidRPr="0085622C">
              <w:t>0,0 тыс. рублей.</w:t>
            </w:r>
          </w:p>
        </w:tc>
      </w:tr>
    </w:tbl>
    <w:p w:rsidR="00C828B7" w:rsidRPr="0085622C" w:rsidRDefault="00C828B7" w:rsidP="00E97D4F">
      <w:pPr>
        <w:widowControl w:val="0"/>
      </w:pPr>
    </w:p>
    <w:p w:rsidR="00C828B7" w:rsidRPr="0085622C" w:rsidRDefault="00C828B7" w:rsidP="00E97D4F">
      <w:pPr>
        <w:widowControl w:val="0"/>
      </w:pPr>
      <w:r w:rsidRPr="0085622C">
        <w:t xml:space="preserve">средств областного бюджета (по согласованию) </w:t>
      </w:r>
      <w:r>
        <w:t>2130,6</w:t>
      </w:r>
      <w:r w:rsidRPr="0085622C">
        <w:t xml:space="preserve"> тысяч рублей, в том числе по годам:</w:t>
      </w:r>
    </w:p>
    <w:p w:rsidR="00C828B7" w:rsidRPr="0085622C" w:rsidRDefault="00C828B7" w:rsidP="00E97D4F">
      <w:pPr>
        <w:widowControl w:val="0"/>
      </w:pPr>
    </w:p>
    <w:tbl>
      <w:tblPr>
        <w:tblW w:w="922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2213"/>
        <w:gridCol w:w="2675"/>
        <w:gridCol w:w="2781"/>
      </w:tblGrid>
      <w:tr w:rsidR="00C828B7" w:rsidRPr="0085622C" w:rsidTr="00955184">
        <w:trPr>
          <w:trHeight w:val="849"/>
        </w:trPr>
        <w:tc>
          <w:tcPr>
            <w:tcW w:w="1560" w:type="dxa"/>
          </w:tcPr>
          <w:p w:rsidR="00C828B7" w:rsidRPr="0085622C" w:rsidRDefault="00C828B7" w:rsidP="00E97D4F">
            <w:pPr>
              <w:jc w:val="both"/>
            </w:pPr>
            <w:r w:rsidRPr="0085622C">
              <w:t>Годы</w:t>
            </w:r>
          </w:p>
        </w:tc>
        <w:tc>
          <w:tcPr>
            <w:tcW w:w="2213" w:type="dxa"/>
          </w:tcPr>
          <w:p w:rsidR="00C828B7" w:rsidRPr="0085622C" w:rsidRDefault="00C828B7" w:rsidP="00955184">
            <w:pPr>
              <w:jc w:val="center"/>
            </w:pPr>
            <w:r w:rsidRPr="0085622C">
              <w:t>Всего</w:t>
            </w:r>
          </w:p>
        </w:tc>
        <w:tc>
          <w:tcPr>
            <w:tcW w:w="2675" w:type="dxa"/>
          </w:tcPr>
          <w:p w:rsidR="00C828B7" w:rsidRPr="0085622C" w:rsidRDefault="00C828B7" w:rsidP="00E97D4F">
            <w:pPr>
              <w:jc w:val="center"/>
            </w:pPr>
            <w:r w:rsidRPr="0085622C">
              <w:t>подпрограмма «Развитие библиотечного дела»</w:t>
            </w:r>
          </w:p>
        </w:tc>
        <w:tc>
          <w:tcPr>
            <w:tcW w:w="2781" w:type="dxa"/>
          </w:tcPr>
          <w:p w:rsidR="00C828B7" w:rsidRPr="0085622C" w:rsidRDefault="00C828B7" w:rsidP="00E97D4F">
            <w:pPr>
              <w:jc w:val="center"/>
            </w:pPr>
            <w:r w:rsidRPr="0085622C">
              <w:t>подпрограмма «Развитие культурной деятельности»</w:t>
            </w:r>
          </w:p>
        </w:tc>
      </w:tr>
      <w:tr w:rsidR="00C828B7" w:rsidRPr="0085622C" w:rsidTr="00955184">
        <w:trPr>
          <w:trHeight w:val="252"/>
        </w:trPr>
        <w:tc>
          <w:tcPr>
            <w:tcW w:w="1560" w:type="dxa"/>
          </w:tcPr>
          <w:p w:rsidR="00C828B7" w:rsidRPr="0085622C" w:rsidRDefault="00C828B7" w:rsidP="00E97D4F">
            <w:pPr>
              <w:jc w:val="both"/>
            </w:pPr>
            <w:r w:rsidRPr="0085622C">
              <w:t>2016год</w:t>
            </w:r>
          </w:p>
        </w:tc>
        <w:tc>
          <w:tcPr>
            <w:tcW w:w="2213" w:type="dxa"/>
          </w:tcPr>
          <w:p w:rsidR="00C828B7" w:rsidRPr="0085622C" w:rsidRDefault="00C828B7" w:rsidP="00955184">
            <w:pPr>
              <w:jc w:val="center"/>
            </w:pPr>
            <w:r w:rsidRPr="0085622C">
              <w:t>994,7 тыс. рублей;</w:t>
            </w:r>
          </w:p>
        </w:tc>
        <w:tc>
          <w:tcPr>
            <w:tcW w:w="2675" w:type="dxa"/>
          </w:tcPr>
          <w:p w:rsidR="00C828B7" w:rsidRPr="0085622C" w:rsidRDefault="00C828B7" w:rsidP="00346716">
            <w:pPr>
              <w:jc w:val="center"/>
            </w:pPr>
            <w:r w:rsidRPr="0085622C">
              <w:t>199,8 тыс. рублей;</w:t>
            </w:r>
          </w:p>
        </w:tc>
        <w:tc>
          <w:tcPr>
            <w:tcW w:w="2781" w:type="dxa"/>
          </w:tcPr>
          <w:p w:rsidR="00C828B7" w:rsidRPr="0085622C" w:rsidRDefault="00C828B7" w:rsidP="00E97D4F">
            <w:pPr>
              <w:jc w:val="center"/>
            </w:pPr>
            <w:r w:rsidRPr="0085622C">
              <w:t>794,9 тыс. рублей;</w:t>
            </w:r>
          </w:p>
        </w:tc>
      </w:tr>
      <w:tr w:rsidR="00C828B7" w:rsidRPr="0085622C" w:rsidTr="00955184">
        <w:trPr>
          <w:trHeight w:val="252"/>
        </w:trPr>
        <w:tc>
          <w:tcPr>
            <w:tcW w:w="1560" w:type="dxa"/>
          </w:tcPr>
          <w:p w:rsidR="00C828B7" w:rsidRPr="0085622C" w:rsidRDefault="00C828B7" w:rsidP="00E97D4F">
            <w:pPr>
              <w:jc w:val="both"/>
            </w:pPr>
            <w:r w:rsidRPr="0085622C">
              <w:t>2017год</w:t>
            </w:r>
          </w:p>
        </w:tc>
        <w:tc>
          <w:tcPr>
            <w:tcW w:w="2213" w:type="dxa"/>
          </w:tcPr>
          <w:p w:rsidR="00C828B7" w:rsidRPr="0085622C" w:rsidRDefault="00C828B7" w:rsidP="00955184">
            <w:pPr>
              <w:jc w:val="center"/>
            </w:pPr>
            <w:r>
              <w:t>1135,9</w:t>
            </w:r>
            <w:r w:rsidRPr="0085622C">
              <w:t xml:space="preserve"> тыс. рублей;</w:t>
            </w:r>
          </w:p>
        </w:tc>
        <w:tc>
          <w:tcPr>
            <w:tcW w:w="2675" w:type="dxa"/>
          </w:tcPr>
          <w:p w:rsidR="00C828B7" w:rsidRPr="0085622C" w:rsidRDefault="00C828B7" w:rsidP="00E97D4F">
            <w:pPr>
              <w:jc w:val="center"/>
            </w:pPr>
            <w:r>
              <w:t>198,8</w:t>
            </w:r>
            <w:r w:rsidRPr="0085622C">
              <w:t xml:space="preserve"> тыс. рублей;</w:t>
            </w:r>
          </w:p>
        </w:tc>
        <w:tc>
          <w:tcPr>
            <w:tcW w:w="2781" w:type="dxa"/>
          </w:tcPr>
          <w:p w:rsidR="00C828B7" w:rsidRPr="0085622C" w:rsidRDefault="00C828B7" w:rsidP="00E97D4F">
            <w:pPr>
              <w:jc w:val="center"/>
            </w:pPr>
            <w:r>
              <w:t>937,1</w:t>
            </w:r>
            <w:r w:rsidRPr="0085622C">
              <w:t xml:space="preserve"> тыс. рублей;</w:t>
            </w:r>
          </w:p>
        </w:tc>
      </w:tr>
      <w:tr w:rsidR="00C828B7" w:rsidRPr="0085622C" w:rsidTr="00955184">
        <w:trPr>
          <w:trHeight w:val="252"/>
        </w:trPr>
        <w:tc>
          <w:tcPr>
            <w:tcW w:w="1560" w:type="dxa"/>
          </w:tcPr>
          <w:p w:rsidR="00C828B7" w:rsidRPr="0085622C" w:rsidRDefault="00C828B7" w:rsidP="00E97D4F">
            <w:pPr>
              <w:jc w:val="both"/>
            </w:pPr>
            <w:r w:rsidRPr="0085622C">
              <w:t>2018 год</w:t>
            </w:r>
          </w:p>
        </w:tc>
        <w:tc>
          <w:tcPr>
            <w:tcW w:w="2213" w:type="dxa"/>
          </w:tcPr>
          <w:p w:rsidR="00C828B7" w:rsidRPr="0085622C" w:rsidRDefault="00C828B7" w:rsidP="00955184">
            <w:pPr>
              <w:jc w:val="center"/>
            </w:pPr>
            <w:r w:rsidRPr="0085622C">
              <w:t>0,0 тыс. рублей.</w:t>
            </w:r>
          </w:p>
        </w:tc>
        <w:tc>
          <w:tcPr>
            <w:tcW w:w="2675" w:type="dxa"/>
          </w:tcPr>
          <w:p w:rsidR="00C828B7" w:rsidRPr="0085622C" w:rsidRDefault="00C828B7" w:rsidP="00E97D4F">
            <w:pPr>
              <w:jc w:val="center"/>
            </w:pPr>
            <w:r w:rsidRPr="0085622C">
              <w:t>0,0 тыс. рублей.</w:t>
            </w:r>
          </w:p>
        </w:tc>
        <w:tc>
          <w:tcPr>
            <w:tcW w:w="2781" w:type="dxa"/>
          </w:tcPr>
          <w:p w:rsidR="00C828B7" w:rsidRPr="0085622C" w:rsidRDefault="00C828B7" w:rsidP="00E97D4F">
            <w:pPr>
              <w:jc w:val="center"/>
            </w:pPr>
            <w:r w:rsidRPr="0085622C">
              <w:t>0,0 тыс. рублей.</w:t>
            </w:r>
          </w:p>
        </w:tc>
      </w:tr>
    </w:tbl>
    <w:p w:rsidR="00C828B7" w:rsidRPr="0085622C" w:rsidRDefault="00C828B7" w:rsidP="00E97D4F">
      <w:pPr>
        <w:widowControl w:val="0"/>
        <w:rPr>
          <w:b/>
        </w:rPr>
      </w:pPr>
    </w:p>
    <w:p w:rsidR="00C828B7" w:rsidRPr="0085622C" w:rsidRDefault="00C828B7" w:rsidP="004057A1">
      <w:pPr>
        <w:widowControl w:val="0"/>
        <w:jc w:val="center"/>
        <w:rPr>
          <w:b/>
        </w:rPr>
      </w:pPr>
      <w:r w:rsidRPr="0085622C">
        <w:rPr>
          <w:b/>
        </w:rPr>
        <w:t>Раздел VI</w:t>
      </w:r>
      <w:r w:rsidRPr="0085622C">
        <w:rPr>
          <w:b/>
          <w:lang w:val="en-US"/>
        </w:rPr>
        <w:t>I</w:t>
      </w:r>
      <w:r w:rsidRPr="0085622C">
        <w:rPr>
          <w:b/>
        </w:rPr>
        <w:t>.     Система целевых индикаторов</w:t>
      </w:r>
    </w:p>
    <w:p w:rsidR="00C828B7" w:rsidRPr="0085622C" w:rsidRDefault="00C828B7" w:rsidP="004057A1">
      <w:pPr>
        <w:ind w:firstLine="567"/>
      </w:pPr>
      <w:r w:rsidRPr="0085622C">
        <w:t xml:space="preserve">Целевыми индикаторами Программы являются: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553"/>
        <w:gridCol w:w="1172"/>
        <w:gridCol w:w="2353"/>
        <w:gridCol w:w="711"/>
        <w:gridCol w:w="711"/>
        <w:gridCol w:w="711"/>
      </w:tblGrid>
      <w:tr w:rsidR="00C828B7" w:rsidRPr="0085622C" w:rsidTr="000B16A6">
        <w:trPr>
          <w:trHeight w:val="304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t> </w:t>
            </w:r>
            <w:r w:rsidRPr="0085622C">
              <w:rPr>
                <w:sz w:val="22"/>
                <w:szCs w:val="22"/>
              </w:rPr>
              <w:t>Наименование</w:t>
            </w:r>
          </w:p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целевого индикатора</w:t>
            </w:r>
          </w:p>
        </w:tc>
        <w:tc>
          <w:tcPr>
            <w:tcW w:w="0" w:type="auto"/>
            <w:vMerge w:val="restart"/>
          </w:tcPr>
          <w:p w:rsidR="00C828B7" w:rsidRPr="0085622C" w:rsidRDefault="00C828B7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Единица</w:t>
            </w:r>
          </w:p>
          <w:p w:rsidR="00C828B7" w:rsidRPr="0085622C" w:rsidRDefault="00C828B7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измерения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0" w:type="auto"/>
            <w:gridSpan w:val="3"/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C828B7" w:rsidRPr="0085622C" w:rsidTr="000B16A6">
        <w:trPr>
          <w:trHeight w:val="243"/>
        </w:trPr>
        <w:tc>
          <w:tcPr>
            <w:tcW w:w="0" w:type="auto"/>
            <w:vMerge/>
            <w:vAlign w:val="center"/>
          </w:tcPr>
          <w:p w:rsidR="00C828B7" w:rsidRPr="0085622C" w:rsidRDefault="00C828B7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C828B7" w:rsidRPr="0085622C" w:rsidRDefault="00C828B7" w:rsidP="007B074B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C828B7" w:rsidRPr="0085622C" w:rsidRDefault="00C828B7" w:rsidP="004057A1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2045C5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2016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2017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2018</w:t>
            </w:r>
          </w:p>
        </w:tc>
      </w:tr>
      <w:tr w:rsidR="00C828B7" w:rsidRPr="0085622C" w:rsidTr="000B16A6">
        <w:trPr>
          <w:trHeight w:val="243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6</w:t>
            </w:r>
          </w:p>
        </w:tc>
      </w:tr>
      <w:tr w:rsidR="00C828B7" w:rsidRPr="0085622C" w:rsidTr="000B16A6">
        <w:trPr>
          <w:trHeight w:val="243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Доля расходов бюджета Шастовского сельсовета, формируемых в рамках муниципальных программ, в общем объеме расходов бюджета Шастовского сельсовета (%)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825F1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C00035">
            <w:pPr>
              <w:pStyle w:val="NoSpacing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C00035">
            <w:pPr>
              <w:pStyle w:val="NoSpacing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10</w:t>
            </w:r>
          </w:p>
        </w:tc>
      </w:tr>
      <w:tr w:rsidR="00C828B7" w:rsidRPr="0085622C" w:rsidTr="000B16A6">
        <w:trPr>
          <w:trHeight w:val="243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BF2F0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BF2F00">
            <w:pPr>
              <w:pStyle w:val="NoSpacing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BF2F00">
            <w:pPr>
              <w:pStyle w:val="NoSpacing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</w:t>
            </w:r>
          </w:p>
        </w:tc>
      </w:tr>
      <w:tr w:rsidR="00C828B7" w:rsidRPr="0085622C" w:rsidTr="000B16A6">
        <w:trPr>
          <w:trHeight w:val="243"/>
        </w:trPr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Доля просроченной кредиторской задолженности к общему объему расходов бюджета Шастовского сельсовета (не более 1%)</w:t>
            </w:r>
          </w:p>
        </w:tc>
        <w:tc>
          <w:tcPr>
            <w:tcW w:w="0" w:type="auto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7B074B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Проценты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BF2F0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библиотечного дела»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531F0F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pStyle w:val="NoSpacing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pStyle w:val="NoSpacing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</w:tr>
      <w:tr w:rsidR="00C828B7" w:rsidRPr="0085622C" w:rsidTr="000B16A6">
        <w:trPr>
          <w:trHeight w:val="243"/>
        </w:trPr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013CEE">
            <w:pPr>
              <w:tabs>
                <w:tab w:val="left" w:pos="491"/>
              </w:tabs>
              <w:snapToGrid w:val="0"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7B07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4057A1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подпрограмма «Развитие культурной деятельности»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BF2F00">
            <w:pPr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BF2F00">
            <w:pPr>
              <w:pStyle w:val="NoSpacing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28B7" w:rsidRPr="0085622C" w:rsidRDefault="00C828B7" w:rsidP="00BF2F00">
            <w:pPr>
              <w:pStyle w:val="NoSpacing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</w:t>
            </w:r>
          </w:p>
        </w:tc>
      </w:tr>
    </w:tbl>
    <w:p w:rsidR="00C828B7" w:rsidRPr="0085622C" w:rsidRDefault="00C828B7" w:rsidP="00517946">
      <w:pPr>
        <w:pStyle w:val="NoSpacing"/>
        <w:jc w:val="both"/>
      </w:pPr>
    </w:p>
    <w:p w:rsidR="00C828B7" w:rsidRPr="0085622C" w:rsidRDefault="00C828B7" w:rsidP="00517946">
      <w:pPr>
        <w:pStyle w:val="NoSpacing"/>
        <w:jc w:val="both"/>
      </w:pPr>
      <w:r w:rsidRPr="0085622C">
        <w:rPr>
          <w:sz w:val="28"/>
          <w:szCs w:val="28"/>
        </w:rPr>
        <w:t xml:space="preserve">         </w:t>
      </w:r>
      <w:r w:rsidRPr="0085622C">
        <w:t>Данные целевые индикаторы являются критериями оценки эффективности реализации Программы.</w:t>
      </w:r>
    </w:p>
    <w:p w:rsidR="00C828B7" w:rsidRPr="0085622C" w:rsidRDefault="00C828B7" w:rsidP="004057A1">
      <w:pPr>
        <w:widowControl w:val="0"/>
        <w:jc w:val="center"/>
        <w:rPr>
          <w:b/>
        </w:rPr>
      </w:pPr>
    </w:p>
    <w:p w:rsidR="00C828B7" w:rsidRPr="0085622C" w:rsidRDefault="00C828B7" w:rsidP="004057A1">
      <w:pPr>
        <w:widowControl w:val="0"/>
        <w:jc w:val="center"/>
        <w:rPr>
          <w:b/>
        </w:rPr>
      </w:pPr>
      <w:r w:rsidRPr="0085622C">
        <w:rPr>
          <w:b/>
        </w:rPr>
        <w:t>Раздел VII</w:t>
      </w:r>
      <w:r w:rsidRPr="0085622C">
        <w:rPr>
          <w:b/>
          <w:lang w:val="en-US"/>
        </w:rPr>
        <w:t>I</w:t>
      </w:r>
      <w:r w:rsidRPr="0085622C">
        <w:rPr>
          <w:b/>
        </w:rPr>
        <w:t>.    Оценка ожидаемой эффективности реализации Программы</w:t>
      </w:r>
    </w:p>
    <w:p w:rsidR="00C828B7" w:rsidRPr="0085622C" w:rsidRDefault="00C828B7" w:rsidP="004057A1">
      <w:pPr>
        <w:widowControl w:val="0"/>
        <w:jc w:val="center"/>
        <w:rPr>
          <w:b/>
        </w:rPr>
      </w:pPr>
    </w:p>
    <w:p w:rsidR="00C828B7" w:rsidRPr="0085622C" w:rsidRDefault="00C828B7" w:rsidP="004057A1">
      <w:pPr>
        <w:pStyle w:val="Standard"/>
        <w:ind w:firstLine="708"/>
        <w:jc w:val="both"/>
        <w:rPr>
          <w:rFonts w:eastAsia="Times New Roman" w:cs="Times New Roman"/>
          <w:lang w:eastAsia="ru-RU" w:bidi="ar-SA"/>
        </w:rPr>
      </w:pPr>
      <w:r w:rsidRPr="0085622C">
        <w:rPr>
          <w:rFonts w:cs="Times New Roman"/>
          <w:color w:val="414141"/>
          <w:shd w:val="clear" w:color="auto" w:fill="FFFFFF"/>
        </w:rPr>
        <w:t>Показателем эффективности использования межбюджетных трансфертов является отсутствие просроченной кредиторской задолженности</w:t>
      </w:r>
      <w:r w:rsidRPr="0085622C">
        <w:rPr>
          <w:rFonts w:ascii="Tahoma" w:hAnsi="Tahoma" w:cs="Tahoma"/>
          <w:color w:val="414141"/>
          <w:sz w:val="18"/>
          <w:szCs w:val="18"/>
          <w:shd w:val="clear" w:color="auto" w:fill="FFFFFF"/>
        </w:rPr>
        <w:t xml:space="preserve"> </w:t>
      </w:r>
      <w:r w:rsidRPr="0085622C">
        <w:t>по расходам, связанным с выполнением переданных полномочий.</w:t>
      </w:r>
    </w:p>
    <w:p w:rsidR="00C828B7" w:rsidRPr="0085622C" w:rsidRDefault="00C828B7" w:rsidP="002B11FE">
      <w:pPr>
        <w:ind w:firstLine="708"/>
        <w:jc w:val="both"/>
      </w:pPr>
      <w:r w:rsidRPr="0085622C">
        <w:t xml:space="preserve">Главный социальный эффект Программы – обеспечение доступности муниципальных   учреждений культуры Шастовского сельсовета для всех социальных групп, создание комфортных условий для работы сотрудников, создание условий для функционирования и развития  учреждений культуры Шастовского сельсовета. </w:t>
      </w:r>
    </w:p>
    <w:p w:rsidR="00C828B7" w:rsidRPr="0085622C" w:rsidRDefault="00C828B7" w:rsidP="004D6CA0">
      <w:pPr>
        <w:jc w:val="both"/>
      </w:pPr>
    </w:p>
    <w:p w:rsidR="00C828B7" w:rsidRPr="0085622C" w:rsidRDefault="00C828B7" w:rsidP="004057A1">
      <w:pPr>
        <w:jc w:val="center"/>
        <w:rPr>
          <w:b/>
        </w:rPr>
      </w:pPr>
      <w:r w:rsidRPr="0085622C">
        <w:rPr>
          <w:b/>
        </w:rPr>
        <w:t xml:space="preserve">Раздел </w:t>
      </w:r>
      <w:r w:rsidRPr="0085622C">
        <w:rPr>
          <w:b/>
          <w:lang w:val="en-US"/>
        </w:rPr>
        <w:t>IX</w:t>
      </w:r>
      <w:r w:rsidRPr="0085622C">
        <w:rPr>
          <w:b/>
        </w:rPr>
        <w:t>.     Перечень мероприятий</w:t>
      </w:r>
    </w:p>
    <w:p w:rsidR="00C828B7" w:rsidRPr="0085622C" w:rsidRDefault="00C828B7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28B7" w:rsidRPr="0085622C" w:rsidRDefault="00C828B7" w:rsidP="004057A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622C">
        <w:rPr>
          <w:rFonts w:ascii="Times New Roman" w:hAnsi="Times New Roman" w:cs="Times New Roman"/>
          <w:sz w:val="24"/>
          <w:szCs w:val="24"/>
        </w:rPr>
        <w:t>В перечень мероприятий Программы включены комплексные меры, обеспечивающие достижение цели Программы. Перечень мероприятий Программы с указанием сроков их реализации, исполнителей, объемов финансирования по источникам и годам приведен в приложении   к настоящей Программе.</w:t>
      </w:r>
    </w:p>
    <w:p w:rsidR="00C828B7" w:rsidRPr="0085622C" w:rsidRDefault="00C828B7" w:rsidP="004057A1">
      <w:pPr>
        <w:widowControl w:val="0"/>
        <w:jc w:val="center"/>
        <w:rPr>
          <w:b/>
        </w:rPr>
      </w:pPr>
    </w:p>
    <w:p w:rsidR="00C828B7" w:rsidRPr="0085622C" w:rsidRDefault="00C828B7" w:rsidP="004057A1">
      <w:pPr>
        <w:widowControl w:val="0"/>
        <w:jc w:val="center"/>
        <w:rPr>
          <w:b/>
        </w:rPr>
      </w:pPr>
      <w:r w:rsidRPr="0085622C">
        <w:rPr>
          <w:b/>
        </w:rPr>
        <w:t>Раздел X.    Сведения о механизме контроля  за выполнением Программы</w:t>
      </w:r>
    </w:p>
    <w:p w:rsidR="00C828B7" w:rsidRPr="0085622C" w:rsidRDefault="00C828B7" w:rsidP="004057A1">
      <w:pPr>
        <w:ind w:firstLine="709"/>
        <w:jc w:val="both"/>
      </w:pPr>
    </w:p>
    <w:p w:rsidR="00C828B7" w:rsidRPr="0085622C" w:rsidRDefault="00C828B7" w:rsidP="00542E81">
      <w:pPr>
        <w:ind w:firstLine="540"/>
        <w:jc w:val="both"/>
      </w:pPr>
      <w:r w:rsidRPr="0085622C">
        <w:t>Контроль за выполнением Программы осуществляется в соответствии с Порядком принятия решений о разработке муниципальных программ Шастовского сельсовета, их формирования и реализации, утвержденным постановлением Администрации Шастовского сельсовета от 27 сентября  2013 года № 3</w:t>
      </w:r>
      <w:r w:rsidRPr="0085622C">
        <w:rPr>
          <w:b/>
        </w:rPr>
        <w:t xml:space="preserve"> </w:t>
      </w:r>
      <w:r w:rsidRPr="0085622C">
        <w:t>«О муниципальных программах Шастовского сельсовета».</w:t>
      </w:r>
    </w:p>
    <w:p w:rsidR="00C828B7" w:rsidRPr="0085622C" w:rsidRDefault="00C828B7" w:rsidP="00542E81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828B7" w:rsidRPr="0085622C" w:rsidRDefault="00C828B7" w:rsidP="007670AF">
      <w:pPr>
        <w:tabs>
          <w:tab w:val="left" w:pos="8244"/>
          <w:tab w:val="left" w:pos="10632"/>
          <w:tab w:val="left" w:pos="10773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5622C">
        <w:rPr>
          <w:b/>
        </w:rPr>
        <w:t>Раздел X</w:t>
      </w:r>
      <w:r w:rsidRPr="0085622C">
        <w:rPr>
          <w:b/>
          <w:lang w:val="en-US"/>
        </w:rPr>
        <w:t>I</w:t>
      </w:r>
      <w:r w:rsidRPr="0085622C">
        <w:rPr>
          <w:b/>
        </w:rPr>
        <w:t>.  Сведения о наличии федеральных, областных программ предназначенных для достижения задач,  совпадающими с задачами Программы</w:t>
      </w:r>
    </w:p>
    <w:p w:rsidR="00C828B7" w:rsidRPr="0085622C" w:rsidRDefault="00C828B7" w:rsidP="004057A1">
      <w:pPr>
        <w:widowControl w:val="0"/>
        <w:jc w:val="both"/>
        <w:rPr>
          <w:color w:val="FF0000"/>
        </w:rPr>
      </w:pPr>
    </w:p>
    <w:p w:rsidR="00C828B7" w:rsidRPr="0085622C" w:rsidRDefault="00C828B7" w:rsidP="00316B3C">
      <w:pPr>
        <w:widowControl w:val="0"/>
        <w:ind w:firstLine="709"/>
        <w:jc w:val="both"/>
        <w:rPr>
          <w:color w:val="FF0000"/>
        </w:rPr>
      </w:pPr>
      <w:r w:rsidRPr="0085622C">
        <w:t>Федеральные, областные и районные программы, предназначенные для достижения задач, совпадающих с задачами Программы, отсутствуют.</w:t>
      </w:r>
    </w:p>
    <w:p w:rsidR="00C828B7" w:rsidRPr="0085622C" w:rsidRDefault="00C828B7" w:rsidP="004E2D27">
      <w:pPr>
        <w:widowControl w:val="0"/>
        <w:ind w:firstLine="709"/>
        <w:sectPr w:rsidR="00C828B7" w:rsidRPr="0085622C" w:rsidSect="000B16A6">
          <w:type w:val="continuous"/>
          <w:pgSz w:w="12240" w:h="15840" w:code="1"/>
          <w:pgMar w:top="851" w:right="616" w:bottom="709" w:left="1418" w:header="709" w:footer="709" w:gutter="0"/>
          <w:cols w:space="708"/>
          <w:docGrid w:linePitch="360"/>
        </w:sectPr>
      </w:pPr>
    </w:p>
    <w:p w:rsidR="00C828B7" w:rsidRPr="0085622C" w:rsidRDefault="00C828B7" w:rsidP="00FF11BE">
      <w:pPr>
        <w:jc w:val="right"/>
      </w:pPr>
      <w:r w:rsidRPr="0085622C">
        <w:t>Приложение</w:t>
      </w:r>
    </w:p>
    <w:p w:rsidR="00C828B7" w:rsidRPr="0085622C" w:rsidRDefault="00C828B7" w:rsidP="00FF11BE">
      <w:pPr>
        <w:jc w:val="right"/>
      </w:pPr>
      <w:r w:rsidRPr="0085622C">
        <w:t xml:space="preserve">к муниципальной программе Шастовского сельсовета </w:t>
      </w:r>
    </w:p>
    <w:p w:rsidR="00C828B7" w:rsidRPr="0085622C" w:rsidRDefault="00C828B7" w:rsidP="00FF11BE">
      <w:pPr>
        <w:jc w:val="right"/>
      </w:pPr>
      <w:r w:rsidRPr="0085622C">
        <w:t>«Развитие культуры Шастовского сельсовета»</w:t>
      </w:r>
    </w:p>
    <w:p w:rsidR="00C828B7" w:rsidRPr="0085622C" w:rsidRDefault="00C828B7" w:rsidP="00FF11BE">
      <w:pPr>
        <w:jc w:val="right"/>
      </w:pPr>
    </w:p>
    <w:p w:rsidR="00C828B7" w:rsidRPr="0085622C" w:rsidRDefault="00C828B7" w:rsidP="00FF11BE">
      <w:pPr>
        <w:jc w:val="right"/>
      </w:pPr>
    </w:p>
    <w:p w:rsidR="00C828B7" w:rsidRPr="0085622C" w:rsidRDefault="00C828B7" w:rsidP="000B70E6">
      <w:pPr>
        <w:jc w:val="center"/>
        <w:rPr>
          <w:b/>
          <w:bCs/>
          <w:color w:val="000000"/>
        </w:rPr>
      </w:pPr>
      <w:r w:rsidRPr="0085622C">
        <w:rPr>
          <w:b/>
          <w:bCs/>
          <w:color w:val="000000"/>
        </w:rPr>
        <w:t xml:space="preserve">Перечень мероприятий </w:t>
      </w:r>
    </w:p>
    <w:p w:rsidR="00C828B7" w:rsidRPr="0085622C" w:rsidRDefault="00C828B7" w:rsidP="000B70E6">
      <w:pPr>
        <w:jc w:val="center"/>
        <w:rPr>
          <w:b/>
        </w:rPr>
      </w:pPr>
      <w:r w:rsidRPr="0085622C">
        <w:rPr>
          <w:b/>
          <w:bCs/>
          <w:color w:val="000000"/>
        </w:rPr>
        <w:t xml:space="preserve">муниципальной программы </w:t>
      </w:r>
      <w:r w:rsidRPr="0085622C">
        <w:rPr>
          <w:b/>
        </w:rPr>
        <w:t>Шастовского</w:t>
      </w:r>
      <w:r w:rsidRPr="0085622C">
        <w:t xml:space="preserve"> </w:t>
      </w:r>
      <w:r w:rsidRPr="0085622C">
        <w:rPr>
          <w:b/>
          <w:bCs/>
          <w:color w:val="000000"/>
        </w:rPr>
        <w:t xml:space="preserve">сельсовета </w:t>
      </w:r>
      <w:r w:rsidRPr="0085622C">
        <w:rPr>
          <w:b/>
        </w:rPr>
        <w:t>«Развитие культуры Шастовского сельсовета»</w:t>
      </w:r>
    </w:p>
    <w:tbl>
      <w:tblPr>
        <w:tblW w:w="14317" w:type="dxa"/>
        <w:tblInd w:w="108" w:type="dxa"/>
        <w:tblLayout w:type="fixed"/>
        <w:tblLook w:val="00A0"/>
      </w:tblPr>
      <w:tblGrid>
        <w:gridCol w:w="563"/>
        <w:gridCol w:w="3682"/>
        <w:gridCol w:w="1134"/>
        <w:gridCol w:w="3400"/>
        <w:gridCol w:w="1002"/>
        <w:gridCol w:w="982"/>
        <w:gridCol w:w="1003"/>
        <w:gridCol w:w="707"/>
        <w:gridCol w:w="1844"/>
      </w:tblGrid>
      <w:tr w:rsidR="00C828B7" w:rsidRPr="0085622C" w:rsidTr="00F4504F">
        <w:trPr>
          <w:trHeight w:val="20"/>
          <w:tblHeader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Срок исполнения, годы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Исполнители</w:t>
            </w:r>
          </w:p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Объем финансирования,  тысяч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</w:tr>
      <w:tr w:rsidR="00C828B7" w:rsidRPr="0085622C" w:rsidTr="00F4504F">
        <w:trPr>
          <w:trHeight w:val="20"/>
          <w:tblHeader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всего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2016 год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  <w:tr w:rsidR="00C828B7" w:rsidRPr="0085622C" w:rsidTr="00F4504F">
        <w:trPr>
          <w:trHeight w:val="20"/>
          <w:tblHeader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9</w:t>
            </w:r>
          </w:p>
        </w:tc>
      </w:tr>
      <w:tr w:rsidR="00C828B7" w:rsidRPr="0085622C" w:rsidTr="00D37F1B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8B7" w:rsidRPr="0085622C" w:rsidRDefault="00C828B7" w:rsidP="00D37F1B">
            <w:pPr>
              <w:pStyle w:val="ListParagraph"/>
              <w:numPr>
                <w:ilvl w:val="1"/>
                <w:numId w:val="17"/>
              </w:numPr>
              <w:spacing w:line="240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85622C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85622C">
              <w:rPr>
                <w:b/>
                <w:sz w:val="22"/>
                <w:szCs w:val="22"/>
              </w:rPr>
              <w:t>«Развитие библиотечного дела»</w:t>
            </w:r>
          </w:p>
        </w:tc>
      </w:tr>
      <w:tr w:rsidR="00C828B7" w:rsidRPr="0085622C" w:rsidTr="00D37F1B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Развитие системы межбюджетных отношений в Шастовском сельсовете</w:t>
            </w:r>
          </w:p>
        </w:tc>
      </w:tr>
      <w:tr w:rsidR="00C828B7" w:rsidRPr="0085622C" w:rsidTr="00F4504F">
        <w:trPr>
          <w:trHeight w:val="20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Заключение соглашения о передаче части полномочий Шастовского сельсовета Варгашинскому району по созданию условий организации библиотечного обслуживания населения, комплектование  и обеспечение сохранности библиотечных фондов библиотек поселения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2016-2018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Администрация Шастовского сельсовета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12,5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Бюджет Шастовского сельсовета</w:t>
            </w:r>
          </w:p>
        </w:tc>
      </w:tr>
      <w:tr w:rsidR="00C828B7" w:rsidRPr="0085622C" w:rsidTr="00F4504F">
        <w:trPr>
          <w:trHeight w:val="154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398,6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199,8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198,8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Средства областного бюджета (по согласованию)</w:t>
            </w:r>
          </w:p>
        </w:tc>
      </w:tr>
      <w:tr w:rsidR="00C828B7" w:rsidRPr="0085622C" w:rsidTr="00D37F1B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8B7" w:rsidRPr="0085622C" w:rsidRDefault="00C828B7" w:rsidP="00D37F1B">
            <w:pPr>
              <w:pStyle w:val="ListParagraph"/>
              <w:numPr>
                <w:ilvl w:val="0"/>
                <w:numId w:val="29"/>
              </w:num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b/>
                <w:color w:val="000000"/>
                <w:sz w:val="22"/>
                <w:szCs w:val="22"/>
              </w:rPr>
              <w:t xml:space="preserve">Подпрограмма </w:t>
            </w:r>
            <w:r w:rsidRPr="0085622C">
              <w:rPr>
                <w:b/>
                <w:sz w:val="22"/>
                <w:szCs w:val="22"/>
              </w:rPr>
              <w:t>«Развитие культурной деятельности»</w:t>
            </w:r>
          </w:p>
        </w:tc>
      </w:tr>
      <w:tr w:rsidR="00C828B7" w:rsidRPr="0085622C" w:rsidTr="00D37F1B">
        <w:trPr>
          <w:trHeight w:val="2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Развитие системы межбюджетных отношений в Шастовском сельсовете</w:t>
            </w:r>
          </w:p>
        </w:tc>
      </w:tr>
      <w:tr w:rsidR="00C828B7" w:rsidRPr="0085622C" w:rsidTr="00F4504F">
        <w:trPr>
          <w:trHeight w:val="163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Заключение соглашения о передаче части полномочий Шастовского сельсовета Варгашинскому району по созданию условий организации досуга и обеспечения жителей поселения услугами организаций культуры,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2016-2018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Администрация Шастовского сельсовета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213,9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172,2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Бюджет Шастовского сельсовета</w:t>
            </w:r>
          </w:p>
        </w:tc>
      </w:tr>
      <w:tr w:rsidR="00C828B7" w:rsidRPr="000B16A6" w:rsidTr="00F4504F">
        <w:trPr>
          <w:trHeight w:val="7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6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1732,0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5622C">
              <w:rPr>
                <w:sz w:val="22"/>
                <w:szCs w:val="22"/>
              </w:rPr>
              <w:t>794,9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937,1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85622C" w:rsidRDefault="00C828B7" w:rsidP="00D37F1B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28B7" w:rsidRPr="000B16A6" w:rsidRDefault="00C828B7" w:rsidP="00D37F1B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85622C">
              <w:rPr>
                <w:color w:val="000000"/>
                <w:sz w:val="22"/>
                <w:szCs w:val="22"/>
              </w:rPr>
              <w:t>Средства областного бюджета (по согласованию)</w:t>
            </w:r>
          </w:p>
        </w:tc>
      </w:tr>
      <w:tr w:rsidR="00C828B7" w:rsidRPr="00D37F1B" w:rsidTr="00F450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8779" w:type="dxa"/>
            <w:gridSpan w:val="4"/>
          </w:tcPr>
          <w:p w:rsidR="00C828B7" w:rsidRPr="00D37F1B" w:rsidRDefault="00C828B7" w:rsidP="00D37F1B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002" w:type="dxa"/>
          </w:tcPr>
          <w:p w:rsidR="00C828B7" w:rsidRPr="00D37F1B" w:rsidRDefault="00C828B7" w:rsidP="00D37F1B">
            <w:pPr>
              <w:jc w:val="right"/>
              <w:rPr>
                <w:b/>
              </w:rPr>
            </w:pPr>
            <w:r>
              <w:rPr>
                <w:b/>
              </w:rPr>
              <w:t>2370,5</w:t>
            </w:r>
          </w:p>
        </w:tc>
        <w:tc>
          <w:tcPr>
            <w:tcW w:w="982" w:type="dxa"/>
          </w:tcPr>
          <w:p w:rsidR="00C828B7" w:rsidRPr="00D37F1B" w:rsidRDefault="00C828B7" w:rsidP="00D37F1B">
            <w:pPr>
              <w:jc w:val="right"/>
              <w:rPr>
                <w:b/>
              </w:rPr>
            </w:pPr>
            <w:r>
              <w:rPr>
                <w:b/>
              </w:rPr>
              <w:t>1179,4</w:t>
            </w:r>
          </w:p>
        </w:tc>
        <w:tc>
          <w:tcPr>
            <w:tcW w:w="1003" w:type="dxa"/>
          </w:tcPr>
          <w:p w:rsidR="00C828B7" w:rsidRPr="00D37F1B" w:rsidRDefault="00C828B7" w:rsidP="00D37F1B">
            <w:pPr>
              <w:jc w:val="right"/>
              <w:rPr>
                <w:b/>
              </w:rPr>
            </w:pPr>
            <w:r>
              <w:rPr>
                <w:b/>
              </w:rPr>
              <w:t>1191,1</w:t>
            </w:r>
          </w:p>
        </w:tc>
        <w:tc>
          <w:tcPr>
            <w:tcW w:w="707" w:type="dxa"/>
          </w:tcPr>
          <w:p w:rsidR="00C828B7" w:rsidRPr="00D37F1B" w:rsidRDefault="00C828B7" w:rsidP="00D37F1B">
            <w:pPr>
              <w:jc w:val="right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844" w:type="dxa"/>
          </w:tcPr>
          <w:p w:rsidR="00C828B7" w:rsidRPr="00D37F1B" w:rsidRDefault="00C828B7" w:rsidP="00D37F1B">
            <w:pPr>
              <w:jc w:val="right"/>
              <w:rPr>
                <w:b/>
              </w:rPr>
            </w:pPr>
            <w:r w:rsidRPr="00D37F1B">
              <w:rPr>
                <w:b/>
              </w:rPr>
              <w:tab/>
            </w:r>
          </w:p>
        </w:tc>
      </w:tr>
    </w:tbl>
    <w:p w:rsidR="00C828B7" w:rsidRDefault="00C828B7" w:rsidP="00F4504F">
      <w:pPr>
        <w:jc w:val="right"/>
      </w:pPr>
      <w:r>
        <w:t>».</w:t>
      </w:r>
    </w:p>
    <w:sectPr w:rsidR="00C828B7" w:rsidSect="000B70E6">
      <w:pgSz w:w="15840" w:h="12240" w:orient="landscape" w:code="1"/>
      <w:pgMar w:top="108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">
    <w:panose1 w:val="02020603060405020304"/>
    <w:charset w:val="CC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58A"/>
    <w:multiLevelType w:val="hybridMultilevel"/>
    <w:tmpl w:val="1DFE1BB4"/>
    <w:lvl w:ilvl="0" w:tplc="EBDABE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73BD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D176C56"/>
    <w:multiLevelType w:val="multilevel"/>
    <w:tmpl w:val="D624AF58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DB92F44"/>
    <w:multiLevelType w:val="hybridMultilevel"/>
    <w:tmpl w:val="E1A8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EB024A"/>
    <w:multiLevelType w:val="hybridMultilevel"/>
    <w:tmpl w:val="21E0EF6A"/>
    <w:lvl w:ilvl="0" w:tplc="EBDABE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C77DD"/>
    <w:multiLevelType w:val="hybridMultilevel"/>
    <w:tmpl w:val="5A06003A"/>
    <w:lvl w:ilvl="0" w:tplc="AFB07C3A">
      <w:start w:val="1"/>
      <w:numFmt w:val="decimal"/>
      <w:lvlText w:val="%1-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E0E25FB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BF7CC8"/>
    <w:multiLevelType w:val="multilevel"/>
    <w:tmpl w:val="F2F671A0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61536A0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966672D"/>
    <w:multiLevelType w:val="hybridMultilevel"/>
    <w:tmpl w:val="D71E5752"/>
    <w:lvl w:ilvl="0" w:tplc="B590FDA0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">
    <w:nsid w:val="36CE2E96"/>
    <w:multiLevelType w:val="hybridMultilevel"/>
    <w:tmpl w:val="FEBC3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C956405"/>
    <w:multiLevelType w:val="hybridMultilevel"/>
    <w:tmpl w:val="FE886B0E"/>
    <w:lvl w:ilvl="0" w:tplc="335A63F8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FB24EE8"/>
    <w:multiLevelType w:val="hybridMultilevel"/>
    <w:tmpl w:val="6AC69E7E"/>
    <w:lvl w:ilvl="0" w:tplc="B5E20D34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3">
    <w:nsid w:val="478A2A2A"/>
    <w:multiLevelType w:val="hybridMultilevel"/>
    <w:tmpl w:val="7AC6764C"/>
    <w:lvl w:ilvl="0" w:tplc="B590F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CCF53C3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D8C278F"/>
    <w:multiLevelType w:val="multilevel"/>
    <w:tmpl w:val="80C6AD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>
    <w:nsid w:val="52695126"/>
    <w:multiLevelType w:val="hybridMultilevel"/>
    <w:tmpl w:val="0A1C4358"/>
    <w:lvl w:ilvl="0" w:tplc="8724DCF6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  <w:rPr>
        <w:rFonts w:cs="Times New Roman"/>
      </w:rPr>
    </w:lvl>
  </w:abstractNum>
  <w:abstractNum w:abstractNumId="17">
    <w:nsid w:val="542975DE"/>
    <w:multiLevelType w:val="multilevel"/>
    <w:tmpl w:val="117CFF22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99D289A"/>
    <w:multiLevelType w:val="hybridMultilevel"/>
    <w:tmpl w:val="C046BB6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B366DBC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D096B09"/>
    <w:multiLevelType w:val="hybridMultilevel"/>
    <w:tmpl w:val="C94AC730"/>
    <w:lvl w:ilvl="0" w:tplc="209A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EAA62D1"/>
    <w:multiLevelType w:val="hybridMultilevel"/>
    <w:tmpl w:val="8D90746C"/>
    <w:lvl w:ilvl="0" w:tplc="B590FD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A9641B6"/>
    <w:multiLevelType w:val="hybridMultilevel"/>
    <w:tmpl w:val="D62E4D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711E4D"/>
    <w:multiLevelType w:val="hybridMultilevel"/>
    <w:tmpl w:val="6ED68F64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B246A98"/>
    <w:multiLevelType w:val="hybridMultilevel"/>
    <w:tmpl w:val="B3CAD316"/>
    <w:lvl w:ilvl="0" w:tplc="6DF6E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0"/>
  </w:num>
  <w:num w:numId="4">
    <w:abstractNumId w:val="8"/>
  </w:num>
  <w:num w:numId="5">
    <w:abstractNumId w:val="4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2"/>
  </w:num>
  <w:num w:numId="11">
    <w:abstractNumId w:val="22"/>
  </w:num>
  <w:num w:numId="12">
    <w:abstractNumId w:val="6"/>
  </w:num>
  <w:num w:numId="13">
    <w:abstractNumId w:val="19"/>
  </w:num>
  <w:num w:numId="14">
    <w:abstractNumId w:val="9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"/>
  </w:num>
  <w:num w:numId="23">
    <w:abstractNumId w:val="18"/>
  </w:num>
  <w:num w:numId="24">
    <w:abstractNumId w:val="11"/>
  </w:num>
  <w:num w:numId="25">
    <w:abstractNumId w:val="2"/>
  </w:num>
  <w:num w:numId="26">
    <w:abstractNumId w:val="5"/>
  </w:num>
  <w:num w:numId="27">
    <w:abstractNumId w:val="3"/>
  </w:num>
  <w:num w:numId="28">
    <w:abstractNumId w:val="14"/>
  </w:num>
  <w:num w:numId="29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2EB7"/>
    <w:rsid w:val="00006152"/>
    <w:rsid w:val="00012103"/>
    <w:rsid w:val="00013B63"/>
    <w:rsid w:val="00013CEE"/>
    <w:rsid w:val="00022D0B"/>
    <w:rsid w:val="00024ECF"/>
    <w:rsid w:val="0002581F"/>
    <w:rsid w:val="000334E3"/>
    <w:rsid w:val="000512A1"/>
    <w:rsid w:val="00054CB7"/>
    <w:rsid w:val="000560BF"/>
    <w:rsid w:val="00056405"/>
    <w:rsid w:val="0006526E"/>
    <w:rsid w:val="00065A77"/>
    <w:rsid w:val="00071083"/>
    <w:rsid w:val="00072E78"/>
    <w:rsid w:val="000747DB"/>
    <w:rsid w:val="00074FBD"/>
    <w:rsid w:val="000754C8"/>
    <w:rsid w:val="00086EE4"/>
    <w:rsid w:val="000876E5"/>
    <w:rsid w:val="00087DFB"/>
    <w:rsid w:val="00090603"/>
    <w:rsid w:val="00091391"/>
    <w:rsid w:val="00091DE0"/>
    <w:rsid w:val="000928D4"/>
    <w:rsid w:val="00093B28"/>
    <w:rsid w:val="000A165E"/>
    <w:rsid w:val="000A4BD1"/>
    <w:rsid w:val="000B16A6"/>
    <w:rsid w:val="000B70E6"/>
    <w:rsid w:val="000C0121"/>
    <w:rsid w:val="000C0299"/>
    <w:rsid w:val="000E4F87"/>
    <w:rsid w:val="000F0CE0"/>
    <w:rsid w:val="000F252F"/>
    <w:rsid w:val="000F5C59"/>
    <w:rsid w:val="001008D8"/>
    <w:rsid w:val="00120DB0"/>
    <w:rsid w:val="001216D9"/>
    <w:rsid w:val="001230E2"/>
    <w:rsid w:val="00127EF9"/>
    <w:rsid w:val="001308C9"/>
    <w:rsid w:val="0013299A"/>
    <w:rsid w:val="00146E99"/>
    <w:rsid w:val="00147810"/>
    <w:rsid w:val="00147A38"/>
    <w:rsid w:val="001533F9"/>
    <w:rsid w:val="001855A3"/>
    <w:rsid w:val="00191071"/>
    <w:rsid w:val="00197CD2"/>
    <w:rsid w:val="001B06D5"/>
    <w:rsid w:val="001C467C"/>
    <w:rsid w:val="001D0288"/>
    <w:rsid w:val="001D40D7"/>
    <w:rsid w:val="001D617C"/>
    <w:rsid w:val="001D6D3D"/>
    <w:rsid w:val="001E2517"/>
    <w:rsid w:val="001E754D"/>
    <w:rsid w:val="001E7699"/>
    <w:rsid w:val="001F013B"/>
    <w:rsid w:val="002045C5"/>
    <w:rsid w:val="002164F8"/>
    <w:rsid w:val="002274AC"/>
    <w:rsid w:val="002315DA"/>
    <w:rsid w:val="0023598B"/>
    <w:rsid w:val="0024237A"/>
    <w:rsid w:val="00243461"/>
    <w:rsid w:val="002434B0"/>
    <w:rsid w:val="00243843"/>
    <w:rsid w:val="00254264"/>
    <w:rsid w:val="002573E3"/>
    <w:rsid w:val="00266AF2"/>
    <w:rsid w:val="002733B9"/>
    <w:rsid w:val="00275599"/>
    <w:rsid w:val="0028057F"/>
    <w:rsid w:val="002915B0"/>
    <w:rsid w:val="002916EA"/>
    <w:rsid w:val="00295018"/>
    <w:rsid w:val="0029517D"/>
    <w:rsid w:val="002A77A0"/>
    <w:rsid w:val="002B11FE"/>
    <w:rsid w:val="002B3835"/>
    <w:rsid w:val="002C1697"/>
    <w:rsid w:val="002C48AC"/>
    <w:rsid w:val="002C73A0"/>
    <w:rsid w:val="002D181A"/>
    <w:rsid w:val="002D5532"/>
    <w:rsid w:val="002E192D"/>
    <w:rsid w:val="002E1FFC"/>
    <w:rsid w:val="002E34CA"/>
    <w:rsid w:val="002E3E56"/>
    <w:rsid w:val="00300CEB"/>
    <w:rsid w:val="00302894"/>
    <w:rsid w:val="0030702D"/>
    <w:rsid w:val="00316B3C"/>
    <w:rsid w:val="00317245"/>
    <w:rsid w:val="00321A6A"/>
    <w:rsid w:val="00322B03"/>
    <w:rsid w:val="00322C18"/>
    <w:rsid w:val="0032309F"/>
    <w:rsid w:val="00332F6E"/>
    <w:rsid w:val="00344E70"/>
    <w:rsid w:val="00346716"/>
    <w:rsid w:val="003468F6"/>
    <w:rsid w:val="00355997"/>
    <w:rsid w:val="00364452"/>
    <w:rsid w:val="00364A6D"/>
    <w:rsid w:val="0036626E"/>
    <w:rsid w:val="00367217"/>
    <w:rsid w:val="0037176A"/>
    <w:rsid w:val="0037478B"/>
    <w:rsid w:val="00381E13"/>
    <w:rsid w:val="00385356"/>
    <w:rsid w:val="00385C47"/>
    <w:rsid w:val="0039612B"/>
    <w:rsid w:val="00397891"/>
    <w:rsid w:val="003A19B4"/>
    <w:rsid w:val="003A2749"/>
    <w:rsid w:val="003A3539"/>
    <w:rsid w:val="003B6807"/>
    <w:rsid w:val="003B7E97"/>
    <w:rsid w:val="003C00F4"/>
    <w:rsid w:val="003C13C2"/>
    <w:rsid w:val="003C7F8F"/>
    <w:rsid w:val="003D73C4"/>
    <w:rsid w:val="003D7938"/>
    <w:rsid w:val="003E0EFA"/>
    <w:rsid w:val="003E49C8"/>
    <w:rsid w:val="003E52BA"/>
    <w:rsid w:val="003F4FFB"/>
    <w:rsid w:val="00401EF1"/>
    <w:rsid w:val="00403E9C"/>
    <w:rsid w:val="004057A1"/>
    <w:rsid w:val="004101CF"/>
    <w:rsid w:val="0041277A"/>
    <w:rsid w:val="004168BA"/>
    <w:rsid w:val="00423E6B"/>
    <w:rsid w:val="00426C04"/>
    <w:rsid w:val="0043335D"/>
    <w:rsid w:val="00444A60"/>
    <w:rsid w:val="00453D22"/>
    <w:rsid w:val="00454D98"/>
    <w:rsid w:val="00456D9F"/>
    <w:rsid w:val="00460287"/>
    <w:rsid w:val="00460F47"/>
    <w:rsid w:val="00462BE9"/>
    <w:rsid w:val="00462D3D"/>
    <w:rsid w:val="00463F8E"/>
    <w:rsid w:val="00467BEE"/>
    <w:rsid w:val="0047506B"/>
    <w:rsid w:val="00475EB3"/>
    <w:rsid w:val="004806A2"/>
    <w:rsid w:val="00485148"/>
    <w:rsid w:val="00491B41"/>
    <w:rsid w:val="0049270B"/>
    <w:rsid w:val="00495BFE"/>
    <w:rsid w:val="004A179B"/>
    <w:rsid w:val="004B7779"/>
    <w:rsid w:val="004C35EF"/>
    <w:rsid w:val="004D01A5"/>
    <w:rsid w:val="004D6502"/>
    <w:rsid w:val="004D6CA0"/>
    <w:rsid w:val="004E2D27"/>
    <w:rsid w:val="004E645F"/>
    <w:rsid w:val="004F2EEC"/>
    <w:rsid w:val="005009BE"/>
    <w:rsid w:val="00501214"/>
    <w:rsid w:val="00505208"/>
    <w:rsid w:val="00510D18"/>
    <w:rsid w:val="00514061"/>
    <w:rsid w:val="00515AA2"/>
    <w:rsid w:val="00517946"/>
    <w:rsid w:val="00521F74"/>
    <w:rsid w:val="00523A08"/>
    <w:rsid w:val="00531F0F"/>
    <w:rsid w:val="00535F49"/>
    <w:rsid w:val="00536E09"/>
    <w:rsid w:val="00542E81"/>
    <w:rsid w:val="005511FD"/>
    <w:rsid w:val="00556661"/>
    <w:rsid w:val="00556C6D"/>
    <w:rsid w:val="00563FE8"/>
    <w:rsid w:val="005646FC"/>
    <w:rsid w:val="00574B8E"/>
    <w:rsid w:val="00582BA6"/>
    <w:rsid w:val="005928C2"/>
    <w:rsid w:val="005946EC"/>
    <w:rsid w:val="00596A2F"/>
    <w:rsid w:val="00597A9F"/>
    <w:rsid w:val="005A0654"/>
    <w:rsid w:val="005A6F94"/>
    <w:rsid w:val="005B0DD7"/>
    <w:rsid w:val="005B527C"/>
    <w:rsid w:val="005B6900"/>
    <w:rsid w:val="005B6C4A"/>
    <w:rsid w:val="005D3556"/>
    <w:rsid w:val="005E551C"/>
    <w:rsid w:val="005F6D81"/>
    <w:rsid w:val="005F7E1D"/>
    <w:rsid w:val="00602D1B"/>
    <w:rsid w:val="00604FAF"/>
    <w:rsid w:val="006131BF"/>
    <w:rsid w:val="00620CD2"/>
    <w:rsid w:val="00625303"/>
    <w:rsid w:val="006325CD"/>
    <w:rsid w:val="00634EFF"/>
    <w:rsid w:val="0063558B"/>
    <w:rsid w:val="0064738C"/>
    <w:rsid w:val="00657C1F"/>
    <w:rsid w:val="00662A64"/>
    <w:rsid w:val="00672E88"/>
    <w:rsid w:val="00676FF8"/>
    <w:rsid w:val="0068011B"/>
    <w:rsid w:val="006861D4"/>
    <w:rsid w:val="00690681"/>
    <w:rsid w:val="00694049"/>
    <w:rsid w:val="0069710A"/>
    <w:rsid w:val="006A176D"/>
    <w:rsid w:val="006A618B"/>
    <w:rsid w:val="006B3021"/>
    <w:rsid w:val="006B400F"/>
    <w:rsid w:val="006D0C1C"/>
    <w:rsid w:val="006D2667"/>
    <w:rsid w:val="006E08C3"/>
    <w:rsid w:val="006E1415"/>
    <w:rsid w:val="006F192E"/>
    <w:rsid w:val="006F3E23"/>
    <w:rsid w:val="007004FF"/>
    <w:rsid w:val="00704A61"/>
    <w:rsid w:val="0070558E"/>
    <w:rsid w:val="00712186"/>
    <w:rsid w:val="00712692"/>
    <w:rsid w:val="0071333D"/>
    <w:rsid w:val="00716DB1"/>
    <w:rsid w:val="00716F61"/>
    <w:rsid w:val="00720BAC"/>
    <w:rsid w:val="007260A7"/>
    <w:rsid w:val="007315FB"/>
    <w:rsid w:val="007364DE"/>
    <w:rsid w:val="0075058C"/>
    <w:rsid w:val="007515DD"/>
    <w:rsid w:val="007563FC"/>
    <w:rsid w:val="00763630"/>
    <w:rsid w:val="007670AF"/>
    <w:rsid w:val="00776782"/>
    <w:rsid w:val="00780F91"/>
    <w:rsid w:val="0078192D"/>
    <w:rsid w:val="007873C3"/>
    <w:rsid w:val="00787B06"/>
    <w:rsid w:val="00794EF5"/>
    <w:rsid w:val="007B074B"/>
    <w:rsid w:val="007B327B"/>
    <w:rsid w:val="007B5300"/>
    <w:rsid w:val="007C4C05"/>
    <w:rsid w:val="007C7EA2"/>
    <w:rsid w:val="007D4350"/>
    <w:rsid w:val="007E088A"/>
    <w:rsid w:val="007F0831"/>
    <w:rsid w:val="007F6CDE"/>
    <w:rsid w:val="0080301E"/>
    <w:rsid w:val="00817ACD"/>
    <w:rsid w:val="00820A59"/>
    <w:rsid w:val="008212F1"/>
    <w:rsid w:val="00822230"/>
    <w:rsid w:val="00825F10"/>
    <w:rsid w:val="0082692F"/>
    <w:rsid w:val="0083258F"/>
    <w:rsid w:val="00832ED1"/>
    <w:rsid w:val="0083561D"/>
    <w:rsid w:val="00840984"/>
    <w:rsid w:val="00841DB1"/>
    <w:rsid w:val="00843557"/>
    <w:rsid w:val="00846F84"/>
    <w:rsid w:val="00847895"/>
    <w:rsid w:val="00853DB1"/>
    <w:rsid w:val="0085622C"/>
    <w:rsid w:val="00860F90"/>
    <w:rsid w:val="0087133A"/>
    <w:rsid w:val="00874572"/>
    <w:rsid w:val="00877499"/>
    <w:rsid w:val="008833B3"/>
    <w:rsid w:val="00883F4B"/>
    <w:rsid w:val="00891C60"/>
    <w:rsid w:val="0089233E"/>
    <w:rsid w:val="00894B4E"/>
    <w:rsid w:val="00897816"/>
    <w:rsid w:val="008A49DC"/>
    <w:rsid w:val="008B162D"/>
    <w:rsid w:val="008B1F20"/>
    <w:rsid w:val="008B7610"/>
    <w:rsid w:val="008D017B"/>
    <w:rsid w:val="008D25EC"/>
    <w:rsid w:val="008E3E89"/>
    <w:rsid w:val="008E5DFA"/>
    <w:rsid w:val="008E6165"/>
    <w:rsid w:val="008F064E"/>
    <w:rsid w:val="008F0FFA"/>
    <w:rsid w:val="008F5446"/>
    <w:rsid w:val="00901B05"/>
    <w:rsid w:val="00906836"/>
    <w:rsid w:val="00907F12"/>
    <w:rsid w:val="00920A05"/>
    <w:rsid w:val="00933AC4"/>
    <w:rsid w:val="009425F2"/>
    <w:rsid w:val="00955184"/>
    <w:rsid w:val="00956344"/>
    <w:rsid w:val="00961CBA"/>
    <w:rsid w:val="00962DF4"/>
    <w:rsid w:val="00973164"/>
    <w:rsid w:val="009739ED"/>
    <w:rsid w:val="009803A7"/>
    <w:rsid w:val="0098431C"/>
    <w:rsid w:val="00997AD3"/>
    <w:rsid w:val="009B0447"/>
    <w:rsid w:val="009B1F15"/>
    <w:rsid w:val="009B6BAE"/>
    <w:rsid w:val="009C0F5E"/>
    <w:rsid w:val="009C6F54"/>
    <w:rsid w:val="009D4A1A"/>
    <w:rsid w:val="009D701A"/>
    <w:rsid w:val="009E441B"/>
    <w:rsid w:val="009E5691"/>
    <w:rsid w:val="009F2622"/>
    <w:rsid w:val="009F72E9"/>
    <w:rsid w:val="009F7468"/>
    <w:rsid w:val="009F7A8A"/>
    <w:rsid w:val="00A0015C"/>
    <w:rsid w:val="00A1039D"/>
    <w:rsid w:val="00A11DF7"/>
    <w:rsid w:val="00A126D5"/>
    <w:rsid w:val="00A13EA5"/>
    <w:rsid w:val="00A14CD2"/>
    <w:rsid w:val="00A160ED"/>
    <w:rsid w:val="00A225F1"/>
    <w:rsid w:val="00A270E9"/>
    <w:rsid w:val="00A351E2"/>
    <w:rsid w:val="00A40FBB"/>
    <w:rsid w:val="00A561FF"/>
    <w:rsid w:val="00A63D0D"/>
    <w:rsid w:val="00A64560"/>
    <w:rsid w:val="00A6653A"/>
    <w:rsid w:val="00A66754"/>
    <w:rsid w:val="00A7292F"/>
    <w:rsid w:val="00A72D1C"/>
    <w:rsid w:val="00A72E42"/>
    <w:rsid w:val="00A83D0C"/>
    <w:rsid w:val="00A864CC"/>
    <w:rsid w:val="00A94F65"/>
    <w:rsid w:val="00A97A12"/>
    <w:rsid w:val="00AA55B0"/>
    <w:rsid w:val="00AA7BDA"/>
    <w:rsid w:val="00AB37AC"/>
    <w:rsid w:val="00AB39A1"/>
    <w:rsid w:val="00AC296F"/>
    <w:rsid w:val="00AC2F36"/>
    <w:rsid w:val="00AC6212"/>
    <w:rsid w:val="00AE25FC"/>
    <w:rsid w:val="00AE53BD"/>
    <w:rsid w:val="00AE5D9E"/>
    <w:rsid w:val="00AF111E"/>
    <w:rsid w:val="00B0007D"/>
    <w:rsid w:val="00B018EF"/>
    <w:rsid w:val="00B01C26"/>
    <w:rsid w:val="00B02ACA"/>
    <w:rsid w:val="00B02C86"/>
    <w:rsid w:val="00B03A14"/>
    <w:rsid w:val="00B06E94"/>
    <w:rsid w:val="00B10B71"/>
    <w:rsid w:val="00B1704A"/>
    <w:rsid w:val="00B17A9D"/>
    <w:rsid w:val="00B17B36"/>
    <w:rsid w:val="00B23A44"/>
    <w:rsid w:val="00B303E8"/>
    <w:rsid w:val="00B32220"/>
    <w:rsid w:val="00B417BC"/>
    <w:rsid w:val="00B4340F"/>
    <w:rsid w:val="00B44224"/>
    <w:rsid w:val="00B455F4"/>
    <w:rsid w:val="00B51895"/>
    <w:rsid w:val="00B5249F"/>
    <w:rsid w:val="00B53FBC"/>
    <w:rsid w:val="00B6052D"/>
    <w:rsid w:val="00B651EC"/>
    <w:rsid w:val="00B67F6C"/>
    <w:rsid w:val="00B7152A"/>
    <w:rsid w:val="00B74770"/>
    <w:rsid w:val="00B81CCB"/>
    <w:rsid w:val="00B84613"/>
    <w:rsid w:val="00B91CC3"/>
    <w:rsid w:val="00B92EB7"/>
    <w:rsid w:val="00B93C6B"/>
    <w:rsid w:val="00BA0594"/>
    <w:rsid w:val="00BA1B0F"/>
    <w:rsid w:val="00BA4D41"/>
    <w:rsid w:val="00BA7BC8"/>
    <w:rsid w:val="00BB7726"/>
    <w:rsid w:val="00BC07FB"/>
    <w:rsid w:val="00BC3644"/>
    <w:rsid w:val="00BC3885"/>
    <w:rsid w:val="00BD545C"/>
    <w:rsid w:val="00BE72D2"/>
    <w:rsid w:val="00BF141F"/>
    <w:rsid w:val="00BF2F00"/>
    <w:rsid w:val="00C00035"/>
    <w:rsid w:val="00C005CE"/>
    <w:rsid w:val="00C03A52"/>
    <w:rsid w:val="00C03BE8"/>
    <w:rsid w:val="00C05680"/>
    <w:rsid w:val="00C0672F"/>
    <w:rsid w:val="00C07DC9"/>
    <w:rsid w:val="00C140D0"/>
    <w:rsid w:val="00C20BD4"/>
    <w:rsid w:val="00C226B1"/>
    <w:rsid w:val="00C317F7"/>
    <w:rsid w:val="00C32A9B"/>
    <w:rsid w:val="00C410B7"/>
    <w:rsid w:val="00C4163A"/>
    <w:rsid w:val="00C427B5"/>
    <w:rsid w:val="00C43B97"/>
    <w:rsid w:val="00C47357"/>
    <w:rsid w:val="00C51E06"/>
    <w:rsid w:val="00C52613"/>
    <w:rsid w:val="00C56CFE"/>
    <w:rsid w:val="00C574E7"/>
    <w:rsid w:val="00C61F52"/>
    <w:rsid w:val="00C63DB0"/>
    <w:rsid w:val="00C6545D"/>
    <w:rsid w:val="00C711A5"/>
    <w:rsid w:val="00C721D2"/>
    <w:rsid w:val="00C74F59"/>
    <w:rsid w:val="00C77694"/>
    <w:rsid w:val="00C827F4"/>
    <w:rsid w:val="00C828B7"/>
    <w:rsid w:val="00C86DE3"/>
    <w:rsid w:val="00C91FF4"/>
    <w:rsid w:val="00CA2DF7"/>
    <w:rsid w:val="00CA30AA"/>
    <w:rsid w:val="00CC0C52"/>
    <w:rsid w:val="00CC54B6"/>
    <w:rsid w:val="00CD01FE"/>
    <w:rsid w:val="00CD2A26"/>
    <w:rsid w:val="00CD7911"/>
    <w:rsid w:val="00D00A90"/>
    <w:rsid w:val="00D22A45"/>
    <w:rsid w:val="00D26F0C"/>
    <w:rsid w:val="00D27EDD"/>
    <w:rsid w:val="00D3193A"/>
    <w:rsid w:val="00D34600"/>
    <w:rsid w:val="00D347CA"/>
    <w:rsid w:val="00D34E59"/>
    <w:rsid w:val="00D3790A"/>
    <w:rsid w:val="00D37F1B"/>
    <w:rsid w:val="00D40433"/>
    <w:rsid w:val="00D43D1F"/>
    <w:rsid w:val="00D4535E"/>
    <w:rsid w:val="00D46E92"/>
    <w:rsid w:val="00D54B99"/>
    <w:rsid w:val="00D62572"/>
    <w:rsid w:val="00D646B4"/>
    <w:rsid w:val="00D75C6D"/>
    <w:rsid w:val="00D82048"/>
    <w:rsid w:val="00D91BD6"/>
    <w:rsid w:val="00DA1407"/>
    <w:rsid w:val="00DA2E71"/>
    <w:rsid w:val="00DB1743"/>
    <w:rsid w:val="00DC350B"/>
    <w:rsid w:val="00DC7172"/>
    <w:rsid w:val="00DD3894"/>
    <w:rsid w:val="00DE4589"/>
    <w:rsid w:val="00DF5227"/>
    <w:rsid w:val="00E13894"/>
    <w:rsid w:val="00E241FE"/>
    <w:rsid w:val="00E302F3"/>
    <w:rsid w:val="00E5009F"/>
    <w:rsid w:val="00E60040"/>
    <w:rsid w:val="00E62251"/>
    <w:rsid w:val="00E62ED7"/>
    <w:rsid w:val="00E82B87"/>
    <w:rsid w:val="00E9523C"/>
    <w:rsid w:val="00E97D4F"/>
    <w:rsid w:val="00EA3616"/>
    <w:rsid w:val="00EA6CFB"/>
    <w:rsid w:val="00EB71CA"/>
    <w:rsid w:val="00EC37BB"/>
    <w:rsid w:val="00EC5659"/>
    <w:rsid w:val="00ED0F09"/>
    <w:rsid w:val="00ED2CB9"/>
    <w:rsid w:val="00ED3564"/>
    <w:rsid w:val="00EE1929"/>
    <w:rsid w:val="00EE3A3B"/>
    <w:rsid w:val="00EE3DD7"/>
    <w:rsid w:val="00EF151A"/>
    <w:rsid w:val="00EF3369"/>
    <w:rsid w:val="00F00F2B"/>
    <w:rsid w:val="00F05DD6"/>
    <w:rsid w:val="00F1238C"/>
    <w:rsid w:val="00F14D38"/>
    <w:rsid w:val="00F30ABC"/>
    <w:rsid w:val="00F36649"/>
    <w:rsid w:val="00F41017"/>
    <w:rsid w:val="00F4302A"/>
    <w:rsid w:val="00F4337B"/>
    <w:rsid w:val="00F4504F"/>
    <w:rsid w:val="00F50F7F"/>
    <w:rsid w:val="00F5128C"/>
    <w:rsid w:val="00F61628"/>
    <w:rsid w:val="00F61F5C"/>
    <w:rsid w:val="00F625BA"/>
    <w:rsid w:val="00F63D8B"/>
    <w:rsid w:val="00F7354E"/>
    <w:rsid w:val="00F76FAE"/>
    <w:rsid w:val="00F82FD8"/>
    <w:rsid w:val="00F90C0B"/>
    <w:rsid w:val="00F92047"/>
    <w:rsid w:val="00F9789D"/>
    <w:rsid w:val="00F979B6"/>
    <w:rsid w:val="00FA1F81"/>
    <w:rsid w:val="00FA49A2"/>
    <w:rsid w:val="00FB1E43"/>
    <w:rsid w:val="00FB2868"/>
    <w:rsid w:val="00FB3452"/>
    <w:rsid w:val="00FB4E0D"/>
    <w:rsid w:val="00FC282F"/>
    <w:rsid w:val="00FD4EC1"/>
    <w:rsid w:val="00FE2474"/>
    <w:rsid w:val="00FE3B7E"/>
    <w:rsid w:val="00FF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FF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FF8"/>
    <w:pPr>
      <w:keepNext/>
      <w:keepLines/>
      <w:spacing w:before="480"/>
      <w:outlineLvl w:val="0"/>
    </w:pPr>
    <w:rPr>
      <w:rFonts w:ascii="Cambria" w:hAnsi="Cambria"/>
      <w:b/>
      <w:bCs/>
      <w:color w:val="A5A5A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F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F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6FF8"/>
    <w:rPr>
      <w:rFonts w:ascii="Cambria" w:hAnsi="Cambria"/>
      <w:b/>
      <w:color w:val="A5A5A5"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76FF8"/>
    <w:rPr>
      <w:rFonts w:ascii="Cambria" w:hAnsi="Cambria"/>
      <w:b/>
      <w:i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76FF8"/>
    <w:rPr>
      <w:rFonts w:ascii="Calibri" w:hAnsi="Calibri"/>
      <w:b/>
      <w:sz w:val="28"/>
    </w:rPr>
  </w:style>
  <w:style w:type="paragraph" w:styleId="NormalWeb">
    <w:name w:val="Normal (Web)"/>
    <w:basedOn w:val="Normal"/>
    <w:uiPriority w:val="99"/>
    <w:rsid w:val="00676FF8"/>
    <w:pPr>
      <w:spacing w:before="100" w:beforeAutospacing="1" w:after="100" w:afterAutospacing="1"/>
    </w:pPr>
  </w:style>
  <w:style w:type="paragraph" w:styleId="NoSpacing">
    <w:name w:val="No Spacing"/>
    <w:uiPriority w:val="99"/>
    <w:qFormat/>
    <w:rsid w:val="00676FF8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E9523C"/>
    <w:pPr>
      <w:numPr>
        <w:numId w:val="9"/>
      </w:numPr>
      <w:tabs>
        <w:tab w:val="clear" w:pos="862"/>
        <w:tab w:val="num" w:pos="720"/>
      </w:tabs>
      <w:ind w:left="72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676FF8"/>
    <w:rPr>
      <w:rFonts w:cs="Times New Roman"/>
      <w:b/>
    </w:rPr>
  </w:style>
  <w:style w:type="paragraph" w:customStyle="1" w:styleId="text">
    <w:name w:val="text"/>
    <w:basedOn w:val="Normal"/>
    <w:uiPriority w:val="99"/>
    <w:rsid w:val="00676FF8"/>
    <w:pPr>
      <w:spacing w:before="191" w:after="312"/>
      <w:ind w:left="312" w:right="312"/>
    </w:pPr>
    <w:rPr>
      <w:rFonts w:ascii="Arial" w:hAnsi="Arial" w:cs="Arial"/>
      <w:color w:val="000000"/>
      <w:sz w:val="21"/>
      <w:szCs w:val="21"/>
    </w:rPr>
  </w:style>
  <w:style w:type="paragraph" w:customStyle="1" w:styleId="fr1">
    <w:name w:val="fr1"/>
    <w:basedOn w:val="Normal"/>
    <w:uiPriority w:val="99"/>
    <w:rsid w:val="00676FF8"/>
    <w:pPr>
      <w:spacing w:before="121" w:after="121"/>
      <w:ind w:left="121" w:right="121"/>
    </w:pPr>
  </w:style>
  <w:style w:type="paragraph" w:styleId="ListParagraph">
    <w:name w:val="List Paragraph"/>
    <w:basedOn w:val="Normal"/>
    <w:uiPriority w:val="99"/>
    <w:qFormat/>
    <w:rsid w:val="00676FF8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676FF8"/>
    <w:pPr>
      <w:autoSpaceDE w:val="0"/>
      <w:autoSpaceDN w:val="0"/>
      <w:adjustRightInd w:val="0"/>
      <w:spacing w:line="260" w:lineRule="auto"/>
      <w:ind w:firstLine="400"/>
      <w:jc w:val="both"/>
    </w:pPr>
    <w:rPr>
      <w:rFonts w:ascii="Arial" w:hAnsi="Arial"/>
      <w:szCs w:val="1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76FF8"/>
    <w:rPr>
      <w:rFonts w:ascii="Arial" w:hAnsi="Arial"/>
      <w:sz w:val="18"/>
      <w:lang w:eastAsia="ru-RU"/>
    </w:rPr>
  </w:style>
  <w:style w:type="character" w:customStyle="1" w:styleId="TextNPA">
    <w:name w:val="Text NPA"/>
    <w:uiPriority w:val="99"/>
    <w:rsid w:val="00676FF8"/>
    <w:rPr>
      <w:rFonts w:ascii="Courier New" w:hAnsi="Courier New"/>
    </w:rPr>
  </w:style>
  <w:style w:type="paragraph" w:customStyle="1" w:styleId="ConsPlusNormal">
    <w:name w:val="ConsPlusNormal"/>
    <w:uiPriority w:val="99"/>
    <w:rsid w:val="00676F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76FF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6FF8"/>
    <w:rPr>
      <w:rFonts w:ascii="Tahoma" w:hAnsi="Tahoma"/>
      <w:sz w:val="16"/>
    </w:rPr>
  </w:style>
  <w:style w:type="paragraph" w:styleId="Header">
    <w:name w:val="header"/>
    <w:basedOn w:val="Normal"/>
    <w:link w:val="HeaderChar"/>
    <w:uiPriority w:val="99"/>
    <w:rsid w:val="00676F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76FF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676FF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76FF8"/>
    <w:rPr>
      <w:rFonts w:ascii="Times New Roman" w:hAnsi="Times New Roman"/>
      <w:sz w:val="24"/>
    </w:rPr>
  </w:style>
  <w:style w:type="paragraph" w:customStyle="1" w:styleId="1">
    <w:name w:val="Абзац списка1"/>
    <w:basedOn w:val="Normal"/>
    <w:uiPriority w:val="99"/>
    <w:rsid w:val="00676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normal0">
    <w:name w:val="consplusnormal"/>
    <w:uiPriority w:val="99"/>
    <w:rsid w:val="00676FF8"/>
    <w:pPr>
      <w:autoSpaceDE w:val="0"/>
      <w:autoSpaceDN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uiPriority w:val="99"/>
    <w:rsid w:val="00676FF8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Standard"/>
    <w:next w:val="ConsPlusNormal"/>
    <w:uiPriority w:val="99"/>
    <w:rsid w:val="00676FF8"/>
    <w:pPr>
      <w:autoSpaceDE w:val="0"/>
    </w:pPr>
    <w:rPr>
      <w:rFonts w:ascii="Arial" w:eastAsia="Calibri" w:hAnsi="Arial" w:cs="Arial"/>
      <w:b/>
      <w:bCs/>
      <w:sz w:val="20"/>
      <w:szCs w:val="20"/>
    </w:rPr>
  </w:style>
  <w:style w:type="paragraph" w:customStyle="1" w:styleId="2">
    <w:name w:val="Знак Знак2 Знак Знак"/>
    <w:basedOn w:val="Normal"/>
    <w:uiPriority w:val="99"/>
    <w:semiHidden/>
    <w:rsid w:val="00676FF8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b-serp-itemtextpassage1">
    <w:name w:val="b-serp-item__text_passage1"/>
    <w:uiPriority w:val="99"/>
    <w:rsid w:val="00676FF8"/>
    <w:rPr>
      <w:b/>
      <w:color w:val="888888"/>
    </w:rPr>
  </w:style>
  <w:style w:type="character" w:styleId="Emphasis">
    <w:name w:val="Emphasis"/>
    <w:basedOn w:val="DefaultParagraphFont"/>
    <w:uiPriority w:val="99"/>
    <w:qFormat/>
    <w:rsid w:val="00676FF8"/>
    <w:rPr>
      <w:rFonts w:cs="Times New Roman"/>
      <w:i/>
    </w:rPr>
  </w:style>
  <w:style w:type="paragraph" w:customStyle="1" w:styleId="Default">
    <w:name w:val="Default"/>
    <w:uiPriority w:val="99"/>
    <w:rsid w:val="00D91B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266AF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66AF2"/>
    <w:rPr>
      <w:rFonts w:ascii="Times New Roman" w:hAnsi="Times New Roman"/>
      <w:sz w:val="24"/>
    </w:rPr>
  </w:style>
  <w:style w:type="paragraph" w:customStyle="1" w:styleId="20">
    <w:name w:val="Обычный+2"/>
    <w:basedOn w:val="Default"/>
    <w:next w:val="Default"/>
    <w:uiPriority w:val="99"/>
    <w:rsid w:val="00ED2CB9"/>
    <w:rPr>
      <w:color w:val="auto"/>
    </w:rPr>
  </w:style>
  <w:style w:type="paragraph" w:customStyle="1" w:styleId="ConsPlusNonformat">
    <w:name w:val="ConsPlusNonformat"/>
    <w:uiPriority w:val="99"/>
    <w:rsid w:val="009D70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B530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460F4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60F47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A7292F"/>
    <w:pPr>
      <w:keepNext/>
      <w:widowControl w:val="0"/>
      <w:suppressAutoHyphens/>
      <w:spacing w:before="240" w:after="120"/>
    </w:pPr>
    <w:rPr>
      <w:rFonts w:ascii="Arial" w:eastAsia="Calibri" w:hAnsi="Arial" w:cs="Tahoma"/>
      <w:kern w:val="1"/>
      <w:sz w:val="28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A7292F"/>
    <w:rPr>
      <w:rFonts w:ascii="Arial" w:eastAsia="Times New Roman" w:hAnsi="Arial" w:cs="Tahoma"/>
      <w:kern w:val="1"/>
      <w:sz w:val="28"/>
      <w:szCs w:val="28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7292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7292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customStyle="1" w:styleId="a">
    <w:name w:val="Содержимое таблицы"/>
    <w:basedOn w:val="Normal"/>
    <w:uiPriority w:val="99"/>
    <w:rsid w:val="003A3539"/>
    <w:pPr>
      <w:suppressLineNumbers/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6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897</TotalTime>
  <Pages>11</Pages>
  <Words>4244</Words>
  <Characters>24191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dc:description/>
  <cp:lastModifiedBy>user</cp:lastModifiedBy>
  <cp:revision>21</cp:revision>
  <cp:lastPrinted>2016-12-26T08:13:00Z</cp:lastPrinted>
  <dcterms:created xsi:type="dcterms:W3CDTF">2016-06-08T06:45:00Z</dcterms:created>
  <dcterms:modified xsi:type="dcterms:W3CDTF">2016-12-26T08:15:00Z</dcterms:modified>
</cp:coreProperties>
</file>